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TYPE DE DEMANDE (STRUCTURE, ROSTER, WEB)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>----SOCIAL ;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Site web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Youtube</w:t>
      </w:r>
      <w:proofErr w:type="spellEnd"/>
      <w:r>
        <w:rPr>
          <w:rFonts w:ascii="Helvetica" w:hAnsi="Helvetica" w:cs="Helvetica"/>
          <w:sz w:val="24"/>
          <w:szCs w:val="24"/>
        </w:rPr>
        <w:t xml:space="preserve">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Twitter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Facebook :</w:t>
      </w:r>
      <w:r w:rsidRPr="00C4382A">
        <w:rPr>
          <w:rFonts w:ascii="Helvetica" w:hAnsi="Helvetica" w:cs="Helvetica"/>
          <w:b/>
          <w:sz w:val="24"/>
          <w:szCs w:val="24"/>
        </w:rPr>
        <w:t xml:space="preserve">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Email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>----EMAIL RÉPONSE ;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Email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 xml:space="preserve">----ÉQUIPE STAFF ;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Discussion SKYPE avec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Fondateur, Co-Fondateur… MAJEUR : </w:t>
      </w:r>
    </w:p>
    <w:p w:rsidR="00C4382A" w:rsidRPr="00C4382A" w:rsidRDefault="00C4382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sz w:val="24"/>
          <w:szCs w:val="24"/>
        </w:rPr>
        <w:t xml:space="preserve">Non majeur 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>----DESCRIPTION PLUS ;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Plateforme ;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0E1EE6">
        <w:rPr>
          <w:rFonts w:ascii="Helvetica" w:hAnsi="Helvetica" w:cs="Helvetica"/>
          <w:sz w:val="24"/>
          <w:szCs w:val="24"/>
        </w:rPr>
        <w:t>Playstation 3</w:t>
      </w:r>
      <w:r>
        <w:rPr>
          <w:rFonts w:ascii="Helvetica" w:hAnsi="Helvetica" w:cs="Helvetica"/>
          <w:sz w:val="24"/>
          <w:szCs w:val="24"/>
        </w:rPr>
        <w:t xml:space="preserve"> :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Xbox 360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Ordinateur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Date de création : </w:t>
      </w:r>
      <w:bookmarkStart w:id="0" w:name="_GoBack"/>
      <w:bookmarkEnd w:id="0"/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(SI STRUCTURE) R.N.A :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 xml:space="preserve">----LAN RECENTE ;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>----LAN PROCHAINE ;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E1EE6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</w:p>
    <w:p w:rsidR="00410793" w:rsidRPr="00C4382A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 xml:space="preserve">----QUESTIONS ;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-- Que </w:t>
      </w:r>
      <w:r w:rsidR="00C4382A">
        <w:rPr>
          <w:rFonts w:ascii="Helvetica" w:hAnsi="Helvetica" w:cs="Helvetica"/>
          <w:sz w:val="24"/>
          <w:szCs w:val="24"/>
        </w:rPr>
        <w:t>pouvons-nous vous apportez ? (BS)</w:t>
      </w:r>
    </w:p>
    <w:p w:rsidR="00410793" w:rsidRPr="00C4382A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</w:t>
      </w:r>
      <w:r w:rsidR="00C4382A">
        <w:rPr>
          <w:rFonts w:ascii="Helvetica" w:hAnsi="Helvetica" w:cs="Helvetica"/>
          <w:sz w:val="24"/>
          <w:szCs w:val="24"/>
        </w:rPr>
        <w:t xml:space="preserve">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</w:t>
      </w:r>
      <w:r w:rsidR="00C4382A">
        <w:rPr>
          <w:rFonts w:ascii="Helvetica" w:hAnsi="Helvetica" w:cs="Helvetica"/>
          <w:sz w:val="24"/>
          <w:szCs w:val="24"/>
        </w:rPr>
        <w:t xml:space="preserve"> </w:t>
      </w:r>
    </w:p>
    <w:p w:rsidR="00C4382A" w:rsidRDefault="00C4382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</w:p>
    <w:p w:rsidR="000E1EE6" w:rsidRPr="00C4382A" w:rsidRDefault="000E1EE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Financement ;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- (FRÉQUENCE) : 30% - 35%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-- Que </w:t>
      </w:r>
      <w:proofErr w:type="spellStart"/>
      <w:r>
        <w:rPr>
          <w:rFonts w:ascii="Helvetica" w:hAnsi="Helvetica" w:cs="Helvetica"/>
          <w:sz w:val="24"/>
          <w:szCs w:val="24"/>
        </w:rPr>
        <w:t>pouvez vous</w:t>
      </w:r>
      <w:proofErr w:type="spellEnd"/>
      <w:r>
        <w:rPr>
          <w:rFonts w:ascii="Helvetica" w:hAnsi="Helvetica" w:cs="Helvetica"/>
          <w:sz w:val="24"/>
          <w:szCs w:val="24"/>
        </w:rPr>
        <w:t xml:space="preserve"> apportez a BeginSponsor ?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410793" w:rsidRDefault="0041079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color w:val="0044FE"/>
          <w:sz w:val="24"/>
          <w:szCs w:val="24"/>
        </w:rPr>
        <w:t xml:space="preserve">----PROJET ; </w:t>
      </w:r>
    </w:p>
    <w:sectPr w:rsidR="00410793">
      <w:pgSz w:w="11900" w:h="16840"/>
      <w:pgMar w:top="1417" w:right="1440" w:bottom="1417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82"/>
    <w:rsid w:val="000771B8"/>
    <w:rsid w:val="000E1EE6"/>
    <w:rsid w:val="00410793"/>
    <w:rsid w:val="008B2782"/>
    <w:rsid w:val="00C4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Formulaire Partenaire.dotx</Template>
  <TotalTime>0</TotalTime>
  <Pages>2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Yoan</dc:creator>
  <cp:lastModifiedBy>Yoan</cp:lastModifiedBy>
  <cp:revision>1</cp:revision>
  <dcterms:created xsi:type="dcterms:W3CDTF">2013-06-25T17:08:00Z</dcterms:created>
  <dcterms:modified xsi:type="dcterms:W3CDTF">2013-06-25T17:08:00Z</dcterms:modified>
</cp:coreProperties>
</file>