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template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7C9" w:rsidRDefault="004C77C9"/>
    <w:p w:rsidR="004C77C9" w:rsidRDefault="004C77C9"/>
    <w:p w:rsidR="004C77C9" w:rsidRDefault="004C77C9"/>
    <w:p w:rsidR="004C77C9" w:rsidRDefault="004C77C9"/>
    <w:p w:rsidR="004C77C9" w:rsidRDefault="004C77C9"/>
    <w:p w:rsidR="004C77C9" w:rsidRDefault="004C77C9"/>
    <w:p w:rsidR="004C77C9" w:rsidRDefault="004C77C9"/>
    <w:p w:rsidR="004C77C9" w:rsidRDefault="004C77C9"/>
    <w:p w:rsidR="004C77C9" w:rsidRDefault="004C77C9"/>
    <w:p w:rsidR="004C77C9" w:rsidRDefault="004C77C9"/>
    <w:p w:rsidR="004C77C9" w:rsidRDefault="004C77C9"/>
    <w:p w:rsidR="004C77C9" w:rsidRDefault="004C77C9"/>
    <w:p w:rsidR="004C77C9" w:rsidRDefault="004C77C9"/>
    <w:p w:rsidR="004C77C9" w:rsidRDefault="004C77C9"/>
    <w:p w:rsidR="004C77C9" w:rsidRDefault="004C77C9"/>
    <w:p w:rsidR="004C77C9" w:rsidRDefault="004C77C9"/>
    <w:p w:rsidR="004C77C9" w:rsidRDefault="004C77C9"/>
    <w:p w:rsidR="005F410E" w:rsidRDefault="004C77C9">
      <w:pPr>
        <w:rPr>
          <w:sz w:val="24"/>
          <w:szCs w:val="24"/>
        </w:rPr>
      </w:pPr>
      <w:r w:rsidRPr="004C77C9">
        <w:rPr>
          <w:noProof/>
          <w:sz w:val="24"/>
          <w:szCs w:val="24"/>
          <w:lang w:eastAsia="de-D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38.35pt;margin-top:572.65pt;width:201.4pt;height:48.75pt;rotation:-2996661fd;z-index:251662336;mso-position-horizontal-relative:margin;mso-position-vertical-relative:margin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o:extrusion v:ext="view" backdepth="1in" on="t" rotationangle="25,-25" viewpoint="0,0" viewpointorigin="0,0" skewangle="0" skewamt="0" lightposition="-50000,-50000" lightposition2="50000" type="perspective"/>
            <v:textpath style="font-family:&quot;Times New Roman&quot;;font-size:44pt;font-weight:bold;font-style:italic;v-text-kern:t" trim="t" fitpath="t" string="Einladung"/>
            <w10:wrap type="square" anchorx="margin" anchory="margin"/>
          </v:shape>
        </w:pict>
      </w:r>
      <w:r w:rsidRPr="004C77C9">
        <w:rPr>
          <w:noProof/>
          <w:sz w:val="24"/>
          <w:szCs w:val="24"/>
          <w:lang w:eastAsia="de-DE"/>
        </w:rPr>
        <w:pict>
          <v:shape id="_x0000_s1027" type="#_x0000_t136" style="position:absolute;margin-left:281.1pt;margin-top:577.25pt;width:201.4pt;height:48.75pt;rotation:2600826fd;z-index:251661312;mso-position-horizontal-relative:margin;mso-position-vertical-relative:margin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o:extrusion v:ext="view" backdepth="1in" on="t" rotationangle="25,25" viewpoint="0,0" viewpointorigin="0,0" skewangle="0" skewamt="0" lightposition=",-50000" type="perspective"/>
            <v:textpath style="font-family:&quot;Times New Roman&quot;;font-size:44pt;font-weight:bold;font-style:italic;v-text-kern:t" trim="t" fitpath="t" string="Einladung"/>
            <w10:wrap type="square" anchorx="margin" anchory="margin"/>
          </v:shape>
        </w:pict>
      </w:r>
      <w:r w:rsidRPr="004C77C9">
        <w:rPr>
          <w:noProof/>
          <w:sz w:val="24"/>
          <w:szCs w:val="24"/>
        </w:rPr>
        <w:pict>
          <v:shape id="_x0000_s1026" type="#_x0000_t136" style="position:absolute;margin-left:0;margin-top:0;width:341.95pt;height:136.05pt;z-index:251660288;mso-position-horizontal:center;mso-position-horizontal-relative:margin;mso-position-vertical:top;mso-position-vertical-relative:margin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o:extrusion v:ext="view" backdepth="9600pt" on="t" viewpoint="0,34.72222mm" viewpointorigin="0,.5" skewangle="90" lightposition="-50000" lightposition2="50000" type="perspective"/>
            <v:textpath style="font-family:&quot;Times New Roman&quot;;font-size:44pt;font-weight:bold;font-style:italic;v-text-kern:t" trim="t" fitpath="t" string="Einladung"/>
            <w10:wrap type="square" anchorx="margin" anchory="margin"/>
          </v:shape>
        </w:pict>
      </w:r>
      <w:r w:rsidRPr="004C77C9">
        <w:rPr>
          <w:sz w:val="24"/>
          <w:szCs w:val="24"/>
        </w:rPr>
        <w:t>Lieber</w:t>
      </w:r>
      <w:r>
        <w:rPr>
          <w:sz w:val="24"/>
          <w:szCs w:val="24"/>
        </w:rPr>
        <w:t xml:space="preserve"> ...................................,</w:t>
      </w:r>
    </w:p>
    <w:p w:rsidR="004C77C9" w:rsidRDefault="004C77C9">
      <w:pPr>
        <w:rPr>
          <w:sz w:val="24"/>
          <w:szCs w:val="24"/>
        </w:rPr>
      </w:pPr>
    </w:p>
    <w:p w:rsidR="004C77C9" w:rsidRDefault="004C77C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hiermit</w:t>
      </w:r>
      <w:proofErr w:type="gramEnd"/>
      <w:r>
        <w:rPr>
          <w:sz w:val="24"/>
          <w:szCs w:val="24"/>
        </w:rPr>
        <w:t xml:space="preserve"> lade ich dich herzlich zu meiner Geburtstagsfeier am .......................... </w:t>
      </w:r>
      <w:proofErr w:type="gramStart"/>
      <w:r>
        <w:rPr>
          <w:sz w:val="24"/>
          <w:szCs w:val="24"/>
        </w:rPr>
        <w:t>ein</w:t>
      </w:r>
      <w:proofErr w:type="gramEnd"/>
      <w:r>
        <w:rPr>
          <w:sz w:val="24"/>
          <w:szCs w:val="24"/>
        </w:rPr>
        <w:t>. Wir treffen uns ................Uhr bei mir zu Hause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. </w:t>
      </w:r>
    </w:p>
    <w:p w:rsidR="009B047C" w:rsidRDefault="009B047C" w:rsidP="009B047C">
      <w:pPr>
        <w:rPr>
          <w:sz w:val="24"/>
          <w:szCs w:val="24"/>
        </w:rPr>
      </w:pPr>
    </w:p>
    <w:p w:rsidR="009B047C" w:rsidRDefault="009B047C" w:rsidP="009B047C">
      <w:pPr>
        <w:rPr>
          <w:sz w:val="24"/>
          <w:szCs w:val="24"/>
        </w:rPr>
      </w:pPr>
    </w:p>
    <w:p w:rsidR="004C77C9" w:rsidRPr="009B047C" w:rsidRDefault="004C77C9" w:rsidP="009B047C">
      <w:pPr>
        <w:rPr>
          <w:sz w:val="24"/>
          <w:szCs w:val="24"/>
        </w:rPr>
      </w:pPr>
      <w:r w:rsidRPr="009B047C">
        <w:rPr>
          <w:sz w:val="24"/>
          <w:szCs w:val="24"/>
        </w:rPr>
        <w:t xml:space="preserve">Bringt </w:t>
      </w:r>
      <w:proofErr w:type="gramStart"/>
      <w:r w:rsidRPr="009B047C">
        <w:rPr>
          <w:sz w:val="24"/>
          <w:szCs w:val="24"/>
        </w:rPr>
        <w:t>bitte ...................................................................................</w:t>
      </w:r>
      <w:proofErr w:type="gramEnd"/>
      <w:r w:rsidRPr="009B047C">
        <w:rPr>
          <w:sz w:val="24"/>
          <w:szCs w:val="24"/>
        </w:rPr>
        <w:t xml:space="preserve"> mit.</w:t>
      </w:r>
    </w:p>
    <w:p w:rsidR="004C77C9" w:rsidRPr="004C77C9" w:rsidRDefault="004C77C9" w:rsidP="004C77C9">
      <w:pPr>
        <w:ind w:left="360"/>
        <w:rPr>
          <w:sz w:val="24"/>
          <w:szCs w:val="24"/>
        </w:rPr>
      </w:pPr>
    </w:p>
    <w:p w:rsidR="004C77C9" w:rsidRDefault="004C77C9">
      <w:pPr>
        <w:rPr>
          <w:sz w:val="24"/>
          <w:szCs w:val="24"/>
        </w:rPr>
      </w:pPr>
    </w:p>
    <w:p w:rsidR="004C77C9" w:rsidRDefault="004C77C9">
      <w:pPr>
        <w:rPr>
          <w:sz w:val="24"/>
          <w:szCs w:val="24"/>
        </w:rPr>
      </w:pPr>
    </w:p>
    <w:p w:rsidR="004C77C9" w:rsidRDefault="004C77C9">
      <w:pPr>
        <w:rPr>
          <w:sz w:val="24"/>
          <w:szCs w:val="24"/>
        </w:rPr>
      </w:pPr>
    </w:p>
    <w:p w:rsidR="004C77C9" w:rsidRDefault="004C77C9">
      <w:pPr>
        <w:rPr>
          <w:sz w:val="24"/>
          <w:szCs w:val="24"/>
        </w:rPr>
      </w:pPr>
    </w:p>
    <w:p w:rsidR="004C77C9" w:rsidRDefault="004C77C9">
      <w:pPr>
        <w:rPr>
          <w:sz w:val="24"/>
          <w:szCs w:val="24"/>
        </w:rPr>
      </w:pPr>
    </w:p>
    <w:p w:rsidR="004C77C9" w:rsidRDefault="004C77C9">
      <w:pPr>
        <w:rPr>
          <w:sz w:val="24"/>
          <w:szCs w:val="24"/>
        </w:rPr>
      </w:pPr>
    </w:p>
    <w:p w:rsidR="004C77C9" w:rsidRDefault="004C77C9">
      <w:pPr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</w:t>
      </w:r>
    </w:p>
    <w:p w:rsidR="009B047C" w:rsidRDefault="009B047C">
      <w:pPr>
        <w:rPr>
          <w:sz w:val="24"/>
          <w:szCs w:val="24"/>
          <w:vertAlign w:val="superscript"/>
        </w:rPr>
      </w:pPr>
    </w:p>
    <w:p w:rsidR="009B047C" w:rsidRDefault="009B047C">
      <w:pPr>
        <w:rPr>
          <w:sz w:val="24"/>
          <w:szCs w:val="24"/>
          <w:vertAlign w:val="superscript"/>
        </w:rPr>
      </w:pPr>
    </w:p>
    <w:p w:rsidR="009B047C" w:rsidRPr="00481113" w:rsidRDefault="009B047C" w:rsidP="009B047C">
      <w:pPr>
        <w:tabs>
          <w:tab w:val="left" w:pos="1808"/>
        </w:tabs>
        <w:rPr>
          <w:b/>
          <w:sz w:val="44"/>
          <w:szCs w:val="44"/>
        </w:rPr>
      </w:pPr>
      <w:r>
        <w:rPr>
          <w:sz w:val="24"/>
          <w:szCs w:val="24"/>
        </w:rPr>
        <w:t xml:space="preserve">                      </w:t>
      </w:r>
      <w:r w:rsidRPr="00481113">
        <w:rPr>
          <w:b/>
          <w:sz w:val="44"/>
          <w:szCs w:val="44"/>
        </w:rPr>
        <w:t>Euer</w:t>
      </w:r>
    </w:p>
    <w:sectPr w:rsidR="009B047C" w:rsidRPr="00481113" w:rsidSect="00A3446C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A29" w:rsidRDefault="00570A29" w:rsidP="004C77C9">
      <w:pPr>
        <w:spacing w:after="0" w:line="240" w:lineRule="auto"/>
      </w:pPr>
      <w:r>
        <w:separator/>
      </w:r>
    </w:p>
  </w:endnote>
  <w:endnote w:type="continuationSeparator" w:id="0">
    <w:p w:rsidR="00570A29" w:rsidRDefault="00570A29" w:rsidP="004C7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A29" w:rsidRDefault="00570A29" w:rsidP="004C77C9">
      <w:pPr>
        <w:spacing w:after="0" w:line="240" w:lineRule="auto"/>
      </w:pPr>
      <w:r>
        <w:separator/>
      </w:r>
    </w:p>
  </w:footnote>
  <w:footnote w:type="continuationSeparator" w:id="0">
    <w:p w:rsidR="00570A29" w:rsidRDefault="00570A29" w:rsidP="004C7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16326"/>
    <w:multiLevelType w:val="hybridMultilevel"/>
    <w:tmpl w:val="C57EFFFA"/>
    <w:lvl w:ilvl="0" w:tplc="4948B25C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C77C9"/>
    <w:rsid w:val="00060638"/>
    <w:rsid w:val="000929FA"/>
    <w:rsid w:val="0011033F"/>
    <w:rsid w:val="001232A4"/>
    <w:rsid w:val="001320A7"/>
    <w:rsid w:val="0016692F"/>
    <w:rsid w:val="001A08C0"/>
    <w:rsid w:val="001F6D9B"/>
    <w:rsid w:val="002A22C2"/>
    <w:rsid w:val="00397A1C"/>
    <w:rsid w:val="003F1185"/>
    <w:rsid w:val="00481113"/>
    <w:rsid w:val="004C77C9"/>
    <w:rsid w:val="00514398"/>
    <w:rsid w:val="00570A29"/>
    <w:rsid w:val="005F06DF"/>
    <w:rsid w:val="005F410E"/>
    <w:rsid w:val="00662F57"/>
    <w:rsid w:val="006C0B51"/>
    <w:rsid w:val="00705207"/>
    <w:rsid w:val="007442A5"/>
    <w:rsid w:val="00785F4A"/>
    <w:rsid w:val="007D2A15"/>
    <w:rsid w:val="00801D22"/>
    <w:rsid w:val="008E181C"/>
    <w:rsid w:val="009B047C"/>
    <w:rsid w:val="009D4D36"/>
    <w:rsid w:val="00A3446C"/>
    <w:rsid w:val="00A75C0C"/>
    <w:rsid w:val="00B13E9E"/>
    <w:rsid w:val="00BB0B1F"/>
    <w:rsid w:val="00BC0AD8"/>
    <w:rsid w:val="00BD726E"/>
    <w:rsid w:val="00C94D48"/>
    <w:rsid w:val="00CA55C6"/>
    <w:rsid w:val="00CB43AC"/>
    <w:rsid w:val="00CE0F2D"/>
    <w:rsid w:val="00D17A3D"/>
    <w:rsid w:val="00D21EB4"/>
    <w:rsid w:val="00D46400"/>
    <w:rsid w:val="00D46FFE"/>
    <w:rsid w:val="00E077B9"/>
    <w:rsid w:val="00E374DC"/>
    <w:rsid w:val="00E43213"/>
    <w:rsid w:val="00EB4E5D"/>
    <w:rsid w:val="00F42FAD"/>
    <w:rsid w:val="00F647B2"/>
    <w:rsid w:val="00FC5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42A5"/>
    <w:pPr>
      <w:contextualSpacing/>
    </w:pPr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4C77C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C77C9"/>
    <w:rPr>
      <w:rFonts w:ascii="Times New Roman" w:hAnsi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C77C9"/>
    <w:rPr>
      <w:vertAlign w:val="superscript"/>
    </w:rPr>
  </w:style>
  <w:style w:type="paragraph" w:styleId="Listenabsatz">
    <w:name w:val="List Paragraph"/>
    <w:basedOn w:val="Standard"/>
    <w:uiPriority w:val="34"/>
    <w:qFormat/>
    <w:rsid w:val="004C77C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0046873-1407-4C08-8C3C-E620DCD454E8}"/>
</file>

<file path=customXml/itemProps3.xml><?xml version="1.0" encoding="utf-8"?>
<ds:datastoreItem xmlns:ds="http://schemas.openxmlformats.org/officeDocument/2006/customXml" ds:itemID="{3385A3A7-8B44-48B7-97A6-83FDF4041A2F}"/>
</file>

<file path=docProps/app.xml><?xml version="1.0" encoding="utf-8"?>
<Properties xmlns="http://schemas.openxmlformats.org/officeDocument/2006/extended-properties" xmlns:vt="http://schemas.openxmlformats.org/officeDocument/2006/docPropsVTypes">
  <Template>Einladung zum Geburtstag Vorlage</Template>
  <TotalTime>0</TotalTime>
  <Pages>1</Pages>
  <Words>48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Einladung zum Geburtstag</dc:title>
  <dc:creator/>
  <lastModifiedBy/>
  <revision>0</revision>
  <keywords/>
  <dcterms:modified xsi:type="dcterms:W3CDTF">2011-04-06T12:22:00.0000000Z</dcterms:modified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TC026163439991</vt:lpwstr>
  </property>
</Properties>
</file>