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8BC" w:rsidRPr="002C28BC" w:rsidRDefault="009854D9" w:rsidP="002C28BC">
      <w:pPr>
        <w:spacing w:line="240" w:lineRule="auto"/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EQUIPMENT RENTAL LIST</w:t>
      </w:r>
    </w:p>
    <w:tbl>
      <w:tblPr>
        <w:tblStyle w:val="TableGrid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44"/>
        <w:gridCol w:w="7361"/>
        <w:gridCol w:w="1701"/>
      </w:tblGrid>
      <w:tr w:rsidR="00513891" w:rsidTr="00461D31">
        <w:trPr>
          <w:trHeight w:val="627"/>
        </w:trPr>
        <w:tc>
          <w:tcPr>
            <w:tcW w:w="1144" w:type="dxa"/>
            <w:vAlign w:val="center"/>
          </w:tcPr>
          <w:p w:rsidR="00BA4D50" w:rsidRPr="005635B9" w:rsidRDefault="00BA4D50" w:rsidP="00513891">
            <w:pPr>
              <w:jc w:val="center"/>
              <w:rPr>
                <w:b/>
                <w:sz w:val="20"/>
                <w:szCs w:val="20"/>
              </w:rPr>
            </w:pPr>
            <w:r w:rsidRPr="005635B9">
              <w:rPr>
                <w:b/>
                <w:sz w:val="20"/>
                <w:szCs w:val="20"/>
              </w:rPr>
              <w:t>Units Available</w:t>
            </w:r>
          </w:p>
        </w:tc>
        <w:tc>
          <w:tcPr>
            <w:tcW w:w="7361" w:type="dxa"/>
            <w:tcBorders>
              <w:bottom w:val="single" w:sz="4" w:space="0" w:color="auto"/>
            </w:tcBorders>
            <w:vAlign w:val="center"/>
          </w:tcPr>
          <w:p w:rsidR="00BA4D50" w:rsidRPr="0030407F" w:rsidRDefault="00BA4D50" w:rsidP="00513891">
            <w:pPr>
              <w:jc w:val="center"/>
              <w:rPr>
                <w:b/>
                <w:sz w:val="24"/>
                <w:szCs w:val="24"/>
              </w:rPr>
            </w:pPr>
            <w:r w:rsidRPr="0030407F"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A4D50" w:rsidRPr="005635B9" w:rsidRDefault="00BA4D50" w:rsidP="00513891">
            <w:pPr>
              <w:jc w:val="center"/>
              <w:rPr>
                <w:b/>
                <w:sz w:val="20"/>
                <w:szCs w:val="20"/>
              </w:rPr>
            </w:pPr>
            <w:r w:rsidRPr="005635B9">
              <w:rPr>
                <w:b/>
                <w:sz w:val="20"/>
                <w:szCs w:val="20"/>
              </w:rPr>
              <w:t>Daily Rate</w:t>
            </w:r>
          </w:p>
        </w:tc>
      </w:tr>
      <w:tr w:rsidR="007E10C9" w:rsidTr="00BB1344">
        <w:trPr>
          <w:trHeight w:val="317"/>
        </w:trPr>
        <w:tc>
          <w:tcPr>
            <w:tcW w:w="10206" w:type="dxa"/>
            <w:gridSpan w:val="3"/>
          </w:tcPr>
          <w:p w:rsidR="007E10C9" w:rsidRPr="00682104" w:rsidRDefault="007E10C9" w:rsidP="006813C2">
            <w:pPr>
              <w:rPr>
                <w:b/>
                <w:sz w:val="24"/>
              </w:rPr>
            </w:pPr>
            <w:r w:rsidRPr="00682104">
              <w:rPr>
                <w:b/>
                <w:sz w:val="24"/>
              </w:rPr>
              <w:t>LIGHTING</w:t>
            </w:r>
          </w:p>
        </w:tc>
      </w:tr>
      <w:tr w:rsidR="00513891" w:rsidTr="00BB1344">
        <w:trPr>
          <w:trHeight w:val="658"/>
        </w:trPr>
        <w:tc>
          <w:tcPr>
            <w:tcW w:w="1144" w:type="dxa"/>
          </w:tcPr>
          <w:p w:rsidR="00BA4D50" w:rsidRDefault="00F75A25" w:rsidP="006813C2">
            <w:r>
              <w:t>1x</w:t>
            </w:r>
          </w:p>
          <w:p w:rsidR="00F75A25" w:rsidRDefault="00F75A25" w:rsidP="006813C2">
            <w:r>
              <w:t>1x</w:t>
            </w:r>
          </w:p>
          <w:p w:rsidR="00F75A25" w:rsidRDefault="00F75A25" w:rsidP="006813C2">
            <w:r>
              <w:t>1x</w:t>
            </w:r>
          </w:p>
          <w:p w:rsidR="00AC69E4" w:rsidRDefault="00AC69E4" w:rsidP="006813C2">
            <w:r>
              <w:t>1x</w:t>
            </w:r>
          </w:p>
        </w:tc>
        <w:tc>
          <w:tcPr>
            <w:tcW w:w="7361" w:type="dxa"/>
            <w:tcBorders>
              <w:top w:val="nil"/>
              <w:bottom w:val="single" w:sz="4" w:space="0" w:color="auto"/>
            </w:tcBorders>
          </w:tcPr>
          <w:p w:rsidR="00BA4D50" w:rsidRPr="00663F5A" w:rsidRDefault="00F75A25" w:rsidP="006813C2">
            <w:pPr>
              <w:rPr>
                <w:color w:val="0070C0"/>
              </w:rPr>
            </w:pPr>
            <w:r w:rsidRPr="00663F5A">
              <w:rPr>
                <w:color w:val="0070C0"/>
              </w:rPr>
              <w:t>LT Fresnel Kit w/stands</w:t>
            </w:r>
          </w:p>
          <w:p w:rsidR="00F75A25" w:rsidRPr="00663F5A" w:rsidRDefault="00F75A25" w:rsidP="006813C2">
            <w:pPr>
              <w:rPr>
                <w:color w:val="0070C0"/>
              </w:rPr>
            </w:pPr>
            <w:r w:rsidRPr="00663F5A">
              <w:rPr>
                <w:color w:val="0070C0"/>
              </w:rPr>
              <w:t>Kino Flo Kit w/stand</w:t>
            </w:r>
          </w:p>
          <w:p w:rsidR="00F75A25" w:rsidRDefault="00F75A25" w:rsidP="006813C2">
            <w:pPr>
              <w:rPr>
                <w:color w:val="0070C0"/>
              </w:rPr>
            </w:pPr>
            <w:r w:rsidRPr="00663F5A">
              <w:rPr>
                <w:color w:val="0070C0"/>
              </w:rPr>
              <w:t>2K w/stand</w:t>
            </w:r>
          </w:p>
          <w:p w:rsidR="00AC69E4" w:rsidRPr="00663F5A" w:rsidRDefault="00AC69E4" w:rsidP="006813C2">
            <w:pPr>
              <w:rPr>
                <w:color w:val="0070C0"/>
              </w:rPr>
            </w:pPr>
            <w:r>
              <w:rPr>
                <w:color w:val="0070C0"/>
              </w:rPr>
              <w:t>Redhead Kit</w:t>
            </w:r>
            <w:r w:rsidR="004A4D25">
              <w:rPr>
                <w:color w:val="0070C0"/>
              </w:rPr>
              <w:t xml:space="preserve"> w/stands &amp; gloves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BA4D50" w:rsidRDefault="00F5422F" w:rsidP="006813C2">
            <w:r>
              <w:t>$0.00</w:t>
            </w:r>
          </w:p>
          <w:p w:rsidR="00F5422F" w:rsidRDefault="00F5422F" w:rsidP="006813C2">
            <w:r>
              <w:t>$0.00</w:t>
            </w:r>
          </w:p>
          <w:p w:rsidR="00F75A25" w:rsidRDefault="00F5422F" w:rsidP="006813C2">
            <w:r>
              <w:t>$0.00</w:t>
            </w:r>
          </w:p>
          <w:p w:rsidR="00AC69E4" w:rsidRDefault="00AC69E4" w:rsidP="006813C2">
            <w:r>
              <w:t>$0.00</w:t>
            </w:r>
          </w:p>
        </w:tc>
      </w:tr>
      <w:tr w:rsidR="007E10C9" w:rsidRPr="00682104" w:rsidTr="00BB1344">
        <w:trPr>
          <w:trHeight w:val="289"/>
        </w:trPr>
        <w:tc>
          <w:tcPr>
            <w:tcW w:w="10206" w:type="dxa"/>
            <w:gridSpan w:val="3"/>
          </w:tcPr>
          <w:p w:rsidR="007E10C9" w:rsidRPr="00682104" w:rsidRDefault="007E10C9" w:rsidP="006813C2">
            <w:pPr>
              <w:rPr>
                <w:b/>
                <w:sz w:val="24"/>
              </w:rPr>
            </w:pPr>
            <w:r w:rsidRPr="00682104">
              <w:rPr>
                <w:b/>
                <w:sz w:val="24"/>
              </w:rPr>
              <w:t>LIGHTING ACCESSORIES</w:t>
            </w:r>
          </w:p>
        </w:tc>
      </w:tr>
      <w:tr w:rsidR="00BA4D50" w:rsidTr="00BB1344">
        <w:trPr>
          <w:trHeight w:val="697"/>
        </w:trPr>
        <w:tc>
          <w:tcPr>
            <w:tcW w:w="1144" w:type="dxa"/>
          </w:tcPr>
          <w:p w:rsidR="00BA4D50" w:rsidRDefault="00F75A25" w:rsidP="006813C2">
            <w:r>
              <w:t>1x</w:t>
            </w:r>
          </w:p>
          <w:p w:rsidR="00F75A25" w:rsidRDefault="00143F96" w:rsidP="006813C2">
            <w:r>
              <w:t>1</w:t>
            </w:r>
            <w:r w:rsidR="00F75A25">
              <w:t>x</w:t>
            </w:r>
          </w:p>
          <w:p w:rsidR="00F75A25" w:rsidRDefault="00F75A25" w:rsidP="006813C2">
            <w:r>
              <w:t>1x</w:t>
            </w:r>
          </w:p>
          <w:p w:rsidR="007867C9" w:rsidRDefault="007867C9" w:rsidP="006813C2">
            <w:r>
              <w:t>3x</w:t>
            </w:r>
          </w:p>
          <w:p w:rsidR="00F75A25" w:rsidRDefault="00F75A25" w:rsidP="006813C2">
            <w:r>
              <w:t>1x</w:t>
            </w:r>
          </w:p>
        </w:tc>
        <w:tc>
          <w:tcPr>
            <w:tcW w:w="7361" w:type="dxa"/>
            <w:tcBorders>
              <w:bottom w:val="single" w:sz="4" w:space="0" w:color="auto"/>
            </w:tcBorders>
          </w:tcPr>
          <w:p w:rsidR="00BA4D50" w:rsidRPr="00663F5A" w:rsidRDefault="00F75A25" w:rsidP="006813C2">
            <w:pPr>
              <w:rPr>
                <w:color w:val="0070C0"/>
              </w:rPr>
            </w:pPr>
            <w:r w:rsidRPr="00663F5A">
              <w:rPr>
                <w:color w:val="0070C0"/>
              </w:rPr>
              <w:t>Gel Box</w:t>
            </w:r>
          </w:p>
          <w:p w:rsidR="00F75A25" w:rsidRPr="00663F5A" w:rsidRDefault="00F75A25" w:rsidP="006813C2">
            <w:pPr>
              <w:rPr>
                <w:color w:val="0070C0"/>
              </w:rPr>
            </w:pPr>
            <w:r w:rsidRPr="00663F5A">
              <w:rPr>
                <w:color w:val="0070C0"/>
              </w:rPr>
              <w:t>Poly Reflector</w:t>
            </w:r>
          </w:p>
          <w:p w:rsidR="00F75A25" w:rsidRDefault="00F75A25" w:rsidP="006813C2">
            <w:pPr>
              <w:rPr>
                <w:color w:val="0070C0"/>
              </w:rPr>
            </w:pPr>
            <w:r w:rsidRPr="00663F5A">
              <w:rPr>
                <w:color w:val="0070C0"/>
              </w:rPr>
              <w:t>Flexi Reflector</w:t>
            </w:r>
          </w:p>
          <w:p w:rsidR="007867C9" w:rsidRPr="00663F5A" w:rsidRDefault="007867C9" w:rsidP="006813C2">
            <w:pPr>
              <w:rPr>
                <w:color w:val="0070C0"/>
              </w:rPr>
            </w:pPr>
            <w:r>
              <w:rPr>
                <w:color w:val="0070C0"/>
              </w:rPr>
              <w:t>Extension Cables</w:t>
            </w:r>
          </w:p>
          <w:p w:rsidR="00F75A25" w:rsidRDefault="00F75A25" w:rsidP="006813C2">
            <w:r w:rsidRPr="002D6A05">
              <w:rPr>
                <w:color w:val="7030A0"/>
              </w:rPr>
              <w:t>Surgical Lamp (Practical)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A4D50" w:rsidRDefault="00F5422F" w:rsidP="006813C2">
            <w:r>
              <w:t>$0.00</w:t>
            </w:r>
          </w:p>
          <w:p w:rsidR="00F5422F" w:rsidRDefault="00F5422F" w:rsidP="006813C2">
            <w:r>
              <w:t>$0.00</w:t>
            </w:r>
          </w:p>
          <w:p w:rsidR="00F5422F" w:rsidRDefault="006813C2" w:rsidP="006813C2">
            <w:r>
              <w:t>$0.00</w:t>
            </w:r>
          </w:p>
          <w:p w:rsidR="007867C9" w:rsidRDefault="007867C9" w:rsidP="006813C2">
            <w:r>
              <w:t>$0.00</w:t>
            </w:r>
          </w:p>
          <w:p w:rsidR="0014239D" w:rsidRDefault="00B27E54" w:rsidP="006813C2">
            <w:r>
              <w:t>$0.00</w:t>
            </w:r>
          </w:p>
        </w:tc>
      </w:tr>
      <w:tr w:rsidR="007E10C9" w:rsidRPr="00682104" w:rsidTr="00BB1344">
        <w:trPr>
          <w:trHeight w:val="282"/>
        </w:trPr>
        <w:tc>
          <w:tcPr>
            <w:tcW w:w="10206" w:type="dxa"/>
            <w:gridSpan w:val="3"/>
          </w:tcPr>
          <w:p w:rsidR="007E10C9" w:rsidRPr="00682104" w:rsidRDefault="007E10C9" w:rsidP="006813C2">
            <w:pPr>
              <w:rPr>
                <w:b/>
                <w:sz w:val="24"/>
              </w:rPr>
            </w:pPr>
            <w:r w:rsidRPr="00682104">
              <w:rPr>
                <w:b/>
                <w:sz w:val="24"/>
              </w:rPr>
              <w:t>CAMERA</w:t>
            </w:r>
          </w:p>
        </w:tc>
      </w:tr>
      <w:tr w:rsidR="00BA4D50" w:rsidTr="00BB1344">
        <w:trPr>
          <w:trHeight w:val="601"/>
        </w:trPr>
        <w:tc>
          <w:tcPr>
            <w:tcW w:w="1144" w:type="dxa"/>
          </w:tcPr>
          <w:p w:rsidR="00BA4D50" w:rsidRDefault="00F75A25" w:rsidP="006813C2">
            <w:r>
              <w:t>1x</w:t>
            </w:r>
          </w:p>
          <w:p w:rsidR="001D1FD4" w:rsidRDefault="00F75A25" w:rsidP="006813C2">
            <w:r>
              <w:t>1x</w:t>
            </w:r>
          </w:p>
        </w:tc>
        <w:tc>
          <w:tcPr>
            <w:tcW w:w="7361" w:type="dxa"/>
            <w:tcBorders>
              <w:bottom w:val="single" w:sz="4" w:space="0" w:color="auto"/>
            </w:tcBorders>
          </w:tcPr>
          <w:p w:rsidR="001D1FD4" w:rsidRDefault="00275C79" w:rsidP="00C61408">
            <w:pPr>
              <w:rPr>
                <w:color w:val="0070C0"/>
              </w:rPr>
            </w:pPr>
            <w:r>
              <w:rPr>
                <w:color w:val="0070C0"/>
              </w:rPr>
              <w:t xml:space="preserve">Asst. Zeiss </w:t>
            </w:r>
            <w:r w:rsidR="0059742B">
              <w:rPr>
                <w:color w:val="0070C0"/>
              </w:rPr>
              <w:t>Super16 Lenses</w:t>
            </w:r>
          </w:p>
          <w:p w:rsidR="00F42401" w:rsidRPr="00F42401" w:rsidRDefault="00F42401" w:rsidP="00C61408">
            <w:pPr>
              <w:rPr>
                <w:color w:val="FF0000"/>
              </w:rPr>
            </w:pPr>
            <w:r w:rsidRPr="00F03031">
              <w:rPr>
                <w:color w:val="FF0000"/>
              </w:rPr>
              <w:t>Panasonic GH3 w/batteries</w:t>
            </w:r>
            <w:r>
              <w:rPr>
                <w:color w:val="FF0000"/>
              </w:rPr>
              <w:t xml:space="preserve"> &amp; charger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A4D50" w:rsidRDefault="00F5422F" w:rsidP="006813C2">
            <w:r>
              <w:t>$0.00</w:t>
            </w:r>
          </w:p>
          <w:p w:rsidR="001D1FD4" w:rsidRDefault="00F5422F" w:rsidP="00C61408">
            <w:r>
              <w:t>$</w:t>
            </w:r>
            <w:r w:rsidR="00C61408">
              <w:t>0</w:t>
            </w:r>
            <w:r w:rsidR="00A8006F">
              <w:t>.00</w:t>
            </w:r>
          </w:p>
        </w:tc>
      </w:tr>
      <w:tr w:rsidR="007E10C9" w:rsidRPr="00682104" w:rsidTr="00BB1344">
        <w:trPr>
          <w:trHeight w:val="221"/>
        </w:trPr>
        <w:tc>
          <w:tcPr>
            <w:tcW w:w="10206" w:type="dxa"/>
            <w:gridSpan w:val="3"/>
          </w:tcPr>
          <w:p w:rsidR="007E10C9" w:rsidRPr="00682104" w:rsidRDefault="007E10C9" w:rsidP="006813C2">
            <w:pPr>
              <w:rPr>
                <w:b/>
                <w:sz w:val="24"/>
              </w:rPr>
            </w:pPr>
            <w:r w:rsidRPr="00682104">
              <w:rPr>
                <w:b/>
                <w:sz w:val="24"/>
              </w:rPr>
              <w:t>CAMERA ACCESSORIES</w:t>
            </w:r>
          </w:p>
        </w:tc>
      </w:tr>
      <w:tr w:rsidR="00BA4D50" w:rsidTr="00BB1344">
        <w:trPr>
          <w:trHeight w:val="658"/>
        </w:trPr>
        <w:tc>
          <w:tcPr>
            <w:tcW w:w="1144" w:type="dxa"/>
          </w:tcPr>
          <w:p w:rsidR="00F85C10" w:rsidRDefault="00F85C10" w:rsidP="006813C2">
            <w:r>
              <w:t>1x</w:t>
            </w:r>
          </w:p>
          <w:p w:rsidR="00F75A25" w:rsidRDefault="00F75A25" w:rsidP="006813C2"/>
          <w:p w:rsidR="004C258F" w:rsidRDefault="004C258F" w:rsidP="006813C2">
            <w:r>
              <w:t>1x</w:t>
            </w:r>
          </w:p>
          <w:p w:rsidR="00A01276" w:rsidRDefault="00A01276" w:rsidP="006813C2">
            <w:r>
              <w:t>1x</w:t>
            </w:r>
          </w:p>
          <w:p w:rsidR="0014295E" w:rsidRDefault="004C258F" w:rsidP="006813C2">
            <w:r>
              <w:t>1x</w:t>
            </w:r>
          </w:p>
          <w:p w:rsidR="006246B2" w:rsidRDefault="00DB16EB" w:rsidP="006813C2">
            <w:r>
              <w:t>1x</w:t>
            </w:r>
          </w:p>
          <w:p w:rsidR="00F75A25" w:rsidRDefault="00F75A25" w:rsidP="006813C2">
            <w:r>
              <w:t>1x</w:t>
            </w:r>
          </w:p>
          <w:p w:rsidR="00F75A25" w:rsidRDefault="00F75A25" w:rsidP="006813C2">
            <w:r>
              <w:t>1x</w:t>
            </w:r>
          </w:p>
          <w:p w:rsidR="00DE37A0" w:rsidRDefault="00DE37A0" w:rsidP="006813C2">
            <w:r>
              <w:t>1x</w:t>
            </w:r>
          </w:p>
        </w:tc>
        <w:tc>
          <w:tcPr>
            <w:tcW w:w="7361" w:type="dxa"/>
            <w:tcBorders>
              <w:bottom w:val="single" w:sz="4" w:space="0" w:color="auto"/>
            </w:tcBorders>
          </w:tcPr>
          <w:p w:rsidR="00F75A25" w:rsidRPr="00663F5A" w:rsidRDefault="00F75A25" w:rsidP="006813C2">
            <w:pPr>
              <w:rPr>
                <w:color w:val="0070C0"/>
              </w:rPr>
            </w:pPr>
            <w:r w:rsidRPr="00663F5A">
              <w:rPr>
                <w:color w:val="0070C0"/>
              </w:rPr>
              <w:t>Camera Assist Kit</w:t>
            </w:r>
          </w:p>
          <w:p w:rsidR="00F75A25" w:rsidRPr="00D32E24" w:rsidRDefault="00630BD3" w:rsidP="006813C2">
            <w:pPr>
              <w:rPr>
                <w:color w:val="0070C0"/>
              </w:rPr>
            </w:pPr>
            <w:r>
              <w:rPr>
                <w:color w:val="0070C0"/>
              </w:rPr>
              <w:t>Asst.</w:t>
            </w:r>
            <w:r w:rsidR="006246B2" w:rsidRPr="00D32E24">
              <w:rPr>
                <w:color w:val="0070C0"/>
              </w:rPr>
              <w:t xml:space="preserve"> </w:t>
            </w:r>
            <w:r w:rsidR="00F75A25" w:rsidRPr="00D32E24">
              <w:rPr>
                <w:color w:val="0070C0"/>
              </w:rPr>
              <w:t>Effect Filters</w:t>
            </w:r>
          </w:p>
          <w:p w:rsidR="0014295E" w:rsidRDefault="0014295E" w:rsidP="006813C2">
            <w:pPr>
              <w:rPr>
                <w:color w:val="FF0000"/>
              </w:rPr>
            </w:pPr>
            <w:r w:rsidRPr="00D32E24">
              <w:rPr>
                <w:color w:val="FF0000"/>
              </w:rPr>
              <w:t>Camera Cage w/Rail System</w:t>
            </w:r>
          </w:p>
          <w:p w:rsidR="00A01276" w:rsidRPr="00D32E24" w:rsidRDefault="00A01276" w:rsidP="006813C2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Glidecam</w:t>
            </w:r>
            <w:proofErr w:type="spellEnd"/>
          </w:p>
          <w:p w:rsidR="00F75A25" w:rsidRPr="00D32E24" w:rsidRDefault="00F75A25" w:rsidP="006813C2">
            <w:pPr>
              <w:rPr>
                <w:color w:val="FF0000"/>
              </w:rPr>
            </w:pPr>
            <w:r w:rsidRPr="00D32E24">
              <w:rPr>
                <w:color w:val="FF0000"/>
              </w:rPr>
              <w:t>HDMI Monitor w/ ¼” Magic Arm, HDMI Cable, batteries &amp; charger</w:t>
            </w:r>
          </w:p>
          <w:p w:rsidR="00F75A25" w:rsidRPr="00D32E24" w:rsidRDefault="00F75A25" w:rsidP="006813C2">
            <w:pPr>
              <w:rPr>
                <w:color w:val="FF0000"/>
              </w:rPr>
            </w:pPr>
            <w:r w:rsidRPr="00D32E24">
              <w:rPr>
                <w:color w:val="FF0000"/>
              </w:rPr>
              <w:t>Follow Focus</w:t>
            </w:r>
            <w:r w:rsidR="006E54E0" w:rsidRPr="00D32E24">
              <w:rPr>
                <w:color w:val="FF0000"/>
              </w:rPr>
              <w:t xml:space="preserve"> w/Lens Gears</w:t>
            </w:r>
          </w:p>
          <w:p w:rsidR="00F75A25" w:rsidRPr="00D32E24" w:rsidRDefault="00F75A25" w:rsidP="006813C2">
            <w:pPr>
              <w:rPr>
                <w:color w:val="FF0000"/>
              </w:rPr>
            </w:pPr>
            <w:r w:rsidRPr="00D32E24">
              <w:rPr>
                <w:color w:val="FF0000"/>
              </w:rPr>
              <w:t>Clapperboard w/whiteboard marker</w:t>
            </w:r>
          </w:p>
          <w:p w:rsidR="00A01276" w:rsidRPr="00D32E24" w:rsidRDefault="00DE37A0" w:rsidP="006813C2">
            <w:pPr>
              <w:rPr>
                <w:color w:val="FF0000"/>
              </w:rPr>
            </w:pPr>
            <w:r w:rsidRPr="00D32E24">
              <w:rPr>
                <w:color w:val="FF0000"/>
              </w:rPr>
              <w:t>Data Wrangling Laptop w/charger</w:t>
            </w:r>
          </w:p>
          <w:p w:rsidR="004C258F" w:rsidRPr="004C258F" w:rsidRDefault="008A4F79" w:rsidP="006813C2">
            <w:pPr>
              <w:rPr>
                <w:color w:val="7030A0"/>
              </w:rPr>
            </w:pPr>
            <w:r>
              <w:rPr>
                <w:color w:val="7030A0"/>
              </w:rPr>
              <w:t>Matte Box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5422F" w:rsidRDefault="0014239D" w:rsidP="006813C2">
            <w:r>
              <w:t>$0.00</w:t>
            </w:r>
          </w:p>
          <w:p w:rsidR="00A01276" w:rsidRDefault="0014239D" w:rsidP="006813C2">
            <w:r>
              <w:t>$0.00</w:t>
            </w:r>
          </w:p>
          <w:p w:rsidR="00F5422F" w:rsidRDefault="0014239D" w:rsidP="006813C2">
            <w:r>
              <w:t>$0.00</w:t>
            </w:r>
          </w:p>
          <w:p w:rsidR="00A01276" w:rsidRDefault="00A01276" w:rsidP="006813C2">
            <w:r>
              <w:t>$0.00</w:t>
            </w:r>
          </w:p>
          <w:p w:rsidR="00F5422F" w:rsidRDefault="0014239D" w:rsidP="006813C2">
            <w:r>
              <w:t>$</w:t>
            </w:r>
            <w:r w:rsidR="003A2EFA">
              <w:t>0.00</w:t>
            </w:r>
          </w:p>
          <w:p w:rsidR="00F5422F" w:rsidRDefault="00F5422F" w:rsidP="006813C2">
            <w:r>
              <w:t>$0.00</w:t>
            </w:r>
          </w:p>
          <w:p w:rsidR="00F5422F" w:rsidRDefault="00F5422F" w:rsidP="006813C2">
            <w:r>
              <w:t>$0.00</w:t>
            </w:r>
          </w:p>
          <w:p w:rsidR="00DE37A0" w:rsidRDefault="00DE37A0" w:rsidP="006813C2">
            <w:r>
              <w:t>$0.00</w:t>
            </w:r>
          </w:p>
          <w:p w:rsidR="004C258F" w:rsidRDefault="00465C9C" w:rsidP="008A4F79">
            <w:r>
              <w:t>$</w:t>
            </w:r>
            <w:r w:rsidR="008A4F79">
              <w:t>50.00</w:t>
            </w:r>
          </w:p>
        </w:tc>
      </w:tr>
      <w:tr w:rsidR="007E10C9" w:rsidRPr="00682104" w:rsidTr="00BB1344">
        <w:trPr>
          <w:trHeight w:val="196"/>
        </w:trPr>
        <w:tc>
          <w:tcPr>
            <w:tcW w:w="10206" w:type="dxa"/>
            <w:gridSpan w:val="3"/>
          </w:tcPr>
          <w:p w:rsidR="007E10C9" w:rsidRPr="00682104" w:rsidRDefault="007E10C9" w:rsidP="006813C2">
            <w:pPr>
              <w:rPr>
                <w:b/>
                <w:sz w:val="24"/>
              </w:rPr>
            </w:pPr>
            <w:r w:rsidRPr="00682104">
              <w:rPr>
                <w:b/>
                <w:sz w:val="24"/>
              </w:rPr>
              <w:t>GRIP</w:t>
            </w:r>
          </w:p>
        </w:tc>
      </w:tr>
      <w:tr w:rsidR="00BA4D50" w:rsidTr="00FA2FC0">
        <w:trPr>
          <w:trHeight w:val="251"/>
        </w:trPr>
        <w:tc>
          <w:tcPr>
            <w:tcW w:w="1144" w:type="dxa"/>
          </w:tcPr>
          <w:p w:rsidR="00BA4D50" w:rsidRDefault="004315D2" w:rsidP="006813C2">
            <w:r>
              <w:t>2</w:t>
            </w:r>
            <w:r w:rsidR="00F75A25">
              <w:t>x</w:t>
            </w:r>
          </w:p>
          <w:p w:rsidR="00A8006F" w:rsidRDefault="00A8006F" w:rsidP="006813C2">
            <w:r>
              <w:t>1x</w:t>
            </w:r>
          </w:p>
        </w:tc>
        <w:tc>
          <w:tcPr>
            <w:tcW w:w="7361" w:type="dxa"/>
            <w:tcBorders>
              <w:bottom w:val="single" w:sz="4" w:space="0" w:color="auto"/>
            </w:tcBorders>
          </w:tcPr>
          <w:p w:rsidR="00A8006F" w:rsidRDefault="004315D2" w:rsidP="006813C2">
            <w:pPr>
              <w:rPr>
                <w:color w:val="0070C0"/>
              </w:rPr>
            </w:pPr>
            <w:r>
              <w:rPr>
                <w:color w:val="0070C0"/>
              </w:rPr>
              <w:t>Miller DS20 Tripods w/Base Plates</w:t>
            </w:r>
          </w:p>
          <w:p w:rsidR="00F42401" w:rsidRPr="00F42401" w:rsidRDefault="00F42401" w:rsidP="00630BD3">
            <w:pPr>
              <w:rPr>
                <w:color w:val="FF0000"/>
              </w:rPr>
            </w:pPr>
            <w:r w:rsidRPr="00F03031">
              <w:rPr>
                <w:color w:val="FF0000"/>
              </w:rPr>
              <w:t>Dolly Slider w/</w:t>
            </w:r>
            <w:r w:rsidR="00630BD3">
              <w:rPr>
                <w:color w:val="FF0000"/>
              </w:rPr>
              <w:t>Fluid Head &amp; Base Plate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A4D50" w:rsidRDefault="00F5422F" w:rsidP="006813C2">
            <w:r>
              <w:t>$0.00</w:t>
            </w:r>
          </w:p>
          <w:p w:rsidR="00A8006F" w:rsidRDefault="00A8006F" w:rsidP="006813C2">
            <w:r>
              <w:t>$0.00</w:t>
            </w:r>
          </w:p>
        </w:tc>
      </w:tr>
      <w:tr w:rsidR="007E10C9" w:rsidRPr="00682104" w:rsidTr="00BB1344">
        <w:trPr>
          <w:trHeight w:val="287"/>
        </w:trPr>
        <w:tc>
          <w:tcPr>
            <w:tcW w:w="10206" w:type="dxa"/>
            <w:gridSpan w:val="3"/>
          </w:tcPr>
          <w:p w:rsidR="007E10C9" w:rsidRPr="00682104" w:rsidRDefault="007E10C9" w:rsidP="006813C2">
            <w:pPr>
              <w:rPr>
                <w:b/>
                <w:sz w:val="24"/>
              </w:rPr>
            </w:pPr>
            <w:r w:rsidRPr="00682104">
              <w:rPr>
                <w:b/>
                <w:sz w:val="24"/>
              </w:rPr>
              <w:t>GRIP ACCESSORIES</w:t>
            </w:r>
          </w:p>
        </w:tc>
      </w:tr>
      <w:tr w:rsidR="00B305FF" w:rsidTr="00BB1344">
        <w:trPr>
          <w:trHeight w:val="697"/>
        </w:trPr>
        <w:tc>
          <w:tcPr>
            <w:tcW w:w="1144" w:type="dxa"/>
          </w:tcPr>
          <w:p w:rsidR="00B305FF" w:rsidRDefault="00F75A25" w:rsidP="006813C2">
            <w:r>
              <w:t>3x</w:t>
            </w:r>
          </w:p>
          <w:p w:rsidR="00F75A25" w:rsidRDefault="00F75A25" w:rsidP="006813C2">
            <w:r>
              <w:t>5x</w:t>
            </w:r>
          </w:p>
          <w:p w:rsidR="00F75A25" w:rsidRDefault="00F75A25" w:rsidP="006813C2">
            <w:r>
              <w:t>3x</w:t>
            </w:r>
          </w:p>
          <w:p w:rsidR="00D418F5" w:rsidRDefault="00D418F5" w:rsidP="006813C2">
            <w:r>
              <w:t>1x</w:t>
            </w:r>
          </w:p>
          <w:p w:rsidR="00C61408" w:rsidRDefault="00C61408" w:rsidP="006813C2"/>
        </w:tc>
        <w:tc>
          <w:tcPr>
            <w:tcW w:w="7361" w:type="dxa"/>
            <w:tcBorders>
              <w:bottom w:val="single" w:sz="4" w:space="0" w:color="auto"/>
            </w:tcBorders>
          </w:tcPr>
          <w:p w:rsidR="00B305FF" w:rsidRPr="00663F5A" w:rsidRDefault="00F75A25" w:rsidP="006813C2">
            <w:pPr>
              <w:rPr>
                <w:color w:val="0070C0"/>
              </w:rPr>
            </w:pPr>
            <w:r w:rsidRPr="00663F5A">
              <w:rPr>
                <w:color w:val="0070C0"/>
              </w:rPr>
              <w:t>C-Stands</w:t>
            </w:r>
          </w:p>
          <w:p w:rsidR="00F75A25" w:rsidRPr="00663F5A" w:rsidRDefault="00F75A25" w:rsidP="006813C2">
            <w:pPr>
              <w:rPr>
                <w:color w:val="0070C0"/>
              </w:rPr>
            </w:pPr>
            <w:r w:rsidRPr="00663F5A">
              <w:rPr>
                <w:color w:val="0070C0"/>
              </w:rPr>
              <w:t>Shot Bags</w:t>
            </w:r>
          </w:p>
          <w:p w:rsidR="00F75A25" w:rsidRPr="00553854" w:rsidRDefault="00DB6D42" w:rsidP="006813C2">
            <w:pPr>
              <w:rPr>
                <w:color w:val="0070C0"/>
              </w:rPr>
            </w:pPr>
            <w:r>
              <w:rPr>
                <w:color w:val="0070C0"/>
              </w:rPr>
              <w:t>Asst. Cutters</w:t>
            </w:r>
          </w:p>
          <w:p w:rsidR="00D418F5" w:rsidRPr="00553854" w:rsidRDefault="008A4F79" w:rsidP="006813C2">
            <w:pPr>
              <w:rPr>
                <w:color w:val="0070C0"/>
              </w:rPr>
            </w:pPr>
            <w:r>
              <w:rPr>
                <w:color w:val="0070C0"/>
              </w:rPr>
              <w:t>Black Silk</w:t>
            </w:r>
          </w:p>
          <w:p w:rsidR="00C61408" w:rsidRPr="008A4F79" w:rsidRDefault="008A4F79" w:rsidP="006813C2">
            <w:pPr>
              <w:rPr>
                <w:color w:val="0070C0"/>
              </w:rPr>
            </w:pPr>
            <w:r w:rsidRPr="008A4F79">
              <w:rPr>
                <w:color w:val="0070C0"/>
              </w:rPr>
              <w:t>Asst. Camera Tape</w:t>
            </w:r>
          </w:p>
          <w:p w:rsidR="008A4F79" w:rsidRDefault="008A4F79" w:rsidP="006813C2">
            <w:r w:rsidRPr="008A4F79">
              <w:rPr>
                <w:color w:val="0070C0"/>
              </w:rPr>
              <w:t>Gaff Tape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305FF" w:rsidRDefault="00F5422F" w:rsidP="006813C2">
            <w:r>
              <w:t>$0.00</w:t>
            </w:r>
          </w:p>
          <w:p w:rsidR="00F5422F" w:rsidRDefault="00F5422F" w:rsidP="006813C2">
            <w:r>
              <w:t>$0.00</w:t>
            </w:r>
          </w:p>
          <w:p w:rsidR="00F5422F" w:rsidRDefault="00F5422F" w:rsidP="006813C2">
            <w:r>
              <w:t>$0.00</w:t>
            </w:r>
          </w:p>
          <w:p w:rsidR="004E6F8D" w:rsidRDefault="004E6F8D" w:rsidP="006813C2">
            <w:r>
              <w:t>$0.00</w:t>
            </w:r>
          </w:p>
          <w:p w:rsidR="004E6F8D" w:rsidRDefault="004E6F8D" w:rsidP="00C61408">
            <w:r>
              <w:t>$</w:t>
            </w:r>
            <w:r w:rsidR="008A4F79">
              <w:t>0.00</w:t>
            </w:r>
          </w:p>
          <w:p w:rsidR="00C61408" w:rsidRDefault="00C61408" w:rsidP="008A4F79">
            <w:r>
              <w:t>$</w:t>
            </w:r>
            <w:r w:rsidR="008A4F79">
              <w:t>0.00</w:t>
            </w:r>
          </w:p>
        </w:tc>
      </w:tr>
      <w:tr w:rsidR="007E10C9" w:rsidRPr="00682104" w:rsidTr="00BB1344">
        <w:trPr>
          <w:trHeight w:val="287"/>
        </w:trPr>
        <w:tc>
          <w:tcPr>
            <w:tcW w:w="10206" w:type="dxa"/>
            <w:gridSpan w:val="3"/>
          </w:tcPr>
          <w:p w:rsidR="007E10C9" w:rsidRPr="00682104" w:rsidRDefault="007E10C9" w:rsidP="006813C2">
            <w:pPr>
              <w:rPr>
                <w:b/>
                <w:sz w:val="24"/>
              </w:rPr>
            </w:pPr>
            <w:r w:rsidRPr="00682104">
              <w:rPr>
                <w:b/>
                <w:sz w:val="24"/>
              </w:rPr>
              <w:t>SOUND</w:t>
            </w:r>
          </w:p>
        </w:tc>
      </w:tr>
      <w:tr w:rsidR="00B305FF" w:rsidTr="00BB1344">
        <w:trPr>
          <w:trHeight w:val="697"/>
        </w:trPr>
        <w:tc>
          <w:tcPr>
            <w:tcW w:w="1144" w:type="dxa"/>
          </w:tcPr>
          <w:p w:rsidR="00B305FF" w:rsidRDefault="00936048" w:rsidP="006813C2">
            <w:r>
              <w:t>1x</w:t>
            </w:r>
          </w:p>
          <w:p w:rsidR="00936048" w:rsidRDefault="00936048" w:rsidP="006813C2">
            <w:r>
              <w:t>1x</w:t>
            </w:r>
          </w:p>
          <w:p w:rsidR="00936048" w:rsidRDefault="00936048" w:rsidP="006813C2">
            <w:r>
              <w:t>1x</w:t>
            </w:r>
          </w:p>
          <w:p w:rsidR="00E168ED" w:rsidRDefault="00E168ED" w:rsidP="006813C2">
            <w:r>
              <w:t>1x</w:t>
            </w:r>
          </w:p>
          <w:p w:rsidR="00E168ED" w:rsidRDefault="00E168ED" w:rsidP="006813C2">
            <w:r>
              <w:t>1x</w:t>
            </w:r>
          </w:p>
        </w:tc>
        <w:tc>
          <w:tcPr>
            <w:tcW w:w="7361" w:type="dxa"/>
            <w:tcBorders>
              <w:bottom w:val="single" w:sz="4" w:space="0" w:color="auto"/>
            </w:tcBorders>
          </w:tcPr>
          <w:p w:rsidR="00B305FF" w:rsidRDefault="00F75A25" w:rsidP="006813C2">
            <w:pPr>
              <w:rPr>
                <w:color w:val="0070C0"/>
              </w:rPr>
            </w:pPr>
            <w:r w:rsidRPr="00663F5A">
              <w:rPr>
                <w:color w:val="0070C0"/>
              </w:rPr>
              <w:t>Sennheiser 416 Audio Kit</w:t>
            </w:r>
          </w:p>
          <w:p w:rsidR="00FF7B48" w:rsidRPr="00663F5A" w:rsidRDefault="00FF7B48" w:rsidP="006813C2">
            <w:pPr>
              <w:rPr>
                <w:color w:val="0070C0"/>
              </w:rPr>
            </w:pPr>
            <w:r>
              <w:rPr>
                <w:color w:val="0070C0"/>
              </w:rPr>
              <w:t>Sound Devices 552 Mixer</w:t>
            </w:r>
          </w:p>
          <w:p w:rsidR="00F75A25" w:rsidRPr="00663F5A" w:rsidRDefault="00F75A25" w:rsidP="006813C2">
            <w:pPr>
              <w:rPr>
                <w:color w:val="0070C0"/>
              </w:rPr>
            </w:pPr>
            <w:r w:rsidRPr="00663F5A">
              <w:rPr>
                <w:color w:val="0070C0"/>
              </w:rPr>
              <w:t>Boom Pole</w:t>
            </w:r>
          </w:p>
          <w:p w:rsidR="00F75A25" w:rsidRDefault="00FF7B48" w:rsidP="006813C2">
            <w:pPr>
              <w:rPr>
                <w:color w:val="FF0000"/>
              </w:rPr>
            </w:pPr>
            <w:r>
              <w:rPr>
                <w:color w:val="FF0000"/>
              </w:rPr>
              <w:t>Tascam DR-100 Field Recorder</w:t>
            </w:r>
          </w:p>
          <w:p w:rsidR="00FF7B48" w:rsidRDefault="00FF7B48" w:rsidP="006813C2">
            <w:r>
              <w:rPr>
                <w:color w:val="FF0000"/>
              </w:rPr>
              <w:t>Zoom Field Recorder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305FF" w:rsidRDefault="00F5422F" w:rsidP="006813C2">
            <w:r>
              <w:t>$0.00</w:t>
            </w:r>
          </w:p>
          <w:p w:rsidR="00F5422F" w:rsidRDefault="00F5422F" w:rsidP="006813C2">
            <w:r>
              <w:t>$0.00</w:t>
            </w:r>
          </w:p>
          <w:p w:rsidR="00F5422F" w:rsidRDefault="00F5422F" w:rsidP="006813C2">
            <w:r>
              <w:t>$0.00</w:t>
            </w:r>
          </w:p>
          <w:p w:rsidR="00B0014F" w:rsidRDefault="00B0014F" w:rsidP="006813C2">
            <w:r>
              <w:t>$0.00</w:t>
            </w:r>
          </w:p>
          <w:p w:rsidR="00B0014F" w:rsidRDefault="00B0014F" w:rsidP="006813C2">
            <w:r>
              <w:t>$0.00</w:t>
            </w:r>
          </w:p>
        </w:tc>
      </w:tr>
      <w:tr w:rsidR="007E10C9" w:rsidRPr="00682104" w:rsidTr="00BB1344">
        <w:trPr>
          <w:trHeight w:val="287"/>
        </w:trPr>
        <w:tc>
          <w:tcPr>
            <w:tcW w:w="10206" w:type="dxa"/>
            <w:gridSpan w:val="3"/>
          </w:tcPr>
          <w:p w:rsidR="007E10C9" w:rsidRPr="00682104" w:rsidRDefault="007E10C9" w:rsidP="006813C2">
            <w:pPr>
              <w:rPr>
                <w:b/>
                <w:sz w:val="24"/>
              </w:rPr>
            </w:pPr>
            <w:r w:rsidRPr="00682104">
              <w:rPr>
                <w:b/>
                <w:sz w:val="24"/>
              </w:rPr>
              <w:t>SOUND ACCESSORIES</w:t>
            </w:r>
          </w:p>
        </w:tc>
      </w:tr>
      <w:tr w:rsidR="00BA4D50" w:rsidTr="00022F1D">
        <w:trPr>
          <w:trHeight w:val="549"/>
        </w:trPr>
        <w:tc>
          <w:tcPr>
            <w:tcW w:w="1144" w:type="dxa"/>
          </w:tcPr>
          <w:p w:rsidR="00BA4D50" w:rsidRDefault="00663F5A" w:rsidP="006813C2">
            <w:r>
              <w:t>1</w:t>
            </w:r>
            <w:r w:rsidR="008032CF">
              <w:t>x</w:t>
            </w:r>
          </w:p>
          <w:p w:rsidR="00C06910" w:rsidRDefault="00663F5A" w:rsidP="006813C2">
            <w:r>
              <w:t>1</w:t>
            </w:r>
            <w:r w:rsidR="008032CF">
              <w:t>x</w:t>
            </w:r>
          </w:p>
          <w:p w:rsidR="00FD6BEE" w:rsidRDefault="00FD6BEE" w:rsidP="006813C2"/>
        </w:tc>
        <w:tc>
          <w:tcPr>
            <w:tcW w:w="7361" w:type="dxa"/>
          </w:tcPr>
          <w:p w:rsidR="00C06910" w:rsidRPr="00C06910" w:rsidRDefault="00FF7B48" w:rsidP="006813C2">
            <w:pPr>
              <w:rPr>
                <w:color w:val="FF0000"/>
              </w:rPr>
            </w:pPr>
            <w:r>
              <w:rPr>
                <w:color w:val="FF0000"/>
              </w:rPr>
              <w:t xml:space="preserve">10M+ </w:t>
            </w:r>
            <w:r w:rsidR="00C06910" w:rsidRPr="00C06910">
              <w:rPr>
                <w:color w:val="FF0000"/>
              </w:rPr>
              <w:t>XLR Cable</w:t>
            </w:r>
          </w:p>
          <w:p w:rsidR="00C06910" w:rsidRDefault="00FF7B48" w:rsidP="006813C2">
            <w:pPr>
              <w:rPr>
                <w:color w:val="FF0000"/>
              </w:rPr>
            </w:pPr>
            <w:r>
              <w:rPr>
                <w:color w:val="FF0000"/>
              </w:rPr>
              <w:t xml:space="preserve">Sennheiser HD280 </w:t>
            </w:r>
            <w:r w:rsidR="00C06910" w:rsidRPr="00C06910">
              <w:rPr>
                <w:color w:val="FF0000"/>
              </w:rPr>
              <w:t>Headphones</w:t>
            </w:r>
          </w:p>
          <w:p w:rsidR="00553854" w:rsidRDefault="00553854" w:rsidP="006813C2">
            <w:r w:rsidRPr="00E17188">
              <w:rPr>
                <w:color w:val="7030A0"/>
              </w:rPr>
              <w:t>AA Batteries</w:t>
            </w:r>
          </w:p>
        </w:tc>
        <w:tc>
          <w:tcPr>
            <w:tcW w:w="1701" w:type="dxa"/>
          </w:tcPr>
          <w:p w:rsidR="00BA4D50" w:rsidRDefault="00F5422F" w:rsidP="006813C2">
            <w:r>
              <w:t>$0.00</w:t>
            </w:r>
          </w:p>
          <w:p w:rsidR="00903290" w:rsidRDefault="00F5422F" w:rsidP="006813C2">
            <w:r>
              <w:t>$0.00</w:t>
            </w:r>
          </w:p>
          <w:p w:rsidR="00553854" w:rsidRDefault="00553854" w:rsidP="00E17188">
            <w:r>
              <w:t>$</w:t>
            </w:r>
            <w:r w:rsidR="008A4F79">
              <w:t>0.00</w:t>
            </w:r>
          </w:p>
        </w:tc>
      </w:tr>
      <w:tr w:rsidR="00AE7663" w:rsidTr="00BA6481">
        <w:trPr>
          <w:trHeight w:val="471"/>
        </w:trPr>
        <w:tc>
          <w:tcPr>
            <w:tcW w:w="8505" w:type="dxa"/>
            <w:gridSpan w:val="2"/>
            <w:vAlign w:val="center"/>
          </w:tcPr>
          <w:p w:rsidR="00AE7663" w:rsidRPr="002F27D1" w:rsidRDefault="00AE7663" w:rsidP="00AE7663">
            <w:pPr>
              <w:jc w:val="center"/>
              <w:rPr>
                <w:b/>
                <w:sz w:val="28"/>
              </w:rPr>
            </w:pPr>
            <w:r w:rsidRPr="002F27D1">
              <w:rPr>
                <w:b/>
                <w:sz w:val="28"/>
              </w:rPr>
              <w:t>TOTAL COST</w:t>
            </w:r>
          </w:p>
        </w:tc>
        <w:tc>
          <w:tcPr>
            <w:tcW w:w="1701" w:type="dxa"/>
            <w:vAlign w:val="center"/>
          </w:tcPr>
          <w:p w:rsidR="00AE7663" w:rsidRPr="002F27D1" w:rsidRDefault="003A2EFA" w:rsidP="00A648F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$</w:t>
            </w:r>
            <w:r w:rsidR="00A648F0">
              <w:rPr>
                <w:b/>
                <w:sz w:val="28"/>
              </w:rPr>
              <w:t>50</w:t>
            </w:r>
            <w:bookmarkStart w:id="0" w:name="_GoBack"/>
            <w:bookmarkEnd w:id="0"/>
          </w:p>
        </w:tc>
      </w:tr>
    </w:tbl>
    <w:p w:rsidR="002D6A05" w:rsidRDefault="002D6A05" w:rsidP="00FA2FC0">
      <w:pPr>
        <w:spacing w:after="0" w:line="240" w:lineRule="auto"/>
      </w:pPr>
      <w:r w:rsidRPr="002D6A05">
        <w:rPr>
          <w:color w:val="7030A0"/>
        </w:rPr>
        <w:t xml:space="preserve">Purple </w:t>
      </w:r>
      <w:r>
        <w:t>– Source Externally</w:t>
      </w:r>
    </w:p>
    <w:p w:rsidR="002D6A05" w:rsidRDefault="002D6A05" w:rsidP="00FA2FC0">
      <w:pPr>
        <w:spacing w:after="0" w:line="240" w:lineRule="auto"/>
      </w:pPr>
      <w:r w:rsidRPr="002D6A05">
        <w:rPr>
          <w:color w:val="0070C0"/>
        </w:rPr>
        <w:t xml:space="preserve">Blue </w:t>
      </w:r>
      <w:r>
        <w:t>–</w:t>
      </w:r>
      <w:r w:rsidR="008945FF">
        <w:t xml:space="preserve"> C.I.T.</w:t>
      </w:r>
      <w:r>
        <w:t xml:space="preserve"> Equipment</w:t>
      </w:r>
    </w:p>
    <w:p w:rsidR="00AC7850" w:rsidRPr="008F7C9A" w:rsidRDefault="002D6A05" w:rsidP="009854D9">
      <w:pPr>
        <w:spacing w:after="0" w:line="240" w:lineRule="auto"/>
      </w:pPr>
      <w:r w:rsidRPr="002D6A05">
        <w:rPr>
          <w:color w:val="FF0000"/>
        </w:rPr>
        <w:t xml:space="preserve">Red </w:t>
      </w:r>
      <w:r>
        <w:t>– Crew Equipment</w:t>
      </w:r>
    </w:p>
    <w:sectPr w:rsidR="00AC7850" w:rsidRPr="008F7C9A" w:rsidSect="002A5F22">
      <w:headerReference w:type="default" r:id="rId7"/>
      <w:footerReference w:type="default" r:id="rId8"/>
      <w:pgSz w:w="11906" w:h="16838"/>
      <w:pgMar w:top="709" w:right="1440" w:bottom="284" w:left="1440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05A" w:rsidRDefault="0098305A" w:rsidP="009854D9">
      <w:pPr>
        <w:spacing w:after="0" w:line="240" w:lineRule="auto"/>
      </w:pPr>
      <w:r>
        <w:separator/>
      </w:r>
    </w:p>
  </w:endnote>
  <w:endnote w:type="continuationSeparator" w:id="0">
    <w:p w:rsidR="0098305A" w:rsidRDefault="0098305A" w:rsidP="00985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4D9" w:rsidRPr="009854D9" w:rsidRDefault="009854D9" w:rsidP="002A5F22">
    <w:pPr>
      <w:pStyle w:val="Footer"/>
      <w:tabs>
        <w:tab w:val="clear" w:pos="9026"/>
        <w:tab w:val="right" w:pos="9639"/>
      </w:tabs>
      <w:ind w:left="-567"/>
    </w:pPr>
    <w:r w:rsidRPr="009854D9">
      <w:t>PRODUCER | RACHEL MARKUS</w:t>
    </w:r>
    <w:r w:rsidRPr="009854D9">
      <w:tab/>
    </w:r>
    <w:r w:rsidRPr="009854D9">
      <w:tab/>
      <w:t>THE COOCH &amp; C.I.T.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05A" w:rsidRDefault="0098305A" w:rsidP="009854D9">
      <w:pPr>
        <w:spacing w:after="0" w:line="240" w:lineRule="auto"/>
      </w:pPr>
      <w:r>
        <w:separator/>
      </w:r>
    </w:p>
  </w:footnote>
  <w:footnote w:type="continuationSeparator" w:id="0">
    <w:p w:rsidR="0098305A" w:rsidRDefault="0098305A" w:rsidP="00985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E84" w:rsidRDefault="00A648F0" w:rsidP="002A5F22">
    <w:pPr>
      <w:pStyle w:val="Header"/>
      <w:tabs>
        <w:tab w:val="clear" w:pos="9026"/>
        <w:tab w:val="right" w:pos="9639"/>
      </w:tabs>
      <w:ind w:left="-567"/>
    </w:pPr>
    <w:r>
      <w:t>SUNBEAR TVC | 2013</w:t>
    </w:r>
    <w:r>
      <w:tab/>
    </w:r>
    <w:r>
      <w:tab/>
      <w:t>18/08</w:t>
    </w:r>
    <w:r w:rsidR="00EA7E84">
      <w:t>/13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D30"/>
    <w:rsid w:val="0002223F"/>
    <w:rsid w:val="00022F1D"/>
    <w:rsid w:val="000332ED"/>
    <w:rsid w:val="000609CA"/>
    <w:rsid w:val="00095FF7"/>
    <w:rsid w:val="000D4A23"/>
    <w:rsid w:val="000E4792"/>
    <w:rsid w:val="000F3688"/>
    <w:rsid w:val="0014239D"/>
    <w:rsid w:val="0014295E"/>
    <w:rsid w:val="00143F96"/>
    <w:rsid w:val="001449DF"/>
    <w:rsid w:val="00172622"/>
    <w:rsid w:val="001904AB"/>
    <w:rsid w:val="001D1FD4"/>
    <w:rsid w:val="00275C79"/>
    <w:rsid w:val="002A5F22"/>
    <w:rsid w:val="002C28BC"/>
    <w:rsid w:val="002D6A05"/>
    <w:rsid w:val="002F27D1"/>
    <w:rsid w:val="0030407F"/>
    <w:rsid w:val="00340249"/>
    <w:rsid w:val="003420AE"/>
    <w:rsid w:val="00374F0B"/>
    <w:rsid w:val="00395D97"/>
    <w:rsid w:val="003A2EFA"/>
    <w:rsid w:val="004315D2"/>
    <w:rsid w:val="00452BC4"/>
    <w:rsid w:val="00461D31"/>
    <w:rsid w:val="00465C9C"/>
    <w:rsid w:val="004A4D25"/>
    <w:rsid w:val="004B1CE9"/>
    <w:rsid w:val="004C1629"/>
    <w:rsid w:val="004C258F"/>
    <w:rsid w:val="004E6F8D"/>
    <w:rsid w:val="00513891"/>
    <w:rsid w:val="005177CF"/>
    <w:rsid w:val="00553854"/>
    <w:rsid w:val="005635B9"/>
    <w:rsid w:val="0059512D"/>
    <w:rsid w:val="0059742B"/>
    <w:rsid w:val="005A67AC"/>
    <w:rsid w:val="005C2A1F"/>
    <w:rsid w:val="005C74E6"/>
    <w:rsid w:val="005E67C9"/>
    <w:rsid w:val="006246B2"/>
    <w:rsid w:val="00630BD3"/>
    <w:rsid w:val="00663F5A"/>
    <w:rsid w:val="006741D3"/>
    <w:rsid w:val="00674380"/>
    <w:rsid w:val="006813C2"/>
    <w:rsid w:val="00682104"/>
    <w:rsid w:val="006A0F31"/>
    <w:rsid w:val="006E54E0"/>
    <w:rsid w:val="00724D5A"/>
    <w:rsid w:val="00731B5A"/>
    <w:rsid w:val="00757202"/>
    <w:rsid w:val="007752FE"/>
    <w:rsid w:val="007828CE"/>
    <w:rsid w:val="007867C9"/>
    <w:rsid w:val="00795D30"/>
    <w:rsid w:val="007E10C9"/>
    <w:rsid w:val="007F7279"/>
    <w:rsid w:val="008032CF"/>
    <w:rsid w:val="00874E16"/>
    <w:rsid w:val="00890532"/>
    <w:rsid w:val="008945FF"/>
    <w:rsid w:val="008A4F79"/>
    <w:rsid w:val="008B0B20"/>
    <w:rsid w:val="008F331D"/>
    <w:rsid w:val="008F7C9A"/>
    <w:rsid w:val="00903290"/>
    <w:rsid w:val="00936048"/>
    <w:rsid w:val="0098305A"/>
    <w:rsid w:val="009854D9"/>
    <w:rsid w:val="00993761"/>
    <w:rsid w:val="009A00D5"/>
    <w:rsid w:val="009F2313"/>
    <w:rsid w:val="00A01276"/>
    <w:rsid w:val="00A217B4"/>
    <w:rsid w:val="00A56318"/>
    <w:rsid w:val="00A648F0"/>
    <w:rsid w:val="00A8006F"/>
    <w:rsid w:val="00AC69E4"/>
    <w:rsid w:val="00AC7850"/>
    <w:rsid w:val="00AE7663"/>
    <w:rsid w:val="00B0014F"/>
    <w:rsid w:val="00B26955"/>
    <w:rsid w:val="00B27E54"/>
    <w:rsid w:val="00B305FF"/>
    <w:rsid w:val="00B67CA0"/>
    <w:rsid w:val="00B97230"/>
    <w:rsid w:val="00BA4D50"/>
    <w:rsid w:val="00BA6481"/>
    <w:rsid w:val="00BA751D"/>
    <w:rsid w:val="00BB1344"/>
    <w:rsid w:val="00BF2012"/>
    <w:rsid w:val="00C00D01"/>
    <w:rsid w:val="00C06910"/>
    <w:rsid w:val="00C61408"/>
    <w:rsid w:val="00CB176E"/>
    <w:rsid w:val="00CD686B"/>
    <w:rsid w:val="00D00EDF"/>
    <w:rsid w:val="00D30F62"/>
    <w:rsid w:val="00D32E24"/>
    <w:rsid w:val="00D418F5"/>
    <w:rsid w:val="00D61844"/>
    <w:rsid w:val="00DB16EB"/>
    <w:rsid w:val="00DB6D42"/>
    <w:rsid w:val="00DE37A0"/>
    <w:rsid w:val="00E07EF2"/>
    <w:rsid w:val="00E168ED"/>
    <w:rsid w:val="00E17188"/>
    <w:rsid w:val="00E54D80"/>
    <w:rsid w:val="00E75736"/>
    <w:rsid w:val="00EA7E84"/>
    <w:rsid w:val="00EF11D8"/>
    <w:rsid w:val="00F03031"/>
    <w:rsid w:val="00F06D3E"/>
    <w:rsid w:val="00F42401"/>
    <w:rsid w:val="00F5422F"/>
    <w:rsid w:val="00F744AE"/>
    <w:rsid w:val="00F75A25"/>
    <w:rsid w:val="00F85C10"/>
    <w:rsid w:val="00FA2FC0"/>
    <w:rsid w:val="00FC21E0"/>
    <w:rsid w:val="00FD6BEE"/>
    <w:rsid w:val="00F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4D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3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8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854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54D9"/>
  </w:style>
  <w:style w:type="paragraph" w:styleId="Footer">
    <w:name w:val="footer"/>
    <w:basedOn w:val="Normal"/>
    <w:link w:val="FooterChar"/>
    <w:uiPriority w:val="99"/>
    <w:unhideWhenUsed/>
    <w:rsid w:val="009854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54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4D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3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8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854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54D9"/>
  </w:style>
  <w:style w:type="paragraph" w:styleId="Footer">
    <w:name w:val="footer"/>
    <w:basedOn w:val="Normal"/>
    <w:link w:val="FooterChar"/>
    <w:uiPriority w:val="99"/>
    <w:unhideWhenUsed/>
    <w:rsid w:val="009854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5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Downloads\16%20Equipment%20Rental%20Li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16 Equipment Rental List</Template>
  <TotalTime>421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TAFE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105</cp:revision>
  <dcterms:created xsi:type="dcterms:W3CDTF">2013-06-17T09:29:00Z</dcterms:created>
  <dcterms:modified xsi:type="dcterms:W3CDTF">2013-08-18T12:27:00Z</dcterms:modified>
</cp:coreProperties>
</file>