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BD" w:rsidRPr="003163ED" w:rsidRDefault="003163ED" w:rsidP="003163ED">
      <w:pPr>
        <w:pBdr>
          <w:bottom w:val="single" w:sz="24" w:space="1" w:color="auto"/>
        </w:pBdr>
        <w:rPr>
          <w:b/>
          <w:sz w:val="32"/>
          <w:szCs w:val="32"/>
        </w:rPr>
      </w:pPr>
      <w:r w:rsidRPr="003163ED">
        <w:rPr>
          <w:b/>
          <w:sz w:val="32"/>
          <w:szCs w:val="32"/>
        </w:rPr>
        <w:t>Jennifer Garcia</w:t>
      </w:r>
    </w:p>
    <w:p w:rsidR="003163ED" w:rsidRPr="003163ED" w:rsidRDefault="003163ED" w:rsidP="004A6D40">
      <w:pPr>
        <w:jc w:val="right"/>
        <w:rPr>
          <w:b/>
          <w:sz w:val="24"/>
          <w:szCs w:val="24"/>
        </w:rPr>
      </w:pPr>
      <w:r w:rsidRPr="003163ED">
        <w:rPr>
          <w:b/>
          <w:sz w:val="24"/>
          <w:szCs w:val="24"/>
        </w:rPr>
        <w:t>1776 Bay Cliff Drive, Tampa, FL 33602</w:t>
      </w:r>
    </w:p>
    <w:p w:rsidR="003163ED" w:rsidRPr="003163ED" w:rsidRDefault="003163ED" w:rsidP="004A6D40">
      <w:pPr>
        <w:jc w:val="right"/>
        <w:rPr>
          <w:b/>
          <w:sz w:val="24"/>
          <w:szCs w:val="24"/>
        </w:rPr>
      </w:pPr>
      <w:r w:rsidRPr="003163ED">
        <w:rPr>
          <w:b/>
          <w:sz w:val="24"/>
          <w:szCs w:val="24"/>
        </w:rPr>
        <w:t>(727) 555-0347 jgarcia@alcona.net</w:t>
      </w:r>
    </w:p>
    <w:p w:rsidR="003163ED" w:rsidRDefault="003163ED">
      <w:bookmarkStart w:id="0" w:name="_GoBack"/>
      <w:bookmarkEnd w:id="0"/>
    </w:p>
    <w:sectPr w:rsidR="00316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40"/>
    <w:rsid w:val="001576CD"/>
    <w:rsid w:val="003163ED"/>
    <w:rsid w:val="004A6D40"/>
    <w:rsid w:val="00F5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3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Suarez_Victor_hw04B_Cover_Lete.dotx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Pony LTC.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 Suarez</cp:lastModifiedBy>
  <cp:revision>1</cp:revision>
  <dcterms:created xsi:type="dcterms:W3CDTF">2013-10-08T00:06:00Z</dcterms:created>
  <dcterms:modified xsi:type="dcterms:W3CDTF">2013-10-08T00:07:00Z</dcterms:modified>
</cp:coreProperties>
</file>