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AD1" w:rsidRDefault="00CC12A6" w:rsidP="007E2345">
      <w:pPr>
        <w:spacing w:after="120" w:line="240" w:lineRule="auto"/>
        <w:jc w:val="both"/>
        <w:rPr>
          <w:highlight w:val="yellow"/>
        </w:rPr>
      </w:pPr>
      <w:bookmarkStart w:id="0" w:name="_GoBack"/>
      <w:bookmarkEnd w:id="0"/>
      <w:r w:rsidRPr="00CC12A6">
        <w:rPr>
          <w:smallCaps/>
          <w:highlight w:val="yellow"/>
        </w:rPr>
        <w:t>Polecenie</w:t>
      </w:r>
      <w:r>
        <w:rPr>
          <w:highlight w:val="yellow"/>
        </w:rPr>
        <w:t>:</w:t>
      </w:r>
      <w:r w:rsidR="00C60529">
        <w:rPr>
          <w:highlight w:val="yellow"/>
        </w:rPr>
        <w:t xml:space="preserve"> </w:t>
      </w:r>
      <w:r w:rsidR="000F3AD1">
        <w:rPr>
          <w:highlight w:val="yellow"/>
        </w:rPr>
        <w:t>Poniżej znajduje się trójpoziomowa lista kategorii towarów sprzedawanych w pewnym sklepie internetowym. Zdefiniuj (zaprojektuj) nową listę wielopoziomową i zastosuj ją do wymienionych pozycji. Pamiętaj, by każd</w:t>
      </w:r>
      <w:r w:rsidR="00D2365D">
        <w:rPr>
          <w:highlight w:val="yellow"/>
        </w:rPr>
        <w:t>ą</w:t>
      </w:r>
      <w:r w:rsidR="000F3AD1">
        <w:rPr>
          <w:highlight w:val="yellow"/>
        </w:rPr>
        <w:t xml:space="preserve"> z nich umieścić na odpowiednim, logicznym poziomie.</w:t>
      </w:r>
    </w:p>
    <w:p w:rsidR="000F3AD1" w:rsidRDefault="000F3AD1" w:rsidP="000F3AD1">
      <w:pPr>
        <w:spacing w:after="120" w:line="240" w:lineRule="auto"/>
        <w:jc w:val="both"/>
        <w:rPr>
          <w:highlight w:val="yellow"/>
        </w:rPr>
      </w:pPr>
      <w:r>
        <w:rPr>
          <w:highlight w:val="yellow"/>
        </w:rPr>
        <w:t>Po wykonaniu powyższego zadania dopisz 2</w:t>
      </w:r>
      <w:r w:rsidR="00D2365D">
        <w:rPr>
          <w:highlight w:val="yellow"/>
        </w:rPr>
        <w:t>−</w:t>
      </w:r>
      <w:r>
        <w:rPr>
          <w:highlight w:val="yellow"/>
        </w:rPr>
        <w:t>3 nowe kategorie do listy.</w:t>
      </w:r>
    </w:p>
    <w:p w:rsidR="00355169" w:rsidRDefault="002318BD" w:rsidP="002318BD">
      <w:pPr>
        <w:pStyle w:val="Nagwek1"/>
      </w:pPr>
      <w:r>
        <w:t>Lista wielopoziomowa</w:t>
      </w:r>
    </w:p>
    <w:p w:rsidR="002318BD" w:rsidRDefault="002318BD" w:rsidP="00091F23">
      <w:pPr>
        <w:pStyle w:val="Nagwek1"/>
      </w:pPr>
    </w:p>
    <w:p w:rsidR="002318BD" w:rsidRDefault="002318BD" w:rsidP="002318BD">
      <w:pPr>
        <w:spacing w:after="0" w:line="240" w:lineRule="auto"/>
      </w:pPr>
      <w:r>
        <w:t>AGD</w:t>
      </w:r>
    </w:p>
    <w:p w:rsidR="002318BD" w:rsidRDefault="002318BD" w:rsidP="002318BD">
      <w:pPr>
        <w:spacing w:after="0" w:line="240" w:lineRule="auto"/>
      </w:pPr>
      <w:r>
        <w:t>lodówki</w:t>
      </w:r>
    </w:p>
    <w:p w:rsidR="002318BD" w:rsidRDefault="002318BD" w:rsidP="002318BD">
      <w:pPr>
        <w:spacing w:after="0" w:line="240" w:lineRule="auto"/>
      </w:pPr>
      <w:r>
        <w:t>kuchnie</w:t>
      </w:r>
    </w:p>
    <w:p w:rsidR="002318BD" w:rsidRDefault="002318BD" w:rsidP="002318BD">
      <w:pPr>
        <w:spacing w:after="0" w:line="240" w:lineRule="auto"/>
      </w:pPr>
      <w:r>
        <w:t>zmywarki</w:t>
      </w:r>
    </w:p>
    <w:p w:rsidR="002318BD" w:rsidRDefault="002318BD" w:rsidP="002318BD">
      <w:pPr>
        <w:spacing w:after="0" w:line="240" w:lineRule="auto"/>
      </w:pPr>
      <w:r>
        <w:t>pralki</w:t>
      </w:r>
    </w:p>
    <w:p w:rsidR="002318BD" w:rsidRDefault="002318BD" w:rsidP="002318BD">
      <w:pPr>
        <w:spacing w:after="0" w:line="240" w:lineRule="auto"/>
      </w:pPr>
      <w:r>
        <w:t>drobne</w:t>
      </w:r>
    </w:p>
    <w:p w:rsidR="002318BD" w:rsidRDefault="002318BD" w:rsidP="002318BD">
      <w:pPr>
        <w:spacing w:after="0" w:line="240" w:lineRule="auto"/>
      </w:pPr>
      <w:r>
        <w:t>odkurzacze</w:t>
      </w:r>
    </w:p>
    <w:p w:rsidR="002318BD" w:rsidRDefault="002318BD" w:rsidP="002318BD">
      <w:pPr>
        <w:spacing w:after="0" w:line="240" w:lineRule="auto"/>
      </w:pPr>
      <w:r>
        <w:t>czajniki</w:t>
      </w:r>
    </w:p>
    <w:p w:rsidR="002318BD" w:rsidRDefault="002318BD" w:rsidP="002318BD">
      <w:pPr>
        <w:spacing w:after="0" w:line="240" w:lineRule="auto"/>
      </w:pPr>
      <w:r>
        <w:t>ekspresy do kawy</w:t>
      </w:r>
    </w:p>
    <w:p w:rsidR="002318BD" w:rsidRDefault="002318BD" w:rsidP="002318BD">
      <w:pPr>
        <w:spacing w:after="0" w:line="240" w:lineRule="auto"/>
      </w:pPr>
      <w:r>
        <w:t>tostery</w:t>
      </w:r>
    </w:p>
    <w:p w:rsidR="002318BD" w:rsidRDefault="002318BD" w:rsidP="002318BD">
      <w:pPr>
        <w:spacing w:after="0" w:line="240" w:lineRule="auto"/>
      </w:pPr>
      <w:r>
        <w:t>kuchenki mikrofalowe</w:t>
      </w:r>
    </w:p>
    <w:p w:rsidR="002318BD" w:rsidRDefault="002318BD" w:rsidP="002318BD">
      <w:pPr>
        <w:spacing w:after="0" w:line="240" w:lineRule="auto"/>
      </w:pPr>
      <w:r>
        <w:t>RTV</w:t>
      </w:r>
    </w:p>
    <w:p w:rsidR="002318BD" w:rsidRDefault="002318BD" w:rsidP="002318BD">
      <w:pPr>
        <w:spacing w:after="0" w:line="240" w:lineRule="auto"/>
      </w:pPr>
      <w:r>
        <w:t>telewizory</w:t>
      </w:r>
    </w:p>
    <w:p w:rsidR="002318BD" w:rsidRDefault="002318BD" w:rsidP="002318BD">
      <w:pPr>
        <w:spacing w:after="0" w:line="240" w:lineRule="auto"/>
      </w:pPr>
      <w:r>
        <w:t>LCD</w:t>
      </w:r>
    </w:p>
    <w:p w:rsidR="002318BD" w:rsidRDefault="002318BD" w:rsidP="002318BD">
      <w:pPr>
        <w:spacing w:after="0" w:line="240" w:lineRule="auto"/>
      </w:pPr>
      <w:r>
        <w:t>plazmowe</w:t>
      </w:r>
    </w:p>
    <w:p w:rsidR="002318BD" w:rsidRDefault="002318BD" w:rsidP="002318BD">
      <w:pPr>
        <w:spacing w:after="0" w:line="240" w:lineRule="auto"/>
      </w:pPr>
      <w:r>
        <w:t>LED</w:t>
      </w:r>
    </w:p>
    <w:p w:rsidR="002318BD" w:rsidRDefault="002318BD" w:rsidP="002318BD">
      <w:pPr>
        <w:spacing w:after="0" w:line="240" w:lineRule="auto"/>
      </w:pPr>
      <w:r>
        <w:t>przenośne</w:t>
      </w:r>
    </w:p>
    <w:p w:rsidR="002318BD" w:rsidRDefault="002318BD" w:rsidP="002318BD">
      <w:pPr>
        <w:spacing w:after="0" w:line="240" w:lineRule="auto"/>
      </w:pPr>
      <w:r>
        <w:t xml:space="preserve">odtwarzacze </w:t>
      </w:r>
      <w:r w:rsidR="00D2365D">
        <w:t>MP</w:t>
      </w:r>
      <w:r>
        <w:t>3</w:t>
      </w:r>
    </w:p>
    <w:p w:rsidR="002318BD" w:rsidRDefault="002318BD" w:rsidP="002318BD">
      <w:pPr>
        <w:spacing w:after="0" w:line="240" w:lineRule="auto"/>
      </w:pPr>
      <w:r>
        <w:t>radia</w:t>
      </w:r>
    </w:p>
    <w:p w:rsidR="002318BD" w:rsidRDefault="002318BD" w:rsidP="002318BD">
      <w:pPr>
        <w:spacing w:after="0" w:line="240" w:lineRule="auto"/>
      </w:pPr>
      <w:proofErr w:type="spellStart"/>
      <w:r>
        <w:t>radiobudziki</w:t>
      </w:r>
      <w:proofErr w:type="spellEnd"/>
    </w:p>
    <w:p w:rsidR="002318BD" w:rsidRDefault="002318BD" w:rsidP="002318BD">
      <w:pPr>
        <w:spacing w:after="0" w:line="240" w:lineRule="auto"/>
      </w:pPr>
      <w:r>
        <w:t>Komputery</w:t>
      </w:r>
    </w:p>
    <w:p w:rsidR="002318BD" w:rsidRDefault="002318BD" w:rsidP="002318BD">
      <w:pPr>
        <w:spacing w:after="0" w:line="240" w:lineRule="auto"/>
      </w:pPr>
      <w:r>
        <w:t>podzespoły</w:t>
      </w:r>
    </w:p>
    <w:p w:rsidR="002318BD" w:rsidRDefault="002318BD" w:rsidP="002318BD">
      <w:pPr>
        <w:spacing w:after="0" w:line="240" w:lineRule="auto"/>
      </w:pPr>
      <w:r>
        <w:t>pamięci RAM</w:t>
      </w:r>
    </w:p>
    <w:p w:rsidR="002318BD" w:rsidRDefault="002318BD" w:rsidP="002318BD">
      <w:pPr>
        <w:spacing w:after="0" w:line="240" w:lineRule="auto"/>
      </w:pPr>
      <w:r>
        <w:t>procesory</w:t>
      </w:r>
    </w:p>
    <w:p w:rsidR="002318BD" w:rsidRDefault="002318BD" w:rsidP="002318BD">
      <w:pPr>
        <w:spacing w:after="0" w:line="240" w:lineRule="auto"/>
      </w:pPr>
      <w:r>
        <w:t>dyski twarde</w:t>
      </w:r>
    </w:p>
    <w:p w:rsidR="002318BD" w:rsidRDefault="002318BD" w:rsidP="002318BD">
      <w:pPr>
        <w:spacing w:after="0" w:line="240" w:lineRule="auto"/>
      </w:pPr>
      <w:r>
        <w:t>płyty główne</w:t>
      </w:r>
    </w:p>
    <w:p w:rsidR="002318BD" w:rsidRDefault="002318BD" w:rsidP="002318BD">
      <w:pPr>
        <w:spacing w:after="0" w:line="240" w:lineRule="auto"/>
      </w:pPr>
      <w:r>
        <w:t>nagrywarki DVD</w:t>
      </w:r>
    </w:p>
    <w:p w:rsidR="002318BD" w:rsidRDefault="002318BD" w:rsidP="002318BD">
      <w:pPr>
        <w:spacing w:after="0" w:line="240" w:lineRule="auto"/>
      </w:pPr>
      <w:r>
        <w:t>monitory</w:t>
      </w:r>
    </w:p>
    <w:p w:rsidR="002318BD" w:rsidRDefault="002318BD" w:rsidP="002318BD">
      <w:pPr>
        <w:spacing w:after="0" w:line="240" w:lineRule="auto"/>
      </w:pPr>
      <w:r>
        <w:t>przenośne</w:t>
      </w:r>
    </w:p>
    <w:p w:rsidR="002318BD" w:rsidRDefault="002318BD" w:rsidP="002318BD">
      <w:pPr>
        <w:spacing w:after="0" w:line="240" w:lineRule="auto"/>
      </w:pPr>
      <w:proofErr w:type="spellStart"/>
      <w:r>
        <w:t>netbooki</w:t>
      </w:r>
      <w:proofErr w:type="spellEnd"/>
    </w:p>
    <w:p w:rsidR="002318BD" w:rsidRDefault="002318BD" w:rsidP="002318BD">
      <w:pPr>
        <w:spacing w:after="0" w:line="240" w:lineRule="auto"/>
      </w:pPr>
      <w:r>
        <w:t>notebooki</w:t>
      </w:r>
    </w:p>
    <w:p w:rsidR="002318BD" w:rsidRDefault="002318BD" w:rsidP="002318BD">
      <w:pPr>
        <w:spacing w:after="0" w:line="240" w:lineRule="auto"/>
      </w:pPr>
      <w:r>
        <w:t>Foto</w:t>
      </w:r>
    </w:p>
    <w:p w:rsidR="002318BD" w:rsidRDefault="002318BD" w:rsidP="002318BD">
      <w:pPr>
        <w:spacing w:after="0" w:line="240" w:lineRule="auto"/>
      </w:pPr>
      <w:r>
        <w:t>kamery cyfrowe</w:t>
      </w:r>
    </w:p>
    <w:p w:rsidR="002318BD" w:rsidRDefault="002318BD" w:rsidP="002318BD">
      <w:pPr>
        <w:spacing w:after="0" w:line="240" w:lineRule="auto"/>
      </w:pPr>
      <w:r>
        <w:t>aparaty cyfrowe</w:t>
      </w:r>
    </w:p>
    <w:p w:rsidR="002318BD" w:rsidRDefault="002318BD" w:rsidP="002318BD">
      <w:pPr>
        <w:spacing w:after="0" w:line="240" w:lineRule="auto"/>
      </w:pPr>
      <w:r>
        <w:t>kompaktowe</w:t>
      </w:r>
    </w:p>
    <w:p w:rsidR="002318BD" w:rsidRDefault="002318BD" w:rsidP="002318BD">
      <w:r>
        <w:t>lustrzanki</w:t>
      </w:r>
    </w:p>
    <w:sectPr w:rsidR="002318BD" w:rsidSect="00F23F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ADD" w:rsidRDefault="00F02ADD" w:rsidP="00DB5C79">
      <w:pPr>
        <w:spacing w:after="0" w:line="240" w:lineRule="auto"/>
      </w:pPr>
      <w:r>
        <w:separator/>
      </w:r>
    </w:p>
  </w:endnote>
  <w:endnote w:type="continuationSeparator" w:id="0">
    <w:p w:rsidR="00F02ADD" w:rsidRDefault="00F02ADD" w:rsidP="00DB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8AB" w:rsidRDefault="008948A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601" w:rsidRDefault="0016778C">
    <w:r w:rsidRPr="00B97F27">
      <w:rPr>
        <w:b/>
        <w:bCs/>
        <w:i/>
        <w:iCs/>
        <w:sz w:val="28"/>
        <w:szCs w:val="28"/>
      </w:rPr>
      <w:fldChar w:fldCharType="begin"/>
    </w:r>
    <w:r w:rsidR="00995601" w:rsidRPr="00B97F27">
      <w:rPr>
        <w:b/>
        <w:bCs/>
        <w:i/>
        <w:iCs/>
        <w:sz w:val="28"/>
        <w:szCs w:val="28"/>
      </w:rPr>
      <w:instrText>MACROBUTTON DoFieldClick [</w:instrText>
    </w:r>
    <w:r w:rsidR="00995601">
      <w:rPr>
        <w:b/>
        <w:bCs/>
        <w:i/>
        <w:iCs/>
        <w:sz w:val="28"/>
        <w:szCs w:val="28"/>
      </w:rPr>
      <w:instrText>Kliknij i wpisz swoje imię i n</w:instrText>
    </w:r>
    <w:r w:rsidR="00995601" w:rsidRPr="00B97F27">
      <w:rPr>
        <w:b/>
        <w:bCs/>
        <w:i/>
        <w:iCs/>
        <w:sz w:val="28"/>
        <w:szCs w:val="28"/>
      </w:rPr>
      <w:instrText>azwisko]</w:instrText>
    </w:r>
    <w:r w:rsidRPr="00B97F27">
      <w:rPr>
        <w:b/>
        <w:bCs/>
        <w:i/>
        <w:iCs/>
        <w:sz w:val="28"/>
        <w:szCs w:val="28"/>
      </w:rPr>
      <w:fldChar w:fldCharType="separate"/>
    </w:r>
    <w:r w:rsidR="00995601" w:rsidRPr="00B97F27">
      <w:rPr>
        <w:b/>
        <w:bCs/>
        <w:i/>
        <w:iCs/>
        <w:sz w:val="28"/>
        <w:szCs w:val="28"/>
      </w:rPr>
      <w:t>Nazwisko</w:t>
    </w:r>
    <w:r w:rsidRPr="00B97F27">
      <w:rPr>
        <w:b/>
        <w:bCs/>
        <w:i/>
        <w:iCs/>
        <w:sz w:val="28"/>
        <w:szCs w:val="28"/>
      </w:rPr>
      <w:fldChar w:fldCharType="end"/>
    </w:r>
    <w:r w:rsidR="00995601">
      <w:rPr>
        <w:b/>
        <w:bCs/>
        <w:i/>
        <w:iCs/>
        <w:sz w:val="28"/>
        <w:szCs w:val="28"/>
      </w:rPr>
      <w:t xml:space="preserve">, </w:t>
    </w:r>
    <w:r w:rsidR="00995601">
      <w:rPr>
        <w:i/>
        <w:iCs/>
        <w:sz w:val="28"/>
        <w:szCs w:val="28"/>
      </w:rPr>
      <w:t>klasa</w:t>
    </w:r>
    <w:r w:rsidR="00995601" w:rsidRPr="00B97F27">
      <w:rPr>
        <w:i/>
        <w:iCs/>
        <w:sz w:val="28"/>
        <w:szCs w:val="28"/>
      </w:rPr>
      <w:t xml:space="preserve"> </w:t>
    </w:r>
    <w:r w:rsidRPr="00B97F27">
      <w:rPr>
        <w:b/>
        <w:bCs/>
        <w:i/>
        <w:iCs/>
        <w:sz w:val="28"/>
        <w:szCs w:val="28"/>
      </w:rPr>
      <w:fldChar w:fldCharType="begin"/>
    </w:r>
    <w:r w:rsidR="00995601" w:rsidRPr="00B97F27">
      <w:rPr>
        <w:b/>
        <w:bCs/>
        <w:i/>
        <w:iCs/>
        <w:sz w:val="28"/>
        <w:szCs w:val="28"/>
      </w:rPr>
      <w:instrText xml:space="preserve">MACROBUTTON DoFieldClick </w:instrText>
    </w:r>
    <w:r w:rsidR="00995601">
      <w:rPr>
        <w:b/>
        <w:bCs/>
        <w:i/>
        <w:iCs/>
        <w:sz w:val="28"/>
        <w:szCs w:val="28"/>
      </w:rPr>
      <w:instrText>[kliknij i wpisz klasę]</w:instrText>
    </w:r>
    <w:r w:rsidRPr="00B97F27">
      <w:rPr>
        <w:b/>
        <w:bCs/>
        <w:i/>
        <w:iCs/>
        <w:sz w:val="28"/>
        <w:szCs w:val="28"/>
      </w:rPr>
      <w:fldChar w:fldCharType="separate"/>
    </w:r>
    <w:r w:rsidR="00995601" w:rsidRPr="00B97F27">
      <w:rPr>
        <w:b/>
        <w:bCs/>
        <w:i/>
        <w:iCs/>
        <w:sz w:val="28"/>
        <w:szCs w:val="28"/>
      </w:rPr>
      <w:t>Nazwisko</w:t>
    </w:r>
    <w:r w:rsidRPr="00B97F27">
      <w:rPr>
        <w:b/>
        <w:bCs/>
        <w:i/>
        <w:iCs/>
        <w:sz w:val="28"/>
        <w:szCs w:val="28"/>
      </w:rPr>
      <w:fldChar w:fldCharType="end"/>
    </w:r>
    <w:r w:rsidR="00995601">
      <w:rPr>
        <w:b/>
        <w:bCs/>
        <w:i/>
        <w:iCs/>
        <w:sz w:val="28"/>
        <w:szCs w:val="28"/>
      </w:rPr>
      <w:tab/>
      <w:t xml:space="preserve"> </w:t>
    </w:r>
    <w:sdt>
      <w:sdtPr>
        <w:id w:val="250395305"/>
        <w:docPartObj>
          <w:docPartGallery w:val="Page Numbers (Top of Page)"/>
          <w:docPartUnique/>
        </w:docPartObj>
      </w:sdtPr>
      <w:sdtContent>
        <w:r w:rsidR="00995601" w:rsidRPr="00091F23">
          <w:rPr>
            <w:sz w:val="16"/>
          </w:rPr>
          <w:t xml:space="preserve">Strona </w:t>
        </w:r>
        <w:r w:rsidRPr="00091F23">
          <w:rPr>
            <w:sz w:val="16"/>
          </w:rPr>
          <w:fldChar w:fldCharType="begin"/>
        </w:r>
        <w:r w:rsidR="002240BE" w:rsidRPr="00091F23">
          <w:rPr>
            <w:sz w:val="16"/>
          </w:rPr>
          <w:instrText xml:space="preserve"> PAGE </w:instrText>
        </w:r>
        <w:r w:rsidRPr="00091F23">
          <w:rPr>
            <w:sz w:val="16"/>
          </w:rPr>
          <w:fldChar w:fldCharType="separate"/>
        </w:r>
        <w:r w:rsidR="00F02ADD">
          <w:rPr>
            <w:noProof/>
            <w:sz w:val="16"/>
          </w:rPr>
          <w:t>1</w:t>
        </w:r>
        <w:r w:rsidRPr="00091F23">
          <w:rPr>
            <w:noProof/>
            <w:sz w:val="16"/>
          </w:rPr>
          <w:fldChar w:fldCharType="end"/>
        </w:r>
        <w:r w:rsidR="00995601" w:rsidRPr="00091F23">
          <w:rPr>
            <w:sz w:val="16"/>
          </w:rPr>
          <w:t xml:space="preserve"> z </w:t>
        </w:r>
        <w:r w:rsidRPr="00091F23">
          <w:rPr>
            <w:sz w:val="16"/>
          </w:rPr>
          <w:fldChar w:fldCharType="begin"/>
        </w:r>
        <w:r w:rsidR="002240BE" w:rsidRPr="00091F23">
          <w:rPr>
            <w:sz w:val="16"/>
          </w:rPr>
          <w:instrText xml:space="preserve"> NUMPAGES  </w:instrText>
        </w:r>
        <w:r w:rsidRPr="00091F23">
          <w:rPr>
            <w:sz w:val="16"/>
          </w:rPr>
          <w:fldChar w:fldCharType="separate"/>
        </w:r>
        <w:r w:rsidR="00F02ADD">
          <w:rPr>
            <w:noProof/>
            <w:sz w:val="16"/>
          </w:rPr>
          <w:t>1</w:t>
        </w:r>
        <w:r w:rsidRPr="00091F23">
          <w:rPr>
            <w:noProof/>
            <w:sz w:val="16"/>
          </w:rPr>
          <w:fldChar w:fldCharType="end"/>
        </w:r>
      </w:sdtContent>
    </w:sdt>
  </w:p>
  <w:p w:rsidR="00995601" w:rsidRDefault="00995601" w:rsidP="00A00CC1">
    <w:pPr>
      <w:pStyle w:val="Nagwek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8AB" w:rsidRDefault="008948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ADD" w:rsidRDefault="00F02ADD" w:rsidP="00DB5C79">
      <w:pPr>
        <w:spacing w:after="0" w:line="240" w:lineRule="auto"/>
      </w:pPr>
      <w:r>
        <w:separator/>
      </w:r>
    </w:p>
  </w:footnote>
  <w:footnote w:type="continuationSeparator" w:id="0">
    <w:p w:rsidR="00F02ADD" w:rsidRDefault="00F02ADD" w:rsidP="00DB5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8AB" w:rsidRDefault="008948A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8AB" w:rsidRDefault="008948AB" w:rsidP="008948AB">
    <w:pPr>
      <w:pStyle w:val="Nagwek"/>
      <w:tabs>
        <w:tab w:val="clear" w:pos="4536"/>
        <w:tab w:val="center" w:pos="5879"/>
      </w:tabs>
      <w:rPr>
        <w:sz w:val="18"/>
      </w:rPr>
    </w:pPr>
    <w:r>
      <w:rPr>
        <w:sz w:val="18"/>
      </w:rPr>
      <w:t>Informatyka LO, Zakres Podstawowy</w:t>
    </w:r>
    <w:r w:rsidRPr="00CC12A6">
      <w:rPr>
        <w:sz w:val="18"/>
      </w:rPr>
      <w:t xml:space="preserve"> </w:t>
    </w:r>
  </w:p>
  <w:p w:rsidR="00995601" w:rsidRDefault="008948AB" w:rsidP="008948AB">
    <w:pPr>
      <w:pStyle w:val="Nagwek"/>
    </w:pPr>
    <w:r w:rsidRPr="00CC12A6">
      <w:rPr>
        <w:b/>
        <w:sz w:val="18"/>
      </w:rPr>
      <w:t xml:space="preserve">Ćwiczenie do rozdziału: </w:t>
    </w:r>
    <w:r>
      <w:rPr>
        <w:b/>
        <w:sz w:val="18"/>
      </w:rPr>
      <w:t>4</w:t>
    </w:r>
    <w:r w:rsidRPr="00CC12A6">
      <w:rPr>
        <w:b/>
        <w:sz w:val="18"/>
      </w:rPr>
      <w:t>.</w:t>
    </w:r>
    <w:r>
      <w:rPr>
        <w:b/>
        <w:sz w:val="18"/>
      </w:rPr>
      <w:t>1.</w:t>
    </w:r>
    <w:r w:rsidRPr="00CC12A6">
      <w:rPr>
        <w:b/>
        <w:sz w:val="18"/>
      </w:rPr>
      <w:t xml:space="preserve"> </w:t>
    </w:r>
    <w:r>
      <w:rPr>
        <w:b/>
        <w:sz w:val="18"/>
      </w:rPr>
      <w:t>Listy wielopoziomowe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8AB" w:rsidRDefault="008948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73CF5"/>
    <w:multiLevelType w:val="hybridMultilevel"/>
    <w:tmpl w:val="65084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15633"/>
    <w:multiLevelType w:val="hybridMultilevel"/>
    <w:tmpl w:val="191EF7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3B1"/>
    <w:multiLevelType w:val="hybridMultilevel"/>
    <w:tmpl w:val="FA507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51870"/>
    <w:multiLevelType w:val="hybridMultilevel"/>
    <w:tmpl w:val="360E0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B585D"/>
    <w:multiLevelType w:val="hybridMultilevel"/>
    <w:tmpl w:val="4296E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 w:val="00041CBA"/>
    <w:rsid w:val="00091F23"/>
    <w:rsid w:val="000B241F"/>
    <w:rsid w:val="000D00B3"/>
    <w:rsid w:val="000F3AD1"/>
    <w:rsid w:val="0016778C"/>
    <w:rsid w:val="00192193"/>
    <w:rsid w:val="002240BE"/>
    <w:rsid w:val="002318BD"/>
    <w:rsid w:val="002D5474"/>
    <w:rsid w:val="00355169"/>
    <w:rsid w:val="003568EB"/>
    <w:rsid w:val="004236FC"/>
    <w:rsid w:val="00455C36"/>
    <w:rsid w:val="004F07C3"/>
    <w:rsid w:val="004F7667"/>
    <w:rsid w:val="00542708"/>
    <w:rsid w:val="005A1EEF"/>
    <w:rsid w:val="0060724A"/>
    <w:rsid w:val="006747F0"/>
    <w:rsid w:val="0070674D"/>
    <w:rsid w:val="00765AF7"/>
    <w:rsid w:val="007E2345"/>
    <w:rsid w:val="00820EA6"/>
    <w:rsid w:val="008948AB"/>
    <w:rsid w:val="008B6B97"/>
    <w:rsid w:val="00942705"/>
    <w:rsid w:val="00995601"/>
    <w:rsid w:val="0099646F"/>
    <w:rsid w:val="009B4B4C"/>
    <w:rsid w:val="00A00CC1"/>
    <w:rsid w:val="00B105C9"/>
    <w:rsid w:val="00B67E1F"/>
    <w:rsid w:val="00C148F2"/>
    <w:rsid w:val="00C25717"/>
    <w:rsid w:val="00C60529"/>
    <w:rsid w:val="00CC12A6"/>
    <w:rsid w:val="00D2365D"/>
    <w:rsid w:val="00D86627"/>
    <w:rsid w:val="00DB5C79"/>
    <w:rsid w:val="00ED47C3"/>
    <w:rsid w:val="00F02ADD"/>
    <w:rsid w:val="00F23F63"/>
    <w:rsid w:val="00F9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717"/>
  </w:style>
  <w:style w:type="paragraph" w:styleId="Nagwek1">
    <w:name w:val="heading 1"/>
    <w:basedOn w:val="Normalny"/>
    <w:next w:val="Normalny"/>
    <w:link w:val="Nagwek1Znak"/>
    <w:uiPriority w:val="9"/>
    <w:qFormat/>
    <w:rsid w:val="002318BD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E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956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1F23"/>
    <w:pPr>
      <w:keepNext/>
      <w:keepLines/>
      <w:spacing w:before="200" w:after="0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C79"/>
  </w:style>
  <w:style w:type="paragraph" w:styleId="Stopka">
    <w:name w:val="footer"/>
    <w:basedOn w:val="Normalny"/>
    <w:link w:val="StopkaZnak"/>
    <w:uiPriority w:val="99"/>
    <w:unhideWhenUsed/>
    <w:rsid w:val="00DB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C79"/>
  </w:style>
  <w:style w:type="paragraph" w:styleId="Tekstdymka">
    <w:name w:val="Balloon Text"/>
    <w:basedOn w:val="Normalny"/>
    <w:link w:val="TekstdymkaZnak"/>
    <w:uiPriority w:val="99"/>
    <w:semiHidden/>
    <w:unhideWhenUsed/>
    <w:rsid w:val="00DB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C7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B5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31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99560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A1EEF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956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OperonNormalny">
    <w:name w:val="Operon Normalny"/>
    <w:basedOn w:val="Normalny"/>
    <w:qFormat/>
    <w:rsid w:val="00C60529"/>
    <w:pPr>
      <w:spacing w:after="0" w:line="36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OperonWartociKodrdowy">
    <w:name w:val="Operon Wartości Kod źródłowy"/>
    <w:basedOn w:val="Domylnaczcionkaakapitu"/>
    <w:qFormat/>
    <w:rsid w:val="00C60529"/>
    <w:rPr>
      <w:rFonts w:ascii="Courier New" w:hAnsi="Courier New"/>
      <w:i/>
      <w:sz w:val="24"/>
      <w:szCs w:val="22"/>
      <w:lang w:eastAsia="en-US"/>
    </w:rPr>
  </w:style>
  <w:style w:type="paragraph" w:customStyle="1" w:styleId="OperonZadanie">
    <w:name w:val="Operon Zadanie"/>
    <w:basedOn w:val="OperonNormalny"/>
    <w:qFormat/>
    <w:rsid w:val="00C60529"/>
    <w:pPr>
      <w:ind w:left="312" w:hanging="312"/>
    </w:pPr>
  </w:style>
  <w:style w:type="paragraph" w:customStyle="1" w:styleId="Mjstyl">
    <w:name w:val="_Mój styl"/>
    <w:basedOn w:val="Normalny"/>
    <w:link w:val="MjstylZnak"/>
    <w:qFormat/>
    <w:rsid w:val="00091F23"/>
    <w:pPr>
      <w:spacing w:after="0" w:line="360" w:lineRule="auto"/>
      <w:ind w:firstLine="709"/>
      <w:jc w:val="both"/>
    </w:pPr>
    <w:rPr>
      <w:rFonts w:ascii="Bookman Old Style" w:eastAsiaTheme="minorHAnsi" w:hAnsi="Bookman Old Style"/>
      <w:color w:val="FF0000"/>
      <w:sz w:val="24"/>
      <w:lang w:eastAsia="en-US"/>
    </w:rPr>
  </w:style>
  <w:style w:type="character" w:customStyle="1" w:styleId="MjstylZnak">
    <w:name w:val="_Mój styl Znak"/>
    <w:basedOn w:val="Domylnaczcionkaakapitu"/>
    <w:link w:val="Mjstyl"/>
    <w:rsid w:val="00091F23"/>
    <w:rPr>
      <w:rFonts w:ascii="Bookman Old Style" w:eastAsiaTheme="minorHAnsi" w:hAnsi="Bookman Old Style"/>
      <w:color w:val="FF0000"/>
      <w:sz w:val="24"/>
      <w:lang w:eastAsia="en-US"/>
    </w:rPr>
  </w:style>
  <w:style w:type="character" w:customStyle="1" w:styleId="Wyrnienie">
    <w:name w:val="_Wyróżnienie"/>
    <w:basedOn w:val="MjstylZnak"/>
    <w:uiPriority w:val="1"/>
    <w:qFormat/>
    <w:rsid w:val="00091F23"/>
    <w:rPr>
      <w:rFonts w:ascii="Bookman Old Style" w:eastAsiaTheme="minorHAnsi" w:hAnsi="Bookman Old Style"/>
      <w:b/>
      <w:noProof/>
      <w:color w:val="FF0000"/>
      <w:spacing w:val="40"/>
      <w:sz w:val="24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091F23"/>
    <w:pPr>
      <w:spacing w:line="240" w:lineRule="auto"/>
      <w:ind w:firstLine="709"/>
      <w:jc w:val="both"/>
    </w:pPr>
    <w:rPr>
      <w:rFonts w:ascii="Bookman Old Style" w:eastAsiaTheme="minorHAnsi" w:hAnsi="Bookman Old Style"/>
      <w:b/>
      <w:bCs/>
      <w:color w:val="4F81BD" w:themeColor="accent1"/>
      <w:sz w:val="18"/>
      <w:szCs w:val="18"/>
      <w:lang w:eastAsia="en-US"/>
    </w:rPr>
  </w:style>
  <w:style w:type="paragraph" w:customStyle="1" w:styleId="Nagwek0">
    <w:name w:val="Nagłówek 0"/>
    <w:basedOn w:val="Nagwek1"/>
    <w:rsid w:val="00091F23"/>
    <w:rPr>
      <w:sz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091F23"/>
    <w:rPr>
      <w:rFonts w:asciiTheme="majorHAnsi" w:eastAsiaTheme="majorEastAsia" w:hAnsiTheme="majorHAnsi" w:cstheme="majorBidi"/>
      <w:b/>
      <w:bCs/>
      <w:i/>
      <w:iCs/>
      <w:color w:val="4F81BD" w:themeColor="accent1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355169"/>
    <w:pPr>
      <w:spacing w:before="360" w:after="360"/>
    </w:pPr>
    <w:rPr>
      <w:b/>
      <w:bCs/>
      <w:caps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355169"/>
    <w:pPr>
      <w:spacing w:after="0"/>
    </w:pPr>
    <w:rPr>
      <w:b/>
      <w:bCs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rsid w:val="00355169"/>
    <w:pPr>
      <w:spacing w:after="0"/>
    </w:pPr>
    <w:rPr>
      <w:smallCaps/>
    </w:rPr>
  </w:style>
  <w:style w:type="paragraph" w:styleId="Spistreci4">
    <w:name w:val="toc 4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5">
    <w:name w:val="toc 5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6">
    <w:name w:val="toc 6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7">
    <w:name w:val="toc 7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8">
    <w:name w:val="toc 8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9">
    <w:name w:val="toc 9"/>
    <w:basedOn w:val="Normalny"/>
    <w:next w:val="Normalny"/>
    <w:autoRedefine/>
    <w:uiPriority w:val="39"/>
    <w:unhideWhenUsed/>
    <w:rsid w:val="00355169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355169"/>
    <w:rPr>
      <w:color w:val="0000FF" w:themeColor="hyperlink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894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894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18BD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E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956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91F23"/>
    <w:pPr>
      <w:keepNext/>
      <w:keepLines/>
      <w:spacing w:before="200" w:after="0"/>
      <w:jc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C79"/>
  </w:style>
  <w:style w:type="paragraph" w:styleId="Stopka">
    <w:name w:val="footer"/>
    <w:basedOn w:val="Normalny"/>
    <w:link w:val="StopkaZnak"/>
    <w:uiPriority w:val="99"/>
    <w:unhideWhenUsed/>
    <w:rsid w:val="00DB5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C79"/>
  </w:style>
  <w:style w:type="paragraph" w:styleId="Tekstdymka">
    <w:name w:val="Balloon Text"/>
    <w:basedOn w:val="Normalny"/>
    <w:link w:val="TekstdymkaZnak"/>
    <w:uiPriority w:val="99"/>
    <w:semiHidden/>
    <w:unhideWhenUsed/>
    <w:rsid w:val="00DB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C7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B5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31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99560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A1EEF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956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OperonNormalny">
    <w:name w:val="Operon Normalny"/>
    <w:basedOn w:val="Normalny"/>
    <w:qFormat/>
    <w:rsid w:val="00C60529"/>
    <w:pPr>
      <w:spacing w:after="0" w:line="36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OperonWartociKodrdowy">
    <w:name w:val="Operon Wartości Kod źródłowy"/>
    <w:basedOn w:val="Domylnaczcionkaakapitu"/>
    <w:qFormat/>
    <w:rsid w:val="00C60529"/>
    <w:rPr>
      <w:rFonts w:ascii="Courier New" w:hAnsi="Courier New"/>
      <w:i/>
      <w:sz w:val="24"/>
      <w:szCs w:val="22"/>
      <w:lang w:eastAsia="en-US"/>
    </w:rPr>
  </w:style>
  <w:style w:type="paragraph" w:customStyle="1" w:styleId="OperonZadanie">
    <w:name w:val="Operon Zadanie"/>
    <w:basedOn w:val="OperonNormalny"/>
    <w:qFormat/>
    <w:rsid w:val="00C60529"/>
    <w:pPr>
      <w:ind w:left="312" w:hanging="312"/>
    </w:pPr>
  </w:style>
  <w:style w:type="paragraph" w:customStyle="1" w:styleId="Mjstyl">
    <w:name w:val="_Mój styl"/>
    <w:basedOn w:val="Normalny"/>
    <w:link w:val="MjstylZnak"/>
    <w:qFormat/>
    <w:rsid w:val="00091F23"/>
    <w:pPr>
      <w:spacing w:after="0" w:line="360" w:lineRule="auto"/>
      <w:ind w:firstLine="709"/>
      <w:jc w:val="both"/>
    </w:pPr>
    <w:rPr>
      <w:rFonts w:ascii="Bookman Old Style" w:eastAsiaTheme="minorHAnsi" w:hAnsi="Bookman Old Style"/>
      <w:color w:val="FF0000"/>
      <w:sz w:val="24"/>
      <w:lang w:eastAsia="en-US"/>
    </w:rPr>
  </w:style>
  <w:style w:type="character" w:customStyle="1" w:styleId="MjstylZnak">
    <w:name w:val="_Mój styl Znak"/>
    <w:basedOn w:val="Domylnaczcionkaakapitu"/>
    <w:link w:val="Mjstyl"/>
    <w:rsid w:val="00091F23"/>
    <w:rPr>
      <w:rFonts w:ascii="Bookman Old Style" w:eastAsiaTheme="minorHAnsi" w:hAnsi="Bookman Old Style"/>
      <w:color w:val="FF0000"/>
      <w:sz w:val="24"/>
      <w:lang w:eastAsia="en-US"/>
    </w:rPr>
  </w:style>
  <w:style w:type="character" w:customStyle="1" w:styleId="Wyrnienie">
    <w:name w:val="_Wyróżnienie"/>
    <w:basedOn w:val="MjstylZnak"/>
    <w:uiPriority w:val="1"/>
    <w:qFormat/>
    <w:rsid w:val="00091F23"/>
    <w:rPr>
      <w:rFonts w:ascii="Bookman Old Style" w:eastAsiaTheme="minorHAnsi" w:hAnsi="Bookman Old Style"/>
      <w:b/>
      <w:noProof/>
      <w:color w:val="FF0000"/>
      <w:spacing w:val="40"/>
      <w:sz w:val="24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091F23"/>
    <w:pPr>
      <w:spacing w:line="240" w:lineRule="auto"/>
      <w:ind w:firstLine="709"/>
      <w:jc w:val="both"/>
    </w:pPr>
    <w:rPr>
      <w:rFonts w:ascii="Bookman Old Style" w:eastAsiaTheme="minorHAnsi" w:hAnsi="Bookman Old Style"/>
      <w:b/>
      <w:bCs/>
      <w:color w:val="4F81BD" w:themeColor="accent1"/>
      <w:sz w:val="18"/>
      <w:szCs w:val="18"/>
      <w:lang w:eastAsia="en-US"/>
    </w:rPr>
  </w:style>
  <w:style w:type="paragraph" w:customStyle="1" w:styleId="Nagwek0">
    <w:name w:val="Nagłówek 0"/>
    <w:basedOn w:val="Nagwek1"/>
    <w:rsid w:val="00091F23"/>
    <w:rPr>
      <w:sz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091F23"/>
    <w:rPr>
      <w:rFonts w:asciiTheme="majorHAnsi" w:eastAsiaTheme="majorEastAsia" w:hAnsiTheme="majorHAnsi" w:cstheme="majorBidi"/>
      <w:b/>
      <w:bCs/>
      <w:i/>
      <w:iCs/>
      <w:color w:val="4F81BD" w:themeColor="accent1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355169"/>
    <w:pPr>
      <w:spacing w:before="360" w:after="360"/>
    </w:pPr>
    <w:rPr>
      <w:b/>
      <w:bCs/>
      <w:caps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355169"/>
    <w:pPr>
      <w:spacing w:after="0"/>
    </w:pPr>
    <w:rPr>
      <w:b/>
      <w:bCs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rsid w:val="00355169"/>
    <w:pPr>
      <w:spacing w:after="0"/>
    </w:pPr>
    <w:rPr>
      <w:smallCaps/>
    </w:rPr>
  </w:style>
  <w:style w:type="paragraph" w:styleId="Spistreci4">
    <w:name w:val="toc 4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5">
    <w:name w:val="toc 5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6">
    <w:name w:val="toc 6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7">
    <w:name w:val="toc 7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8">
    <w:name w:val="toc 8"/>
    <w:basedOn w:val="Normalny"/>
    <w:next w:val="Normalny"/>
    <w:autoRedefine/>
    <w:uiPriority w:val="39"/>
    <w:unhideWhenUsed/>
    <w:rsid w:val="00355169"/>
    <w:pPr>
      <w:spacing w:after="0"/>
    </w:pPr>
  </w:style>
  <w:style w:type="paragraph" w:styleId="Spistreci9">
    <w:name w:val="toc 9"/>
    <w:basedOn w:val="Normalny"/>
    <w:next w:val="Normalny"/>
    <w:autoRedefine/>
    <w:uiPriority w:val="39"/>
    <w:unhideWhenUsed/>
    <w:rsid w:val="00355169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3551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FDBC-E44E-4281-B434-720350BC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IV.9.4.Listy_wielopoziomowe-zadania</Template>
  <TotalTime>2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Wydawanictwo Operon</Manager>
  <Company>Ministrerstwo Edukacji Narodowej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sprzybyszewski</dc:creator>
  <cp:lastModifiedBy>sprzybyszewski</cp:lastModifiedBy>
  <cp:revision>1</cp:revision>
  <dcterms:created xsi:type="dcterms:W3CDTF">2011-10-10T09:44:00Z</dcterms:created>
  <dcterms:modified xsi:type="dcterms:W3CDTF">2011-10-10T09:46:00Z</dcterms:modified>
</cp:coreProperties>
</file>