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76D" w:rsidRPr="003E176D" w:rsidRDefault="003E176D" w:rsidP="003E176D">
      <w:pPr>
        <w:pStyle w:val="Title"/>
        <w:rPr>
          <w:lang w:val="es-AR"/>
        </w:rPr>
      </w:pPr>
      <w:r>
        <w:rPr>
          <w:lang w:val="es-AR"/>
        </w:rPr>
        <w:t>¡</w:t>
      </w:r>
      <w:r w:rsidRPr="003E176D">
        <w:rPr>
          <w:lang w:val="es-AR"/>
        </w:rPr>
        <w:t>Mi familia!</w:t>
      </w:r>
    </w:p>
    <w:p w:rsidR="003E176D" w:rsidRPr="003E176D" w:rsidRDefault="003E176D" w:rsidP="003E176D">
      <w:pPr>
        <w:rPr>
          <w:lang w:val="es-AR"/>
        </w:rPr>
      </w:pPr>
    </w:p>
    <w:p w:rsidR="005648BE" w:rsidRDefault="003E176D" w:rsidP="003E176D">
      <w:pPr>
        <w:spacing w:line="480" w:lineRule="auto"/>
        <w:rPr>
          <w:lang w:val="es-AR"/>
        </w:rPr>
      </w:pPr>
      <w:r>
        <w:rPr>
          <w:lang w:val="es-AR"/>
        </w:rPr>
        <w:t xml:space="preserve">¡Hola, </w:t>
      </w:r>
      <w:r w:rsidRPr="003E176D">
        <w:rPr>
          <w:lang w:val="es-AR"/>
        </w:rPr>
        <w:t>Me llamo Mathias Bach! Vivo en Mariager al este de Hobro! Aquí vivo yo con mis padres y mi hermana</w:t>
      </w:r>
      <w:r w:rsidR="00D70C1D">
        <w:rPr>
          <w:lang w:val="es-AR"/>
        </w:rPr>
        <w:t>. Mi madre trabaje</w:t>
      </w:r>
      <w:r>
        <w:rPr>
          <w:lang w:val="es-AR"/>
        </w:rPr>
        <w:t xml:space="preserve"> con </w:t>
      </w:r>
      <w:r w:rsidRPr="003E176D">
        <w:rPr>
          <w:lang w:val="es-AR"/>
        </w:rPr>
        <w:t>desequilibrado</w:t>
      </w:r>
      <w:r w:rsidR="00713847">
        <w:rPr>
          <w:lang w:val="es-AR"/>
        </w:rPr>
        <w:t xml:space="preserve"> en Randers,  de un </w:t>
      </w:r>
      <w:r w:rsidR="00713847" w:rsidRPr="00713847">
        <w:rPr>
          <w:lang w:val="es-AR"/>
        </w:rPr>
        <w:t>lugar de estar</w:t>
      </w:r>
      <w:r w:rsidR="00713847">
        <w:rPr>
          <w:lang w:val="es-AR"/>
        </w:rPr>
        <w:t>. E</w:t>
      </w:r>
      <w:r w:rsidR="00D70C1D">
        <w:rPr>
          <w:lang w:val="es-AR"/>
        </w:rPr>
        <w:t>lla llama Pia. Mi padre trabaje</w:t>
      </w:r>
      <w:r w:rsidR="00713847">
        <w:rPr>
          <w:lang w:val="es-AR"/>
        </w:rPr>
        <w:t xml:space="preserve"> como una </w:t>
      </w:r>
      <w:r w:rsidR="00713847" w:rsidRPr="00713847">
        <w:rPr>
          <w:lang w:val="es-AR"/>
        </w:rPr>
        <w:t>ventilación</w:t>
      </w:r>
      <w:r w:rsidR="00713847">
        <w:rPr>
          <w:lang w:val="es-AR"/>
        </w:rPr>
        <w:t xml:space="preserve"> </w:t>
      </w:r>
      <w:r w:rsidR="00713847" w:rsidRPr="00713847">
        <w:rPr>
          <w:lang w:val="es-AR"/>
        </w:rPr>
        <w:t>técnico</w:t>
      </w:r>
      <w:r w:rsidR="00713847">
        <w:rPr>
          <w:lang w:val="es-AR"/>
        </w:rPr>
        <w:t xml:space="preserve"> por </w:t>
      </w:r>
      <w:r w:rsidR="00713847" w:rsidRPr="00713847">
        <w:rPr>
          <w:lang w:val="es-AR"/>
        </w:rPr>
        <w:t>todo</w:t>
      </w:r>
      <w:r w:rsidR="00713847">
        <w:rPr>
          <w:lang w:val="es-AR"/>
        </w:rPr>
        <w:t xml:space="preserve"> el país. Él llama Per.</w:t>
      </w:r>
      <w:r w:rsidR="00713847">
        <w:rPr>
          <w:lang w:val="es-AR"/>
        </w:rPr>
        <w:br/>
      </w:r>
      <w:r w:rsidR="005648BE">
        <w:rPr>
          <w:lang w:val="es-AR"/>
        </w:rPr>
        <w:t xml:space="preserve">Mi hermana llama Camilla. Ella estudias en Mariager Skole. Ella es mi hermana menor. </w:t>
      </w:r>
    </w:p>
    <w:p w:rsidR="0076161F" w:rsidRDefault="0076161F" w:rsidP="003E176D">
      <w:pPr>
        <w:spacing w:line="480" w:lineRule="auto"/>
        <w:rPr>
          <w:lang w:val="es-AR"/>
        </w:rPr>
      </w:pPr>
      <w:r>
        <w:rPr>
          <w:lang w:val="es-AR"/>
        </w:rPr>
        <w:t xml:space="preserve">Mi padre gusta </w:t>
      </w:r>
      <w:r w:rsidRPr="0076161F">
        <w:rPr>
          <w:lang w:val="es-AR"/>
        </w:rPr>
        <w:t>preparación de la comida</w:t>
      </w:r>
      <w:r>
        <w:rPr>
          <w:lang w:val="es-AR"/>
        </w:rPr>
        <w:t>, y mi madre gusta pintar.</w:t>
      </w:r>
      <w:bookmarkStart w:id="0" w:name="_GoBack"/>
      <w:bookmarkEnd w:id="0"/>
    </w:p>
    <w:p w:rsidR="003E176D" w:rsidRDefault="005648BE" w:rsidP="003E176D">
      <w:pPr>
        <w:spacing w:line="480" w:lineRule="auto"/>
        <w:rPr>
          <w:lang w:val="es-AR"/>
        </w:rPr>
      </w:pPr>
      <w:r>
        <w:rPr>
          <w:lang w:val="es-AR"/>
        </w:rPr>
        <w:t>Mis padres tienen 48 y 48 años y mi hermana tiene 15 años.</w:t>
      </w:r>
    </w:p>
    <w:p w:rsidR="00CB3161" w:rsidRDefault="006A6724" w:rsidP="003E176D">
      <w:pPr>
        <w:spacing w:line="480" w:lineRule="auto"/>
        <w:rPr>
          <w:lang w:val="es-AR"/>
        </w:rPr>
      </w:pPr>
      <w:r>
        <w:rPr>
          <w:lang w:val="es-AR"/>
        </w:rPr>
        <w:t xml:space="preserve">Tengo </w:t>
      </w:r>
      <w:r w:rsidRPr="006A6724">
        <w:rPr>
          <w:lang w:val="es-AR"/>
        </w:rPr>
        <w:t>también</w:t>
      </w:r>
      <w:r>
        <w:rPr>
          <w:lang w:val="es-AR"/>
        </w:rPr>
        <w:t xml:space="preserve"> mi </w:t>
      </w:r>
      <w:r w:rsidRPr="006A6724">
        <w:rPr>
          <w:lang w:val="es-AR"/>
        </w:rPr>
        <w:t>abuelo</w:t>
      </w:r>
      <w:r>
        <w:rPr>
          <w:lang w:val="es-AR"/>
        </w:rPr>
        <w:t xml:space="preserve"> paterno, y mi abuela paterna. Se llaman Inger y Svend </w:t>
      </w:r>
      <w:r w:rsidRPr="006A6724">
        <w:rPr>
          <w:lang w:val="es-AR"/>
        </w:rPr>
        <w:t>respectivamente</w:t>
      </w:r>
      <w:r>
        <w:rPr>
          <w:lang w:val="es-AR"/>
        </w:rPr>
        <w:t>. P</w:t>
      </w:r>
      <w:r w:rsidRPr="006A6724">
        <w:rPr>
          <w:lang w:val="es-AR"/>
        </w:rPr>
        <w:t>or desgracia</w:t>
      </w:r>
      <w:r>
        <w:rPr>
          <w:lang w:val="es-AR"/>
        </w:rPr>
        <w:t xml:space="preserve"> son mis </w:t>
      </w:r>
      <w:r w:rsidRPr="006A6724">
        <w:rPr>
          <w:lang w:val="es-AR"/>
        </w:rPr>
        <w:t>abuelo</w:t>
      </w:r>
      <w:r>
        <w:rPr>
          <w:lang w:val="es-AR"/>
        </w:rPr>
        <w:t xml:space="preserve">s maternos mueren. </w:t>
      </w:r>
    </w:p>
    <w:p w:rsidR="005648BE" w:rsidRDefault="00CB3161" w:rsidP="003E176D">
      <w:pPr>
        <w:spacing w:line="480" w:lineRule="auto"/>
        <w:rPr>
          <w:lang w:val="es-AR"/>
        </w:rPr>
      </w:pPr>
      <w:r>
        <w:rPr>
          <w:lang w:val="es-AR"/>
        </w:rPr>
        <w:t>A</w:t>
      </w:r>
      <w:r w:rsidRPr="00CB3161">
        <w:rPr>
          <w:lang w:val="es-AR"/>
        </w:rPr>
        <w:t xml:space="preserve">demás </w:t>
      </w:r>
      <w:r>
        <w:rPr>
          <w:lang w:val="es-AR"/>
        </w:rPr>
        <w:t>t</w:t>
      </w:r>
      <w:r w:rsidR="005648BE">
        <w:rPr>
          <w:lang w:val="es-AR"/>
        </w:rPr>
        <w:t>engo dos tía</w:t>
      </w:r>
      <w:r>
        <w:rPr>
          <w:lang w:val="es-AR"/>
        </w:rPr>
        <w:t>s</w:t>
      </w:r>
      <w:r w:rsidR="005648BE">
        <w:rPr>
          <w:lang w:val="es-AR"/>
        </w:rPr>
        <w:t xml:space="preserve"> materna</w:t>
      </w:r>
      <w:r>
        <w:rPr>
          <w:lang w:val="es-AR"/>
        </w:rPr>
        <w:t>s</w:t>
      </w:r>
      <w:r w:rsidR="005648BE">
        <w:rPr>
          <w:lang w:val="es-AR"/>
        </w:rPr>
        <w:t xml:space="preserve">, y dos </w:t>
      </w:r>
      <w:r>
        <w:rPr>
          <w:lang w:val="es-AR"/>
        </w:rPr>
        <w:t>tías paternas</w:t>
      </w:r>
      <w:r w:rsidR="005648BE">
        <w:rPr>
          <w:lang w:val="es-AR"/>
        </w:rPr>
        <w:t xml:space="preserve">. </w:t>
      </w:r>
      <w:r>
        <w:rPr>
          <w:lang w:val="es-AR"/>
        </w:rPr>
        <w:t xml:space="preserve">Se llaman Ane y Line, </w:t>
      </w:r>
      <w:r w:rsidRPr="00CB3161">
        <w:rPr>
          <w:lang w:val="es-AR"/>
        </w:rPr>
        <w:t>más</w:t>
      </w:r>
      <w:r>
        <w:rPr>
          <w:lang w:val="es-AR"/>
        </w:rPr>
        <w:t xml:space="preserve"> Helle y Gitte respectivamente. </w:t>
      </w:r>
    </w:p>
    <w:p w:rsidR="00CB3161" w:rsidRDefault="00CB3161" w:rsidP="003E176D">
      <w:pPr>
        <w:spacing w:line="480" w:lineRule="auto"/>
        <w:rPr>
          <w:lang w:val="es-AR"/>
        </w:rPr>
      </w:pPr>
      <w:r>
        <w:rPr>
          <w:lang w:val="es-AR"/>
        </w:rPr>
        <w:t>Tengo una mascota. Un gato negro y blanco. El llama Robin y gusto mucho él.</w:t>
      </w:r>
    </w:p>
    <w:p w:rsidR="00A33FF9" w:rsidRDefault="00A33FF9" w:rsidP="003E176D">
      <w:pPr>
        <w:spacing w:line="480" w:lineRule="auto"/>
        <w:rPr>
          <w:lang w:val="es-AR"/>
        </w:rPr>
      </w:pPr>
      <w:r>
        <w:rPr>
          <w:lang w:val="es-AR"/>
        </w:rPr>
        <w:t xml:space="preserve">Mis familia no son grande, pero </w:t>
      </w:r>
      <w:r w:rsidRPr="00A33FF9">
        <w:rPr>
          <w:lang w:val="es-AR"/>
        </w:rPr>
        <w:t>quiero</w:t>
      </w:r>
      <w:r>
        <w:rPr>
          <w:lang w:val="es-AR"/>
        </w:rPr>
        <w:t xml:space="preserve"> la, </w:t>
      </w:r>
      <w:r w:rsidRPr="00A33FF9">
        <w:rPr>
          <w:lang w:val="es-AR"/>
        </w:rPr>
        <w:t>de toda mi alma</w:t>
      </w:r>
      <w:r>
        <w:rPr>
          <w:lang w:val="es-AR"/>
        </w:rPr>
        <w:t>.</w:t>
      </w:r>
    </w:p>
    <w:p w:rsidR="00713847" w:rsidRPr="003E176D" w:rsidRDefault="00CB3161" w:rsidP="003E176D">
      <w:pPr>
        <w:spacing w:line="480" w:lineRule="auto"/>
        <w:rPr>
          <w:lang w:val="es-AR"/>
        </w:rPr>
      </w:pPr>
      <w:r>
        <w:rPr>
          <w:lang w:val="es-AR"/>
        </w:rPr>
        <w:t xml:space="preserve"> </w:t>
      </w:r>
    </w:p>
    <w:sectPr w:rsidR="00713847" w:rsidRPr="003E176D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AA3" w:rsidRDefault="00CF5AA3" w:rsidP="006F4A06">
      <w:pPr>
        <w:spacing w:after="0" w:line="240" w:lineRule="auto"/>
      </w:pPr>
      <w:r>
        <w:separator/>
      </w:r>
    </w:p>
  </w:endnote>
  <w:endnote w:type="continuationSeparator" w:id="0">
    <w:p w:rsidR="00CF5AA3" w:rsidRDefault="00CF5AA3" w:rsidP="006F4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327212"/>
      <w:docPartObj>
        <w:docPartGallery w:val="Page Numbers (Bottom of Page)"/>
        <w:docPartUnique/>
      </w:docPartObj>
    </w:sdtPr>
    <w:sdtEndPr/>
    <w:sdtContent>
      <w:p w:rsidR="006F4A06" w:rsidRDefault="006F4A06">
        <w:pPr>
          <w:pStyle w:val="Footer"/>
        </w:pPr>
        <w:r>
          <w:rPr>
            <w:noProof/>
            <w:lang w:val="da-DK" w:eastAsia="da-DK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align>left</wp:align>
                  </wp:positionH>
                  <wp:positionV relativeFrom="page">
                    <wp:align>bottom</wp:align>
                  </wp:positionV>
                  <wp:extent cx="2125980" cy="2054860"/>
                  <wp:effectExtent l="0" t="0" r="7620" b="2540"/>
                  <wp:wrapNone/>
                  <wp:docPr id="1" name="Isosceles Tri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4A06" w:rsidRDefault="006F4A06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</w:rPr>
                                <w:fldChar w:fldCharType="separate"/>
                              </w:r>
                              <w:r w:rsidR="0076161F" w:rsidRPr="0076161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" o:spid="_x0000_s1026" type="#_x0000_t5" style="position:absolute;margin-left:0;margin-top:0;width:167.4pt;height:161.8pt;flip:x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" adj="21600" fillcolor="#d2eaf1" stroked="f">
                  <v:textbox>
                    <w:txbxContent>
                      <w:p w:rsidR="006F4A06" w:rsidRDefault="006F4A06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</w:rPr>
                          <w:fldChar w:fldCharType="separate"/>
                        </w:r>
                        <w:r w:rsidR="0076161F" w:rsidRPr="0076161F"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AA3" w:rsidRDefault="00CF5AA3" w:rsidP="006F4A06">
      <w:pPr>
        <w:spacing w:after="0" w:line="240" w:lineRule="auto"/>
      </w:pPr>
      <w:r>
        <w:separator/>
      </w:r>
    </w:p>
  </w:footnote>
  <w:footnote w:type="continuationSeparator" w:id="0">
    <w:p w:rsidR="00CF5AA3" w:rsidRDefault="00CF5AA3" w:rsidP="006F4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A06" w:rsidRPr="0080627D" w:rsidRDefault="006F4A06">
    <w:pPr>
      <w:pStyle w:val="Header"/>
      <w:rPr>
        <w:lang w:val="da-DK"/>
      </w:rPr>
    </w:pPr>
    <w:r w:rsidRPr="0080627D">
      <w:rPr>
        <w:lang w:val="da-DK"/>
      </w:rPr>
      <w:t>Mathias Rodil Bach</w:t>
    </w:r>
    <w:r w:rsidRPr="0080627D">
      <w:rPr>
        <w:lang w:val="da-DK"/>
      </w:rPr>
      <w:tab/>
      <w:t>Mariagerfjord Gymnasium</w:t>
    </w:r>
    <w:r w:rsidRPr="0080627D">
      <w:rPr>
        <w:lang w:val="da-DK"/>
      </w:rPr>
      <w:tab/>
    </w:r>
    <w:r w:rsidR="00A33FF9">
      <w:rPr>
        <w:lang w:val="da-DK"/>
      </w:rPr>
      <w:t>MMP</w:t>
    </w:r>
    <w:r w:rsidRPr="0080627D">
      <w:rPr>
        <w:lang w:val="da-DK"/>
      </w:rPr>
      <w:br/>
    </w:r>
    <w:r w:rsidR="007036D2" w:rsidRPr="0080627D">
      <w:rPr>
        <w:lang w:val="da-DK"/>
      </w:rPr>
      <w:t>1.E</w:t>
    </w:r>
    <w:r w:rsidRPr="0080627D">
      <w:rPr>
        <w:lang w:val="da-DK"/>
      </w:rPr>
      <w:tab/>
    </w:r>
    <w:r w:rsidR="003E176D">
      <w:rPr>
        <w:lang w:val="da-DK"/>
      </w:rPr>
      <w:t>Spansk</w:t>
    </w:r>
    <w:r w:rsidRPr="0080627D">
      <w:rPr>
        <w:lang w:val="da-DK"/>
      </w:rPr>
      <w:tab/>
    </w:r>
    <w:r w:rsidR="003E176D">
      <w:rPr>
        <w:lang w:val="da-DK"/>
      </w:rPr>
      <w:t>23/1 - 2014</w:t>
    </w:r>
    <w:r w:rsidR="00AB1F5D" w:rsidRPr="0080627D">
      <w:rPr>
        <w:lang w:val="da-DK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92019"/>
    <w:multiLevelType w:val="hybridMultilevel"/>
    <w:tmpl w:val="16F88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966D41"/>
    <w:multiLevelType w:val="hybridMultilevel"/>
    <w:tmpl w:val="6C4E7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266882"/>
    <w:multiLevelType w:val="hybridMultilevel"/>
    <w:tmpl w:val="39BA193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38755E"/>
    <w:multiLevelType w:val="hybridMultilevel"/>
    <w:tmpl w:val="CBF40DD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76D"/>
    <w:rsid w:val="00064D3A"/>
    <w:rsid w:val="002329CC"/>
    <w:rsid w:val="002840C1"/>
    <w:rsid w:val="0036198A"/>
    <w:rsid w:val="003C78C5"/>
    <w:rsid w:val="003E176D"/>
    <w:rsid w:val="00440052"/>
    <w:rsid w:val="00445A67"/>
    <w:rsid w:val="00481914"/>
    <w:rsid w:val="00492F98"/>
    <w:rsid w:val="005064DF"/>
    <w:rsid w:val="005630DB"/>
    <w:rsid w:val="005648BE"/>
    <w:rsid w:val="00585BD2"/>
    <w:rsid w:val="00597674"/>
    <w:rsid w:val="005E28B6"/>
    <w:rsid w:val="006940C2"/>
    <w:rsid w:val="006A6724"/>
    <w:rsid w:val="006B3FDA"/>
    <w:rsid w:val="006C31A7"/>
    <w:rsid w:val="006E1988"/>
    <w:rsid w:val="006F4A06"/>
    <w:rsid w:val="007036D2"/>
    <w:rsid w:val="00713847"/>
    <w:rsid w:val="00717045"/>
    <w:rsid w:val="00736B3E"/>
    <w:rsid w:val="007455D6"/>
    <w:rsid w:val="0076161F"/>
    <w:rsid w:val="007618A2"/>
    <w:rsid w:val="007F45A0"/>
    <w:rsid w:val="0080627D"/>
    <w:rsid w:val="00826BB4"/>
    <w:rsid w:val="00914A45"/>
    <w:rsid w:val="00974B1E"/>
    <w:rsid w:val="009F0F6A"/>
    <w:rsid w:val="00A23981"/>
    <w:rsid w:val="00A33FF9"/>
    <w:rsid w:val="00A4116E"/>
    <w:rsid w:val="00AB1F5D"/>
    <w:rsid w:val="00B122B3"/>
    <w:rsid w:val="00B20724"/>
    <w:rsid w:val="00B426A5"/>
    <w:rsid w:val="00BC0138"/>
    <w:rsid w:val="00C45213"/>
    <w:rsid w:val="00CB3161"/>
    <w:rsid w:val="00CE71E0"/>
    <w:rsid w:val="00CF5AA3"/>
    <w:rsid w:val="00D15BD6"/>
    <w:rsid w:val="00D30A6A"/>
    <w:rsid w:val="00D70C1D"/>
    <w:rsid w:val="00D735BE"/>
    <w:rsid w:val="00D82AAF"/>
    <w:rsid w:val="00E33DB8"/>
    <w:rsid w:val="00EB4EDB"/>
    <w:rsid w:val="00F36B06"/>
    <w:rsid w:val="00F85437"/>
    <w:rsid w:val="00FB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31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A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A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735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4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4A06"/>
  </w:style>
  <w:style w:type="paragraph" w:styleId="Footer">
    <w:name w:val="footer"/>
    <w:basedOn w:val="Normal"/>
    <w:link w:val="FooterChar"/>
    <w:uiPriority w:val="99"/>
    <w:unhideWhenUsed/>
    <w:rsid w:val="006F4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4A06"/>
  </w:style>
  <w:style w:type="character" w:customStyle="1" w:styleId="Heading2Char">
    <w:name w:val="Heading 2 Char"/>
    <w:basedOn w:val="DefaultParagraphFont"/>
    <w:link w:val="Heading2"/>
    <w:uiPriority w:val="9"/>
    <w:rsid w:val="006F4A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F4A06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ListParagraph">
    <w:name w:val="List Paragraph"/>
    <w:basedOn w:val="Normal"/>
    <w:uiPriority w:val="34"/>
    <w:qFormat/>
    <w:rsid w:val="006C31A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C31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7F45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45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ption">
    <w:name w:val="caption"/>
    <w:basedOn w:val="Normal"/>
    <w:next w:val="Normal"/>
    <w:uiPriority w:val="35"/>
    <w:unhideWhenUsed/>
    <w:qFormat/>
    <w:rsid w:val="00B426A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5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213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D735BE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PlaceholderText">
    <w:name w:val="Placeholder Text"/>
    <w:basedOn w:val="DefaultParagraphFont"/>
    <w:uiPriority w:val="99"/>
    <w:semiHidden/>
    <w:rsid w:val="00D735B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31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A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A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735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4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4A06"/>
  </w:style>
  <w:style w:type="paragraph" w:styleId="Footer">
    <w:name w:val="footer"/>
    <w:basedOn w:val="Normal"/>
    <w:link w:val="FooterChar"/>
    <w:uiPriority w:val="99"/>
    <w:unhideWhenUsed/>
    <w:rsid w:val="006F4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4A06"/>
  </w:style>
  <w:style w:type="character" w:customStyle="1" w:styleId="Heading2Char">
    <w:name w:val="Heading 2 Char"/>
    <w:basedOn w:val="DefaultParagraphFont"/>
    <w:link w:val="Heading2"/>
    <w:uiPriority w:val="9"/>
    <w:rsid w:val="006F4A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F4A06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ListParagraph">
    <w:name w:val="List Paragraph"/>
    <w:basedOn w:val="Normal"/>
    <w:uiPriority w:val="34"/>
    <w:qFormat/>
    <w:rsid w:val="006C31A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C31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7F45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45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ption">
    <w:name w:val="caption"/>
    <w:basedOn w:val="Normal"/>
    <w:next w:val="Normal"/>
    <w:uiPriority w:val="35"/>
    <w:unhideWhenUsed/>
    <w:qFormat/>
    <w:rsid w:val="00B426A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5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213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D735BE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PlaceholderText">
    <w:name w:val="Placeholder Text"/>
    <w:basedOn w:val="DefaultParagraphFont"/>
    <w:uiPriority w:val="99"/>
    <w:semiHidden/>
    <w:rsid w:val="00D735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hias\Google%20Drev\Skolearbejde\1.g\Aflever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54302-64F7-4FC9-AC73-C10869C5E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Aflevering.dotx</Template>
  <TotalTime>276</TotalTime>
  <Pages>1</Pages>
  <Words>125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Mathias Rodil Bach</dc:creator>
  <cp:lastModifiedBy>Mathias Rodil Bach</cp:lastModifiedBy>
  <cp:revision>3</cp:revision>
  <dcterms:created xsi:type="dcterms:W3CDTF">2014-01-19T14:25:00Z</dcterms:created>
  <dcterms:modified xsi:type="dcterms:W3CDTF">2014-01-27T19:14:00Z</dcterms:modified>
</cp:coreProperties>
</file>