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240" w:rsidRPr="000D03C2" w:rsidRDefault="000D03C2" w:rsidP="000D03C2">
      <w:pPr>
        <w:jc w:val="center"/>
        <w:rPr>
          <w:b/>
        </w:rPr>
      </w:pPr>
      <w:r w:rsidRPr="000D03C2">
        <w:rPr>
          <w:b/>
        </w:rPr>
        <w:t>CIS 4313 Cypress Gardens Golf Academy</w:t>
      </w:r>
    </w:p>
    <w:p w:rsidR="000D03C2" w:rsidRPr="000D03C2" w:rsidRDefault="000D03C2" w:rsidP="000D03C2">
      <w:pPr>
        <w:jc w:val="center"/>
        <w:rPr>
          <w:b/>
        </w:rPr>
      </w:pPr>
    </w:p>
    <w:p w:rsidR="000D03C2" w:rsidRPr="000D03C2" w:rsidRDefault="000D03C2" w:rsidP="000D03C2">
      <w:pPr>
        <w:jc w:val="center"/>
        <w:rPr>
          <w:b/>
        </w:rPr>
      </w:pPr>
      <w:r w:rsidRPr="000D03C2">
        <w:rPr>
          <w:b/>
        </w:rPr>
        <w:t>Accountability Form</w:t>
      </w:r>
    </w:p>
    <w:p w:rsidR="000D03C2" w:rsidRDefault="000D03C2"/>
    <w:p w:rsidR="000D03C2" w:rsidRDefault="000D03C2">
      <w:r w:rsidRPr="000D03C2">
        <w:rPr>
          <w:b/>
        </w:rPr>
        <w:t>Project Manager</w:t>
      </w:r>
      <w:r>
        <w:t xml:space="preserve">:  </w:t>
      </w:r>
      <w:r w:rsidR="00570AD9">
        <w:t xml:space="preserve">Jacob </w:t>
      </w:r>
      <w:proofErr w:type="spellStart"/>
      <w:r w:rsidR="00570AD9">
        <w:t>Roeser</w:t>
      </w:r>
      <w:proofErr w:type="spellEnd"/>
    </w:p>
    <w:p w:rsidR="000D03C2" w:rsidRDefault="000D03C2"/>
    <w:p w:rsidR="000D03C2" w:rsidRDefault="000D03C2">
      <w:r>
        <w:t>Team Member 1:</w:t>
      </w:r>
      <w:r w:rsidR="00FA5A43">
        <w:t xml:space="preserve"> </w:t>
      </w:r>
      <w:r w:rsidR="00CD27BF">
        <w:t xml:space="preserve">Dustin </w:t>
      </w:r>
      <w:proofErr w:type="spellStart"/>
      <w:r w:rsidR="00CD27BF">
        <w:t>Rivenbark</w:t>
      </w:r>
      <w:proofErr w:type="spellEnd"/>
    </w:p>
    <w:p w:rsidR="000D03C2" w:rsidRDefault="000D03C2"/>
    <w:p w:rsidR="000D03C2" w:rsidRDefault="000D03C2">
      <w:r>
        <w:t>Team Member 2:</w:t>
      </w:r>
      <w:r w:rsidR="00FA5A43">
        <w:t xml:space="preserve"> </w:t>
      </w:r>
      <w:r w:rsidR="00570AD9">
        <w:t>Michael Rogers</w:t>
      </w:r>
    </w:p>
    <w:p w:rsidR="000D03C2" w:rsidRDefault="000D03C2"/>
    <w:p w:rsidR="000D03C2" w:rsidRDefault="000D03C2">
      <w:r>
        <w:t>Team Member 3:</w:t>
      </w:r>
      <w:r w:rsidR="00FA5A43">
        <w:t xml:space="preserve"> </w:t>
      </w:r>
      <w:proofErr w:type="spellStart"/>
      <w:r w:rsidR="00CD27BF">
        <w:t>Ubaldo</w:t>
      </w:r>
      <w:proofErr w:type="spellEnd"/>
      <w:r w:rsidR="00CD27BF">
        <w:t xml:space="preserve"> </w:t>
      </w:r>
      <w:proofErr w:type="spellStart"/>
      <w:r w:rsidR="00CD27BF">
        <w:t>Rosell</w:t>
      </w:r>
      <w:proofErr w:type="spellEnd"/>
    </w:p>
    <w:p w:rsidR="000D03C2" w:rsidRDefault="000D03C2"/>
    <w:tbl>
      <w:tblPr>
        <w:tblStyle w:val="TableGrid"/>
        <w:tblW w:w="0" w:type="auto"/>
        <w:tblLook w:val="04A0"/>
      </w:tblPr>
      <w:tblGrid>
        <w:gridCol w:w="2785"/>
        <w:gridCol w:w="3330"/>
        <w:gridCol w:w="1530"/>
        <w:gridCol w:w="1705"/>
      </w:tblGrid>
      <w:tr w:rsidR="000D03C2" w:rsidTr="000D03C2">
        <w:tc>
          <w:tcPr>
            <w:tcW w:w="2785" w:type="dxa"/>
          </w:tcPr>
          <w:p w:rsidR="000D03C2" w:rsidRPr="000D03C2" w:rsidRDefault="000D03C2">
            <w:pPr>
              <w:rPr>
                <w:b/>
              </w:rPr>
            </w:pPr>
            <w:r w:rsidRPr="000D03C2">
              <w:rPr>
                <w:b/>
              </w:rPr>
              <w:t>Team Member Name</w:t>
            </w:r>
          </w:p>
        </w:tc>
        <w:tc>
          <w:tcPr>
            <w:tcW w:w="3330" w:type="dxa"/>
          </w:tcPr>
          <w:p w:rsidR="000D03C2" w:rsidRPr="000D03C2" w:rsidRDefault="000D03C2">
            <w:pPr>
              <w:rPr>
                <w:b/>
              </w:rPr>
            </w:pPr>
            <w:r w:rsidRPr="000D03C2">
              <w:rPr>
                <w:b/>
              </w:rPr>
              <w:t>Assignment (Task)</w:t>
            </w:r>
          </w:p>
        </w:tc>
        <w:tc>
          <w:tcPr>
            <w:tcW w:w="1530" w:type="dxa"/>
          </w:tcPr>
          <w:p w:rsidR="000D03C2" w:rsidRPr="000D03C2" w:rsidRDefault="000D03C2">
            <w:pPr>
              <w:rPr>
                <w:b/>
              </w:rPr>
            </w:pPr>
            <w:r w:rsidRPr="000D03C2">
              <w:rPr>
                <w:b/>
              </w:rPr>
              <w:t>Time Spent</w:t>
            </w: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mins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705" w:type="dxa"/>
          </w:tcPr>
          <w:p w:rsidR="000D03C2" w:rsidRPr="000D03C2" w:rsidRDefault="000D03C2">
            <w:pPr>
              <w:rPr>
                <w:b/>
              </w:rPr>
            </w:pPr>
            <w:r w:rsidRPr="000D03C2">
              <w:rPr>
                <w:b/>
              </w:rPr>
              <w:t>Overall Grade (1-5)</w:t>
            </w:r>
          </w:p>
        </w:tc>
      </w:tr>
      <w:tr w:rsidR="000D03C2" w:rsidTr="000D03C2">
        <w:tc>
          <w:tcPr>
            <w:tcW w:w="2785" w:type="dxa"/>
          </w:tcPr>
          <w:p w:rsidR="000D03C2" w:rsidRDefault="00570AD9">
            <w:r>
              <w:t xml:space="preserve">Dustin </w:t>
            </w:r>
            <w:proofErr w:type="spellStart"/>
            <w:r>
              <w:t>Rivenbark</w:t>
            </w:r>
            <w:proofErr w:type="spellEnd"/>
          </w:p>
        </w:tc>
        <w:tc>
          <w:tcPr>
            <w:tcW w:w="3330" w:type="dxa"/>
          </w:tcPr>
          <w:p w:rsidR="000D03C2" w:rsidRDefault="00570AD9" w:rsidP="00781641">
            <w:r>
              <w:t>D</w:t>
            </w:r>
            <w:r w:rsidR="00781641">
              <w:t>eliverable Structure Outline</w:t>
            </w:r>
          </w:p>
        </w:tc>
        <w:tc>
          <w:tcPr>
            <w:tcW w:w="1530" w:type="dxa"/>
          </w:tcPr>
          <w:p w:rsidR="000D03C2" w:rsidRDefault="000D03C2" w:rsidP="00D863A6"/>
        </w:tc>
        <w:tc>
          <w:tcPr>
            <w:tcW w:w="1705" w:type="dxa"/>
          </w:tcPr>
          <w:p w:rsidR="000D03C2" w:rsidRDefault="000D03C2"/>
        </w:tc>
      </w:tr>
      <w:tr w:rsidR="000D03C2" w:rsidTr="000D03C2">
        <w:tc>
          <w:tcPr>
            <w:tcW w:w="2785" w:type="dxa"/>
          </w:tcPr>
          <w:p w:rsidR="000D03C2" w:rsidRDefault="00570AD9">
            <w:r>
              <w:t>Michael Rogers</w:t>
            </w:r>
          </w:p>
        </w:tc>
        <w:tc>
          <w:tcPr>
            <w:tcW w:w="3330" w:type="dxa"/>
          </w:tcPr>
          <w:p w:rsidR="000D03C2" w:rsidRDefault="00781641" w:rsidP="00781641">
            <w:r>
              <w:t>Deliverable Structure Chart</w:t>
            </w:r>
          </w:p>
        </w:tc>
        <w:tc>
          <w:tcPr>
            <w:tcW w:w="1530" w:type="dxa"/>
          </w:tcPr>
          <w:p w:rsidR="000D03C2" w:rsidRDefault="000D03C2"/>
        </w:tc>
        <w:tc>
          <w:tcPr>
            <w:tcW w:w="1705" w:type="dxa"/>
          </w:tcPr>
          <w:p w:rsidR="000D03C2" w:rsidRDefault="000D03C2"/>
        </w:tc>
      </w:tr>
      <w:tr w:rsidR="000D03C2" w:rsidTr="000D03C2">
        <w:tc>
          <w:tcPr>
            <w:tcW w:w="2785" w:type="dxa"/>
          </w:tcPr>
          <w:p w:rsidR="000D03C2" w:rsidRDefault="00FA5A43">
            <w:proofErr w:type="spellStart"/>
            <w:r>
              <w:t>Ubaldo</w:t>
            </w:r>
            <w:proofErr w:type="spellEnd"/>
            <w:r>
              <w:t xml:space="preserve"> </w:t>
            </w:r>
            <w:proofErr w:type="spellStart"/>
            <w:r>
              <w:t>Rosell</w:t>
            </w:r>
            <w:proofErr w:type="spellEnd"/>
          </w:p>
        </w:tc>
        <w:tc>
          <w:tcPr>
            <w:tcW w:w="3330" w:type="dxa"/>
          </w:tcPr>
          <w:p w:rsidR="000D03C2" w:rsidRDefault="00781641">
            <w:r>
              <w:t>Use Case Diagram</w:t>
            </w:r>
          </w:p>
        </w:tc>
        <w:tc>
          <w:tcPr>
            <w:tcW w:w="1530" w:type="dxa"/>
          </w:tcPr>
          <w:p w:rsidR="000D03C2" w:rsidRDefault="000D03C2"/>
        </w:tc>
        <w:tc>
          <w:tcPr>
            <w:tcW w:w="1705" w:type="dxa"/>
          </w:tcPr>
          <w:p w:rsidR="000D03C2" w:rsidRDefault="000D03C2"/>
        </w:tc>
      </w:tr>
    </w:tbl>
    <w:p w:rsidR="000D03C2" w:rsidRDefault="000D03C2"/>
    <w:sectPr w:rsidR="000D03C2" w:rsidSect="00F10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characterSpacingControl w:val="doNotCompress"/>
  <w:compat>
    <w:useFELayout/>
  </w:compat>
  <w:rsids>
    <w:rsidRoot w:val="000D03C2"/>
    <w:rsid w:val="000D03C2"/>
    <w:rsid w:val="00190240"/>
    <w:rsid w:val="00570AD9"/>
    <w:rsid w:val="00666066"/>
    <w:rsid w:val="00684F70"/>
    <w:rsid w:val="00781641"/>
    <w:rsid w:val="00CD27BF"/>
    <w:rsid w:val="00D863A6"/>
    <w:rsid w:val="00EA10D2"/>
    <w:rsid w:val="00F10283"/>
    <w:rsid w:val="00F63CFA"/>
    <w:rsid w:val="00FA5A43"/>
    <w:rsid w:val="00FC7F93"/>
    <w:rsid w:val="00FF6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283"/>
  </w:style>
  <w:style w:type="paragraph" w:styleId="Heading1">
    <w:name w:val="heading 1"/>
    <w:basedOn w:val="Normal"/>
    <w:next w:val="Normal"/>
    <w:link w:val="Heading1Char"/>
    <w:uiPriority w:val="9"/>
    <w:qFormat/>
    <w:rsid w:val="00F1028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028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028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02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02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028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028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028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028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F10283"/>
    <w:rPr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F1028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028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028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028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028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028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028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028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028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1028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1028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28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1028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10283"/>
    <w:rPr>
      <w:b/>
      <w:bCs/>
    </w:rPr>
  </w:style>
  <w:style w:type="character" w:styleId="Emphasis">
    <w:name w:val="Emphasis"/>
    <w:basedOn w:val="DefaultParagraphFont"/>
    <w:uiPriority w:val="20"/>
    <w:qFormat/>
    <w:rsid w:val="00F10283"/>
    <w:rPr>
      <w:rFonts w:asciiTheme="minorHAnsi" w:hAnsiTheme="minorHAnsi"/>
      <w:b/>
      <w:i/>
      <w:iCs/>
    </w:rPr>
  </w:style>
  <w:style w:type="paragraph" w:styleId="ListParagraph">
    <w:name w:val="List Paragraph"/>
    <w:basedOn w:val="Normal"/>
    <w:uiPriority w:val="34"/>
    <w:qFormat/>
    <w:rsid w:val="00F1028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1028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1028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028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0283"/>
    <w:rPr>
      <w:b/>
      <w:i/>
      <w:sz w:val="24"/>
    </w:rPr>
  </w:style>
  <w:style w:type="character" w:styleId="SubtleEmphasis">
    <w:name w:val="Subtle Emphasis"/>
    <w:uiPriority w:val="19"/>
    <w:qFormat/>
    <w:rsid w:val="00F1028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1028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1028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1028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1028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0283"/>
    <w:pPr>
      <w:outlineLvl w:val="9"/>
    </w:pPr>
  </w:style>
  <w:style w:type="table" w:styleId="TableGrid">
    <w:name w:val="Table Grid"/>
    <w:basedOn w:val="TableNormal"/>
    <w:uiPriority w:val="59"/>
    <w:rsid w:val="000D03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Pr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Theme="minorHAnsi" w:hAnsiTheme="minorHAnsi"/>
      <w:b/>
      <w:i/>
      <w:i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sz w:val="24"/>
    </w:rPr>
  </w:style>
  <w:style w:type="character" w:styleId="SubtleEmphasis">
    <w:name w:val="Subtle Emphasis"/>
    <w:uiPriority w:val="19"/>
    <w:qFormat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59"/>
    <w:rsid w:val="000D03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\AppData\Roaming\Microsoft\Templates\Classic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6E747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F7B615"/>
      </a:hlink>
      <a:folHlink>
        <a:srgbClr val="704404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8C67539-F24C-4C1A-AAF3-F8BE4C7F82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Classic (blank).dotx</Template>
  <TotalTime>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Classic</vt:lpstr>
    </vt:vector>
  </TitlesOfParts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Classic</dc:title>
  <dc:creator>Andrew Eisler</dc:creator>
  <cp:lastModifiedBy>Michael Rogers</cp:lastModifiedBy>
  <cp:revision>4</cp:revision>
  <dcterms:created xsi:type="dcterms:W3CDTF">2014-02-09T04:16:00Z</dcterms:created>
  <dcterms:modified xsi:type="dcterms:W3CDTF">2014-02-09T04:19:00Z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TC027860379991</vt:lpwstr>
  </property>
</Properties>
</file>