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glossary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20F" w:rsidRPr="00B01CAE" w:rsidRDefault="0053656C" w:rsidP="003B7664">
      <w:pPr>
        <w:pStyle w:val="Titre"/>
        <w:rPr>
          <w:color w:val="000000" w:themeColor="text1"/>
        </w:rPr>
      </w:pPr>
      <w:r w:rsidRPr="003B7664">
        <w:t>‍</w:t>
      </w:r>
      <w:sdt>
        <w:sdtPr>
          <w:rPr>
            <w:color w:val="000000" w:themeColor="text1"/>
          </w:rPr>
          <w:alias w:val="Votre nom"/>
          <w:tag w:val=""/>
          <w:id w:val="1246310863"/>
          <w:placeholder>
            <w:docPart w:val="4431B6B0808D49CD8E5B2F9929480D5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EB0F69" w:rsidRPr="00B01CAE">
            <w:rPr>
              <w:color w:val="000000" w:themeColor="text1"/>
            </w:rPr>
            <w:t>Quentin CHABIN</w:t>
          </w:r>
        </w:sdtContent>
      </w:sdt>
    </w:p>
    <w:p w:rsidR="00815082" w:rsidRPr="00B01CAE" w:rsidRDefault="00D8756A" w:rsidP="00815082">
      <w:pPr>
        <w:rPr>
          <w:rFonts w:cs="Consolas"/>
          <w:noProof/>
          <w:color w:val="000000" w:themeColor="text1"/>
          <w:sz w:val="20"/>
        </w:rPr>
      </w:pPr>
      <w:sdt>
        <w:sdtPr>
          <w:rPr>
            <w:rFonts w:cs="Consolas"/>
            <w:noProof/>
            <w:color w:val="000000" w:themeColor="text1"/>
            <w:sz w:val="20"/>
          </w:rPr>
          <w:alias w:val="Adresse"/>
          <w:tag w:val=""/>
          <w:id w:val="-593780209"/>
          <w:placeholder>
            <w:docPart w:val="E6465DF00FA2449395164DC15657CB24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EB0F69" w:rsidRPr="00B01CAE">
            <w:rPr>
              <w:rFonts w:cs="Consolas"/>
              <w:noProof/>
              <w:color w:val="000000" w:themeColor="text1"/>
              <w:sz w:val="20"/>
            </w:rPr>
            <w:t>20 Rue Victor Hugo 78120 Rambouillet</w:t>
          </w:r>
        </w:sdtContent>
      </w:sdt>
      <w:r w:rsidR="0053656C" w:rsidRPr="00B01CAE">
        <w:rPr>
          <w:rFonts w:cs="Consolas"/>
          <w:noProof/>
          <w:color w:val="000000" w:themeColor="text1"/>
          <w:sz w:val="20"/>
        </w:rPr>
        <w:t> |</w:t>
      </w:r>
      <w:r w:rsidR="00815082" w:rsidRPr="00B01CAE">
        <w:rPr>
          <w:rFonts w:cs="Consolas"/>
          <w:color w:val="000000" w:themeColor="text1"/>
          <w:sz w:val="20"/>
        </w:rPr>
        <w:t xml:space="preserve"> </w:t>
      </w:r>
      <w:sdt>
        <w:sdtPr>
          <w:rPr>
            <w:rFonts w:cs="Consolas"/>
            <w:color w:val="000000" w:themeColor="text1"/>
            <w:sz w:val="20"/>
          </w:rPr>
          <w:alias w:val="Téléphone"/>
          <w:tag w:val=""/>
          <w:id w:val="-1416317146"/>
          <w:placeholder>
            <w:docPart w:val="18AE7EB66E8D4CCB808BBFDD0FAD21D0"/>
          </w:placeholder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Content>
          <w:r w:rsidR="00815082" w:rsidRPr="00B01CAE">
            <w:rPr>
              <w:rFonts w:cs="Consolas"/>
              <w:color w:val="000000" w:themeColor="text1"/>
              <w:sz w:val="20"/>
            </w:rPr>
            <w:t>06 49 85 25 46</w:t>
          </w:r>
        </w:sdtContent>
      </w:sdt>
      <w:r w:rsidR="00815082" w:rsidRPr="00B01CAE">
        <w:rPr>
          <w:rFonts w:cs="Consolas"/>
          <w:noProof/>
          <w:color w:val="000000" w:themeColor="text1"/>
          <w:sz w:val="20"/>
        </w:rPr>
        <w:t> </w:t>
      </w:r>
    </w:p>
    <w:p w:rsidR="0064720F" w:rsidRPr="00B01CAE" w:rsidRDefault="00815082" w:rsidP="003B7664">
      <w:pPr>
        <w:spacing w:after="360"/>
        <w:rPr>
          <w:rFonts w:cs="Consolas"/>
          <w:noProof/>
          <w:color w:val="000000" w:themeColor="text1"/>
          <w:sz w:val="20"/>
        </w:rPr>
      </w:pPr>
      <w:r w:rsidRPr="00B01CAE">
        <w:rPr>
          <w:rFonts w:cs="Consolas"/>
          <w:noProof/>
          <w:color w:val="000000" w:themeColor="text1"/>
          <w:sz w:val="20"/>
        </w:rPr>
        <w:t>Né le 29 mars 1994 (19 ans)</w:t>
      </w:r>
      <w:r w:rsidR="0053656C" w:rsidRPr="00B01CAE">
        <w:rPr>
          <w:rFonts w:cs="Consolas"/>
          <w:noProof/>
          <w:color w:val="000000" w:themeColor="text1"/>
          <w:sz w:val="20"/>
        </w:rPr>
        <w:t>| </w:t>
      </w:r>
      <w:sdt>
        <w:sdtPr>
          <w:rPr>
            <w:rFonts w:cs="Consolas"/>
            <w:color w:val="000000" w:themeColor="text1"/>
            <w:sz w:val="20"/>
          </w:rPr>
          <w:alias w:val="E-mail"/>
          <w:tag w:val=""/>
          <w:id w:val="-391963670"/>
          <w:placeholder>
            <w:docPart w:val="CC984331F47D4580B1BEDB9F827A4CCA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EB0F69" w:rsidRPr="00B01CAE">
            <w:rPr>
              <w:rFonts w:cs="Consolas"/>
              <w:color w:val="000000" w:themeColor="text1"/>
              <w:sz w:val="20"/>
            </w:rPr>
            <w:t>chabin.quent1@gmail.com</w:t>
          </w:r>
        </w:sdtContent>
      </w:sdt>
    </w:p>
    <w:p w:rsidR="0064720F" w:rsidRPr="00B01CAE" w:rsidRDefault="0053656C" w:rsidP="00D03990">
      <w:pPr>
        <w:pStyle w:val="Titredesection"/>
        <w:rPr>
          <w:noProof/>
        </w:rPr>
      </w:pPr>
      <w:r w:rsidRPr="00D03990">
        <w:t>Objectif</w:t>
      </w:r>
    </w:p>
    <w:p w:rsidR="0064720F" w:rsidRPr="00B01CAE" w:rsidRDefault="00D03990" w:rsidP="0028628D">
      <w:pPr>
        <w:rPr>
          <w:i/>
          <w:noProof/>
          <w:color w:val="000000" w:themeColor="text1"/>
        </w:rPr>
      </w:pPr>
      <w:r>
        <w:rPr>
          <w:color w:val="000000" w:themeColor="text1"/>
        </w:rPr>
        <w:t>E</w:t>
      </w:r>
      <w:r w:rsidR="00DE304D" w:rsidRPr="00B01CAE">
        <w:rPr>
          <w:color w:val="000000" w:themeColor="text1"/>
        </w:rPr>
        <w:t>mploi</w:t>
      </w:r>
      <w:r w:rsidR="001C0682" w:rsidRPr="00B01CAE">
        <w:rPr>
          <w:color w:val="000000" w:themeColor="text1"/>
        </w:rPr>
        <w:t xml:space="preserve"> </w:t>
      </w:r>
      <w:r w:rsidR="00DE304D" w:rsidRPr="00B01CAE">
        <w:rPr>
          <w:color w:val="000000" w:themeColor="text1"/>
        </w:rPr>
        <w:t>saisonnier</w:t>
      </w:r>
      <w:r w:rsidR="001C0682" w:rsidRPr="00B01CAE">
        <w:rPr>
          <w:color w:val="000000" w:themeColor="text1"/>
        </w:rPr>
        <w:t xml:space="preserve"> au sein du service de la DSI de Versailles.</w:t>
      </w:r>
    </w:p>
    <w:p w:rsidR="0064720F" w:rsidRPr="00D03990" w:rsidRDefault="0053656C" w:rsidP="00D03990">
      <w:pPr>
        <w:pStyle w:val="Titredesection"/>
      </w:pPr>
      <w:r w:rsidRPr="00D03990">
        <w:t>Formation</w:t>
      </w:r>
    </w:p>
    <w:p w:rsidR="0064720F" w:rsidRPr="00B01CAE" w:rsidRDefault="002232EF" w:rsidP="005F6325">
      <w:pPr>
        <w:pStyle w:val="Sous-section"/>
        <w:rPr>
          <w:noProof/>
          <w:color w:val="000000" w:themeColor="text1"/>
        </w:rPr>
      </w:pPr>
      <w:r w:rsidRPr="00B01CAE">
        <w:rPr>
          <w:color w:val="000000" w:themeColor="text1"/>
        </w:rPr>
        <w:t>Deuxième année  BTS IRIS</w:t>
      </w:r>
      <w:r w:rsidR="0053656C" w:rsidRPr="00B01CAE">
        <w:rPr>
          <w:noProof/>
          <w:color w:val="000000" w:themeColor="text1"/>
        </w:rPr>
        <w:t> | </w:t>
      </w:r>
      <w:r w:rsidRPr="00B01CAE">
        <w:rPr>
          <w:noProof/>
          <w:color w:val="000000" w:themeColor="text1"/>
        </w:rPr>
        <w:t>2013/2014</w:t>
      </w:r>
      <w:r w:rsidR="0053656C" w:rsidRPr="00B01CAE">
        <w:rPr>
          <w:noProof/>
          <w:color w:val="000000" w:themeColor="text1"/>
        </w:rPr>
        <w:t> | </w:t>
      </w:r>
      <w:r w:rsidRPr="00B01CAE">
        <w:rPr>
          <w:color w:val="000000" w:themeColor="text1"/>
        </w:rPr>
        <w:t>Lycée Jules Ferry, Versailles (78)</w:t>
      </w:r>
    </w:p>
    <w:p w:rsidR="0064720F" w:rsidRPr="00016029" w:rsidRDefault="0053656C" w:rsidP="00016029">
      <w:pPr>
        <w:pStyle w:val="Listepuces"/>
      </w:pPr>
      <w:r w:rsidRPr="00016029">
        <w:t xml:space="preserve">Discipline : </w:t>
      </w:r>
      <w:r w:rsidR="00CF5F1F" w:rsidRPr="00016029">
        <w:t>IRIS (INFORMATIQUE ET RESEAUX POUR L'INDUSTRIE ET LES SERVICES TECHNIQUES)</w:t>
      </w:r>
    </w:p>
    <w:sdt>
      <w:sdtPr>
        <w:rPr>
          <w:rFonts w:cs="Consolas"/>
          <w:b w:val="0"/>
          <w:bCs w:val="0"/>
          <w:caps/>
          <w:smallCaps w:val="0"/>
          <w:noProof/>
          <w:color w:val="000000" w:themeColor="text1"/>
          <w:sz w:val="18"/>
        </w:rPr>
        <w:id w:val="-1106653387"/>
      </w:sdtPr>
      <w:sdtEndPr>
        <w:rPr>
          <w:rFonts w:cstheme="minorBidi"/>
          <w:caps w:val="0"/>
          <w:noProof w:val="0"/>
          <w:color w:val="404040" w:themeColor="text1" w:themeTint="BF"/>
        </w:rPr>
      </w:sdtEndPr>
      <w:sdtContent>
        <w:sdt>
          <w:sdtPr>
            <w:rPr>
              <w:rFonts w:cs="Consolas"/>
              <w:b w:val="0"/>
              <w:bCs w:val="0"/>
              <w:caps/>
              <w:smallCaps w:val="0"/>
              <w:noProof/>
              <w:color w:val="000000" w:themeColor="text1"/>
              <w:sz w:val="18"/>
            </w:rPr>
            <w:id w:val="-514004892"/>
          </w:sdtPr>
          <w:sdtEndPr>
            <w:rPr>
              <w:rFonts w:cstheme="minorBidi"/>
              <w:caps w:val="0"/>
              <w:noProof w:val="0"/>
              <w:color w:val="404040" w:themeColor="text1" w:themeTint="BF"/>
            </w:rPr>
          </w:sdtEndPr>
          <w:sdtContent>
            <w:p w:rsidR="0064720F" w:rsidRPr="00B01CAE" w:rsidRDefault="00CF5F1F" w:rsidP="00FF1213">
              <w:pPr>
                <w:pStyle w:val="Sous-section"/>
                <w:spacing w:before="120" w:after="60"/>
                <w:rPr>
                  <w:rFonts w:cs="Consolas"/>
                  <w:noProof/>
                  <w:color w:val="000000" w:themeColor="text1"/>
                </w:rPr>
              </w:pPr>
              <w:r w:rsidRPr="00B01CAE">
                <w:rPr>
                  <w:rFonts w:cs="Consolas"/>
                  <w:color w:val="000000" w:themeColor="text1"/>
                </w:rPr>
                <w:t>Bac Technologique STI</w:t>
              </w:r>
              <w:r w:rsidR="00F933CC">
                <w:rPr>
                  <w:rFonts w:cs="Consolas"/>
                  <w:color w:val="000000" w:themeColor="text1"/>
                </w:rPr>
                <w:t xml:space="preserve"> GE</w:t>
              </w:r>
              <w:r w:rsidR="0053656C" w:rsidRPr="00B01CAE">
                <w:rPr>
                  <w:rFonts w:cs="Consolas"/>
                  <w:noProof/>
                  <w:color w:val="000000" w:themeColor="text1"/>
                </w:rPr>
                <w:t> | </w:t>
              </w:r>
              <w:r w:rsidRPr="00B01CAE">
                <w:rPr>
                  <w:rFonts w:cs="Consolas"/>
                  <w:noProof/>
                  <w:color w:val="000000" w:themeColor="text1"/>
                </w:rPr>
                <w:t>2012</w:t>
              </w:r>
              <w:r w:rsidR="0053656C" w:rsidRPr="00B01CAE">
                <w:rPr>
                  <w:rFonts w:cs="Consolas"/>
                  <w:noProof/>
                  <w:color w:val="000000" w:themeColor="text1"/>
                </w:rPr>
                <w:t> | </w:t>
              </w:r>
              <w:r w:rsidRPr="00B01CAE">
                <w:rPr>
                  <w:rFonts w:cs="Consolas"/>
                  <w:color w:val="000000" w:themeColor="text1"/>
                </w:rPr>
                <w:t>Lycée Louis Bascan Rambouillet  (78)</w:t>
              </w:r>
            </w:p>
            <w:p w:rsidR="0064720F" w:rsidRPr="00016029" w:rsidRDefault="0053656C" w:rsidP="00016029">
              <w:pPr>
                <w:pStyle w:val="Listepuces"/>
              </w:pPr>
              <w:r w:rsidRPr="00016029">
                <w:t xml:space="preserve">Discipline : </w:t>
              </w:r>
              <w:r w:rsidR="00CF5F1F" w:rsidRPr="00016029">
                <w:t>Sciences et Techniques de l’</w:t>
              </w:r>
              <w:r w:rsidR="00F933CC" w:rsidRPr="00016029">
                <w:t xml:space="preserve">Ingénieur, génie électrotechnique </w:t>
              </w:r>
              <w:r w:rsidR="00CF5F1F" w:rsidRPr="00016029">
                <w:t>mention Assez Bien</w:t>
              </w:r>
            </w:p>
            <w:p w:rsidR="0064720F" w:rsidRPr="00016029" w:rsidRDefault="00D8756A" w:rsidP="00F933CC">
              <w:pPr>
                <w:pStyle w:val="Listepuces"/>
                <w:numPr>
                  <w:ilvl w:val="0"/>
                  <w:numId w:val="0"/>
                </w:numPr>
                <w:ind w:left="862"/>
              </w:pPr>
            </w:p>
          </w:sdtContent>
        </w:sdt>
      </w:sdtContent>
    </w:sdt>
    <w:p w:rsidR="0064720F" w:rsidRPr="00D03990" w:rsidRDefault="0053656C" w:rsidP="00D03990">
      <w:pPr>
        <w:pStyle w:val="Titredesection"/>
      </w:pPr>
      <w:r w:rsidRPr="00D03990">
        <w:t>Expérience</w:t>
      </w:r>
    </w:p>
    <w:p w:rsidR="00F933CC" w:rsidRPr="00B01CAE" w:rsidRDefault="005F6325" w:rsidP="00F933CC">
      <w:pPr>
        <w:pStyle w:val="Sous-section"/>
        <w:rPr>
          <w:rFonts w:cs="Consolas"/>
          <w:noProof/>
          <w:color w:val="000000" w:themeColor="text1"/>
        </w:rPr>
      </w:pPr>
      <w:r w:rsidRPr="00B01CAE">
        <w:rPr>
          <w:rFonts w:cs="Consolas"/>
          <w:noProof/>
          <w:color w:val="000000" w:themeColor="text1"/>
        </w:rPr>
        <w:t>Décembre 2013</w:t>
      </w:r>
      <w:r w:rsidR="0053656C" w:rsidRPr="00B01CAE">
        <w:rPr>
          <w:rFonts w:cs="Consolas"/>
          <w:noProof/>
          <w:color w:val="000000" w:themeColor="text1"/>
        </w:rPr>
        <w:t> | </w:t>
      </w:r>
      <w:r w:rsidR="00F933CC" w:rsidRPr="00016029">
        <w:t>Préparateur au rayon poissonnerie</w:t>
      </w:r>
      <w:r w:rsidR="00F933CC" w:rsidRPr="00B01CAE">
        <w:rPr>
          <w:rFonts w:cs="Consolas"/>
          <w:noProof/>
          <w:color w:val="000000" w:themeColor="text1"/>
        </w:rPr>
        <w:t xml:space="preserve"> Carrefour, rambouillet (78)</w:t>
      </w:r>
    </w:p>
    <w:p w:rsidR="0064720F" w:rsidRPr="00016029" w:rsidRDefault="00F933CC" w:rsidP="00016029">
      <w:pPr>
        <w:pStyle w:val="Listepuces"/>
      </w:pPr>
      <w:r>
        <w:t>Servir les clien</w:t>
      </w:r>
      <w:r w:rsidR="00FC5407">
        <w:t>ts, r</w:t>
      </w:r>
      <w:r w:rsidR="00347402">
        <w:t>emballage du rayon le soir</w:t>
      </w:r>
    </w:p>
    <w:sdt>
      <w:sdtPr>
        <w:rPr>
          <w:rFonts w:cs="Consolas"/>
          <w:b w:val="0"/>
          <w:bCs w:val="0"/>
          <w:caps/>
          <w:smallCaps w:val="0"/>
          <w:noProof/>
          <w:color w:val="000000" w:themeColor="text1"/>
          <w:sz w:val="18"/>
        </w:rPr>
        <w:id w:val="417760904"/>
      </w:sdtPr>
      <w:sdtEndPr>
        <w:rPr>
          <w:rFonts w:cstheme="minorBidi"/>
          <w:caps w:val="0"/>
          <w:noProof w:val="0"/>
          <w:color w:val="404040" w:themeColor="text1" w:themeTint="BF"/>
        </w:rPr>
      </w:sdtEndPr>
      <w:sdtContent>
        <w:sdt>
          <w:sdtPr>
            <w:rPr>
              <w:rFonts w:cs="Consolas"/>
              <w:b w:val="0"/>
              <w:bCs w:val="0"/>
              <w:caps/>
              <w:smallCaps w:val="0"/>
              <w:noProof/>
              <w:color w:val="000000" w:themeColor="text1"/>
              <w:sz w:val="18"/>
            </w:rPr>
            <w:id w:val="-1773932447"/>
          </w:sdtPr>
          <w:sdtEndPr>
            <w:rPr>
              <w:rFonts w:cstheme="minorBidi"/>
              <w:caps w:val="0"/>
              <w:noProof w:val="0"/>
              <w:color w:val="404040" w:themeColor="text1" w:themeTint="BF"/>
            </w:rPr>
          </w:sdtEndPr>
          <w:sdtContent>
            <w:p w:rsidR="0064720F" w:rsidRPr="00B01CAE" w:rsidRDefault="00A34357">
              <w:pPr>
                <w:pStyle w:val="Sous-section"/>
                <w:rPr>
                  <w:rFonts w:cs="Consolas"/>
                  <w:noProof/>
                  <w:color w:val="000000" w:themeColor="text1"/>
                </w:rPr>
              </w:pPr>
              <w:r w:rsidRPr="00B01CAE">
                <w:rPr>
                  <w:rFonts w:cs="Consolas"/>
                  <w:noProof/>
                  <w:color w:val="000000" w:themeColor="text1"/>
                </w:rPr>
                <w:t>Juillet 2013</w:t>
              </w:r>
              <w:r w:rsidR="0053656C" w:rsidRPr="00B01CAE">
                <w:rPr>
                  <w:rFonts w:cs="Consolas"/>
                  <w:noProof/>
                  <w:color w:val="000000" w:themeColor="text1"/>
                </w:rPr>
                <w:t> | </w:t>
              </w:r>
              <w:r w:rsidRPr="00B01CAE">
                <w:rPr>
                  <w:rFonts w:cs="Consolas"/>
                  <w:noProof/>
                  <w:color w:val="000000" w:themeColor="text1"/>
                </w:rPr>
                <w:t>Mutuelle Fraternelle d’Assurance, clichy (92)</w:t>
              </w:r>
            </w:p>
            <w:p w:rsidR="00A34357" w:rsidRPr="00016029" w:rsidRDefault="00347402" w:rsidP="00016029">
              <w:pPr>
                <w:pStyle w:val="Listepuces"/>
              </w:pPr>
              <w:r>
                <w:t>Tri et distribution du courrier</w:t>
              </w:r>
            </w:p>
          </w:sdtContent>
        </w:sdt>
        <w:sdt>
          <w:sdtPr>
            <w:rPr>
              <w:rFonts w:cs="Consolas"/>
              <w:b w:val="0"/>
              <w:bCs w:val="0"/>
              <w:caps/>
              <w:smallCaps w:val="0"/>
              <w:noProof/>
              <w:color w:val="000000" w:themeColor="text1"/>
              <w:sz w:val="18"/>
            </w:rPr>
            <w:id w:val="-173266693"/>
          </w:sdtPr>
          <w:sdtEndPr>
            <w:rPr>
              <w:rFonts w:cstheme="minorBidi"/>
              <w:caps w:val="0"/>
              <w:noProof w:val="0"/>
              <w:color w:val="404040" w:themeColor="text1" w:themeTint="BF"/>
            </w:rPr>
          </w:sdtEndPr>
          <w:sdtContent>
            <w:p w:rsidR="00717C0C" w:rsidRPr="00016029" w:rsidRDefault="00A34357" w:rsidP="00717C0C">
              <w:pPr>
                <w:pStyle w:val="Sous-section"/>
                <w:rPr>
                  <w:rFonts w:cs="Consolas"/>
                  <w:noProof/>
                  <w:color w:val="000000" w:themeColor="text1"/>
                </w:rPr>
              </w:pPr>
              <w:r w:rsidRPr="00016029">
                <w:rPr>
                  <w:rFonts w:cs="Consolas"/>
                  <w:noProof/>
                  <w:color w:val="000000" w:themeColor="text1"/>
                </w:rPr>
                <w:t>Mai - Juin 2013 | Mairie de Versailles (78)  | (stage de BTS, 7 semaines)</w:t>
              </w:r>
            </w:p>
            <w:p w:rsidR="00016029" w:rsidRDefault="009F79BF" w:rsidP="00016029">
              <w:pPr>
                <w:pStyle w:val="Listepuces"/>
              </w:pPr>
              <w:r w:rsidRPr="00016029">
                <w:t>Réalisation d'un fichier Visio regroupant les différentes infrastructures géré</w:t>
              </w:r>
              <w:r w:rsidR="00827131">
                <w:t>es</w:t>
              </w:r>
              <w:r w:rsidRPr="00016029">
                <w:t xml:space="preserve"> par le Service Informat</w:t>
              </w:r>
              <w:r w:rsidR="00016029" w:rsidRPr="00016029">
                <w:t>ique de la Mairie de Versailles</w:t>
              </w:r>
            </w:p>
            <w:p w:rsidR="00A34357" w:rsidRPr="00016029" w:rsidRDefault="00F933CC" w:rsidP="00016029">
              <w:pPr>
                <w:pStyle w:val="Listepuces"/>
              </w:pPr>
              <w:r>
                <w:t xml:space="preserve">Etats </w:t>
              </w:r>
              <w:r w:rsidR="00B30C09">
                <w:t>des lieux</w:t>
              </w:r>
              <w:r w:rsidR="00FC5407">
                <w:t xml:space="preserve"> puis s</w:t>
              </w:r>
              <w:r>
                <w:t>ynthèse de l’information.</w:t>
              </w:r>
              <w:r w:rsidR="00827131">
                <w:t xml:space="preserve"> P</w:t>
              </w:r>
              <w:r w:rsidR="00B30C09">
                <w:t>rise en</w:t>
              </w:r>
              <w:r w:rsidR="00347402">
                <w:t xml:space="preserve"> main et apprentissage de Visio</w:t>
              </w:r>
            </w:p>
          </w:sdtContent>
        </w:sdt>
        <w:sdt>
          <w:sdtPr>
            <w:rPr>
              <w:rFonts w:cs="Consolas"/>
              <w:b w:val="0"/>
              <w:bCs w:val="0"/>
              <w:caps/>
              <w:smallCaps w:val="0"/>
              <w:noProof/>
              <w:color w:val="000000" w:themeColor="text1"/>
              <w:sz w:val="18"/>
            </w:rPr>
            <w:id w:val="-1974590394"/>
          </w:sdtPr>
          <w:sdtEndPr>
            <w:rPr>
              <w:rFonts w:cstheme="minorBidi"/>
              <w:caps w:val="0"/>
              <w:noProof w:val="0"/>
              <w:color w:val="404040" w:themeColor="text1" w:themeTint="BF"/>
            </w:rPr>
          </w:sdtEndPr>
          <w:sdtContent>
            <w:p w:rsidR="00A34357" w:rsidRPr="00B01CAE" w:rsidRDefault="00A34357">
              <w:pPr>
                <w:pStyle w:val="Sous-section"/>
                <w:rPr>
                  <w:rFonts w:cs="Consolas"/>
                  <w:noProof/>
                  <w:color w:val="000000" w:themeColor="text1"/>
                </w:rPr>
              </w:pPr>
              <w:r w:rsidRPr="00B01CAE">
                <w:rPr>
                  <w:rFonts w:cs="Consolas"/>
                  <w:noProof/>
                  <w:color w:val="000000" w:themeColor="text1"/>
                </w:rPr>
                <w:t xml:space="preserve"> Décembre 2012 | </w:t>
              </w:r>
              <w:r w:rsidR="00016029" w:rsidRPr="00016029">
                <w:t>Préparateur au rayon poissonnerie</w:t>
              </w:r>
              <w:r w:rsidR="00016029" w:rsidRPr="00B01CAE">
                <w:rPr>
                  <w:rFonts w:cs="Consolas"/>
                  <w:noProof/>
                  <w:color w:val="000000" w:themeColor="text1"/>
                </w:rPr>
                <w:t xml:space="preserve"> </w:t>
              </w:r>
              <w:r w:rsidRPr="00B01CAE">
                <w:rPr>
                  <w:rFonts w:cs="Consolas"/>
                  <w:noProof/>
                  <w:color w:val="000000" w:themeColor="text1"/>
                </w:rPr>
                <w:t>Carrefour, rambouillet (78)</w:t>
              </w:r>
            </w:p>
            <w:p w:rsidR="00717C0C" w:rsidRPr="00016029" w:rsidRDefault="005E1015" w:rsidP="00016029">
              <w:pPr>
                <w:pStyle w:val="Listepuces"/>
              </w:pPr>
              <w:r>
                <w:t>Servir</w:t>
              </w:r>
              <w:r w:rsidR="00F933CC">
                <w:t xml:space="preserve"> </w:t>
              </w:r>
              <w:r>
                <w:t>les clients</w:t>
              </w:r>
              <w:r w:rsidR="00FC5407">
                <w:t>, r</w:t>
              </w:r>
              <w:r w:rsidR="00016029">
                <w:t>emballage du rayon le soir</w:t>
              </w:r>
            </w:p>
          </w:sdtContent>
        </w:sdt>
        <w:sdt>
          <w:sdtPr>
            <w:rPr>
              <w:rFonts w:cs="Consolas"/>
              <w:b w:val="0"/>
              <w:bCs w:val="0"/>
              <w:caps/>
              <w:smallCaps w:val="0"/>
              <w:noProof/>
              <w:color w:val="000000" w:themeColor="text1"/>
              <w:sz w:val="18"/>
            </w:rPr>
            <w:id w:val="-2120370082"/>
          </w:sdtPr>
          <w:sdtEndPr>
            <w:rPr>
              <w:rFonts w:cstheme="minorBidi"/>
              <w:caps w:val="0"/>
              <w:noProof w:val="0"/>
              <w:color w:val="404040" w:themeColor="text1" w:themeTint="BF"/>
            </w:rPr>
          </w:sdtEndPr>
          <w:sdtContent>
            <w:p w:rsidR="00717C0C" w:rsidRPr="00B01CAE" w:rsidRDefault="00717C0C">
              <w:pPr>
                <w:pStyle w:val="Sous-section"/>
                <w:rPr>
                  <w:rFonts w:cs="Consolas"/>
                  <w:noProof/>
                  <w:color w:val="000000" w:themeColor="text1"/>
                </w:rPr>
              </w:pPr>
              <w:r w:rsidRPr="00B01CAE">
                <w:rPr>
                  <w:rFonts w:cs="Consolas"/>
                  <w:noProof/>
                  <w:color w:val="000000" w:themeColor="text1"/>
                </w:rPr>
                <w:t xml:space="preserve"> Juillet 2012 | Mutuelle Fraternelle d’Assurance, clichy (92)</w:t>
              </w:r>
            </w:p>
            <w:p w:rsidR="003B7664" w:rsidRPr="00F933CC" w:rsidRDefault="00F933CC" w:rsidP="00F933CC">
              <w:pPr>
                <w:pStyle w:val="Listepuces"/>
              </w:pPr>
              <w:r w:rsidRPr="00F933CC">
                <w:t>C</w:t>
              </w:r>
              <w:r w:rsidR="00717C0C" w:rsidRPr="00F933CC">
                <w:t xml:space="preserve">réation </w:t>
              </w:r>
              <w:r w:rsidR="00FC5407">
                <w:t>et t</w:t>
              </w:r>
              <w:r w:rsidRPr="00F933CC">
                <w:t xml:space="preserve">ri </w:t>
              </w:r>
              <w:r w:rsidR="00717C0C" w:rsidRPr="00F933CC">
                <w:t>d’un fichier</w:t>
              </w:r>
              <w:r w:rsidRPr="00F933CC">
                <w:t xml:space="preserve"> </w:t>
              </w:r>
              <w:r w:rsidR="00717C0C" w:rsidRPr="00F933CC">
                <w:t>clientèle</w:t>
              </w:r>
              <w:r w:rsidR="00016029" w:rsidRPr="00F933CC">
                <w:t xml:space="preserve"> par le bi</w:t>
              </w:r>
              <w:r w:rsidR="00FC5407">
                <w:t>ais de p</w:t>
              </w:r>
              <w:r w:rsidR="00347402">
                <w:t>rospection</w:t>
              </w:r>
              <w:r w:rsidR="00FC5407">
                <w:t>s</w:t>
              </w:r>
              <w:r w:rsidR="00347402">
                <w:t xml:space="preserve"> téléphonique</w:t>
              </w:r>
              <w:r w:rsidR="00FC5407">
                <w:t>s</w:t>
              </w:r>
            </w:p>
          </w:sdtContent>
        </w:sdt>
      </w:sdtContent>
    </w:sdt>
    <w:p w:rsidR="003B7664" w:rsidRPr="00D03990" w:rsidRDefault="003B7664" w:rsidP="00D03990">
      <w:pPr>
        <w:pStyle w:val="Titredesection"/>
      </w:pPr>
      <w:r w:rsidRPr="00D03990">
        <w:t xml:space="preserve">Compétences et </w:t>
      </w:r>
      <w:r w:rsidR="00D03990">
        <w:t>expertises</w:t>
      </w:r>
    </w:p>
    <w:p w:rsidR="003B7664" w:rsidRPr="00B01CAE" w:rsidRDefault="003B7664" w:rsidP="00886C64">
      <w:pPr>
        <w:pStyle w:val="Sous-section"/>
        <w:rPr>
          <w:noProof/>
          <w:color w:val="000000" w:themeColor="text1"/>
        </w:rPr>
      </w:pPr>
      <w:r w:rsidRPr="00B01CAE">
        <w:rPr>
          <w:color w:val="000000" w:themeColor="text1"/>
        </w:rPr>
        <w:t>Programmation</w:t>
      </w:r>
    </w:p>
    <w:p w:rsidR="003B7664" w:rsidRPr="00016029" w:rsidRDefault="003B7664" w:rsidP="00016029">
      <w:pPr>
        <w:pStyle w:val="Listepuces"/>
      </w:pPr>
      <w:r w:rsidRPr="00016029">
        <w:t>Langage C/C++</w:t>
      </w:r>
    </w:p>
    <w:p w:rsidR="003B7664" w:rsidRPr="00016029" w:rsidRDefault="003B7664" w:rsidP="00016029">
      <w:pPr>
        <w:pStyle w:val="Listepuces"/>
      </w:pPr>
      <w:r w:rsidRPr="00016029">
        <w:t>Assembleur</w:t>
      </w:r>
    </w:p>
    <w:p w:rsidR="003B7664" w:rsidRDefault="003B7664" w:rsidP="00016029">
      <w:pPr>
        <w:pStyle w:val="Listepuces"/>
      </w:pPr>
      <w:r w:rsidRPr="00016029">
        <w:t>UML</w:t>
      </w:r>
    </w:p>
    <w:p w:rsidR="00F933CC" w:rsidRPr="00B01CAE" w:rsidRDefault="00F933CC" w:rsidP="00F933CC">
      <w:pPr>
        <w:pStyle w:val="Sous-section"/>
        <w:rPr>
          <w:noProof/>
          <w:color w:val="000000" w:themeColor="text1"/>
        </w:rPr>
      </w:pPr>
      <w:r w:rsidRPr="00B01CAE">
        <w:rPr>
          <w:color w:val="000000" w:themeColor="text1"/>
        </w:rPr>
        <w:t>Technologies</w:t>
      </w:r>
      <w:r w:rsidRPr="00B01CAE">
        <w:rPr>
          <w:noProof/>
          <w:color w:val="000000" w:themeColor="text1"/>
        </w:rPr>
        <w:t xml:space="preserve"> Internet</w:t>
      </w:r>
    </w:p>
    <w:p w:rsidR="00F933CC" w:rsidRPr="00016029" w:rsidRDefault="00F933CC" w:rsidP="00F933CC">
      <w:pPr>
        <w:pStyle w:val="Listepuces"/>
      </w:pPr>
      <w:r w:rsidRPr="00016029">
        <w:t>HTML/CSS</w:t>
      </w:r>
    </w:p>
    <w:p w:rsidR="00F933CC" w:rsidRPr="00016029" w:rsidRDefault="00F933CC" w:rsidP="00F933CC">
      <w:pPr>
        <w:pStyle w:val="Listepuces"/>
      </w:pPr>
      <w:r w:rsidRPr="00016029">
        <w:t>PHP/MySQL</w:t>
      </w:r>
    </w:p>
    <w:p w:rsidR="003B7664" w:rsidRPr="00B01CAE" w:rsidRDefault="003B7664" w:rsidP="003B7664">
      <w:pPr>
        <w:pStyle w:val="Sous-section"/>
        <w:rPr>
          <w:color w:val="000000" w:themeColor="text1"/>
        </w:rPr>
      </w:pPr>
      <w:r w:rsidRPr="00B01CAE">
        <w:rPr>
          <w:color w:val="000000" w:themeColor="text1"/>
        </w:rPr>
        <w:t>Systèmes d’Exploitation</w:t>
      </w:r>
    </w:p>
    <w:p w:rsidR="003B7664" w:rsidRPr="00016029" w:rsidRDefault="003B7664" w:rsidP="00016029">
      <w:pPr>
        <w:pStyle w:val="Listepuces"/>
      </w:pPr>
      <w:r w:rsidRPr="00016029">
        <w:t>Linux (utilisation/console/système de fichiers)</w:t>
      </w:r>
    </w:p>
    <w:p w:rsidR="003B7664" w:rsidRPr="00016029" w:rsidRDefault="003B7664" w:rsidP="00016029">
      <w:pPr>
        <w:pStyle w:val="Listepuces"/>
      </w:pPr>
      <w:r w:rsidRPr="00016029">
        <w:t>Microsoft Windows (XP/Vista/7)</w:t>
      </w:r>
    </w:p>
    <w:p w:rsidR="003B7664" w:rsidRPr="00B01CAE" w:rsidRDefault="003B7664" w:rsidP="003B7664">
      <w:pPr>
        <w:pStyle w:val="Sous-section"/>
        <w:rPr>
          <w:noProof/>
          <w:color w:val="000000" w:themeColor="text1"/>
        </w:rPr>
      </w:pPr>
      <w:r w:rsidRPr="00B01CAE">
        <w:rPr>
          <w:color w:val="000000" w:themeColor="text1"/>
        </w:rPr>
        <w:t>Bureautique</w:t>
      </w:r>
    </w:p>
    <w:p w:rsidR="003B7664" w:rsidRPr="00347402" w:rsidRDefault="003B7664" w:rsidP="00016029">
      <w:pPr>
        <w:pStyle w:val="Listepuces"/>
        <w:rPr>
          <w:lang w:val="en-US"/>
        </w:rPr>
      </w:pPr>
      <w:r w:rsidRPr="00347402">
        <w:rPr>
          <w:lang w:val="en-US"/>
        </w:rPr>
        <w:t>Microsoft Office (Excel, Word, Outlook, Visio)</w:t>
      </w:r>
    </w:p>
    <w:p w:rsidR="003B7664" w:rsidRPr="00016029" w:rsidRDefault="003B7664" w:rsidP="00016029">
      <w:pPr>
        <w:pStyle w:val="Listepuces"/>
      </w:pPr>
      <w:r w:rsidRPr="00016029">
        <w:t>Open Office</w:t>
      </w:r>
    </w:p>
    <w:p w:rsidR="00886C64" w:rsidRPr="00B01CAE" w:rsidRDefault="00886C64" w:rsidP="00886C64">
      <w:pPr>
        <w:pStyle w:val="Sous-section"/>
        <w:rPr>
          <w:noProof/>
          <w:color w:val="000000" w:themeColor="text1"/>
        </w:rPr>
      </w:pPr>
      <w:r w:rsidRPr="00B01CAE">
        <w:rPr>
          <w:noProof/>
          <w:color w:val="000000" w:themeColor="text1"/>
        </w:rPr>
        <w:t>Langues Etrangères</w:t>
      </w:r>
    </w:p>
    <w:p w:rsidR="00886C64" w:rsidRDefault="00D03990" w:rsidP="00016029">
      <w:pPr>
        <w:pStyle w:val="Listepuces"/>
      </w:pPr>
      <w:r w:rsidRPr="00016029">
        <w:t>Anglais : Compétence professionnelle</w:t>
      </w:r>
    </w:p>
    <w:p w:rsidR="00347402" w:rsidRPr="00016029" w:rsidRDefault="00347402" w:rsidP="00016029">
      <w:pPr>
        <w:pStyle w:val="Listepuces"/>
      </w:pPr>
      <w:r>
        <w:t>Japonais : Notion</w:t>
      </w:r>
      <w:r w:rsidR="00FC5407">
        <w:t>s</w:t>
      </w:r>
    </w:p>
    <w:p w:rsidR="00886C64" w:rsidRPr="00D03990" w:rsidRDefault="00886C64" w:rsidP="00D03990">
      <w:pPr>
        <w:pStyle w:val="Titredesection"/>
      </w:pPr>
      <w:r w:rsidRPr="00D03990">
        <w:t>Loisirs</w:t>
      </w:r>
      <w:r w:rsidR="000E0355" w:rsidRPr="00D03990">
        <w:t xml:space="preserve"> &amp; Vie associative</w:t>
      </w:r>
    </w:p>
    <w:p w:rsidR="00886C64" w:rsidRPr="00016029" w:rsidRDefault="0025223C" w:rsidP="00016029">
      <w:pPr>
        <w:pStyle w:val="Listepuces"/>
      </w:pPr>
      <w:bookmarkStart w:id="0" w:name="_GoBack"/>
      <w:r w:rsidRPr="00016029">
        <w:t>Culture japonaise (littérature, cinéma/anime, voyages</w:t>
      </w:r>
      <w:r w:rsidR="00347402">
        <w:t>, langue</w:t>
      </w:r>
      <w:r w:rsidRPr="00016029">
        <w:t>)</w:t>
      </w:r>
    </w:p>
    <w:p w:rsidR="00347402" w:rsidRDefault="0025223C" w:rsidP="00347402">
      <w:pPr>
        <w:pStyle w:val="Listepuces"/>
      </w:pPr>
      <w:r w:rsidRPr="00016029">
        <w:t>Membre de</w:t>
      </w:r>
      <w:r w:rsidR="009F79BF" w:rsidRPr="00016029">
        <w:t xml:space="preserve"> l’assoc</w:t>
      </w:r>
      <w:r w:rsidR="00FC5407">
        <w:t>iation TYPE-MOON France depuis f</w:t>
      </w:r>
      <w:r w:rsidR="009F79BF" w:rsidRPr="00016029">
        <w:t>évrier 2013</w:t>
      </w:r>
    </w:p>
    <w:p w:rsidR="00347402" w:rsidRDefault="00347402" w:rsidP="00347402">
      <w:pPr>
        <w:pStyle w:val="Listepuces"/>
        <w:tabs>
          <w:tab w:val="clear" w:pos="144"/>
          <w:tab w:val="num" w:pos="720"/>
        </w:tabs>
        <w:ind w:left="862"/>
      </w:pPr>
      <w:r>
        <w:t>Exp</w:t>
      </w:r>
      <w:r w:rsidR="00FC5407">
        <w:t>osant sur plusieurs conventions</w:t>
      </w:r>
    </w:p>
    <w:p w:rsidR="00347402" w:rsidRPr="00016029" w:rsidRDefault="00347402" w:rsidP="00347402">
      <w:pPr>
        <w:pStyle w:val="Listepuces"/>
        <w:tabs>
          <w:tab w:val="clear" w:pos="144"/>
          <w:tab w:val="num" w:pos="720"/>
        </w:tabs>
        <w:ind w:left="862"/>
      </w:pPr>
      <w:r>
        <w:t>Participation à la réalisation de recueil</w:t>
      </w:r>
      <w:r w:rsidR="00FC5407">
        <w:t>s</w:t>
      </w:r>
      <w:r>
        <w:t xml:space="preserve"> d’illustration</w:t>
      </w:r>
      <w:bookmarkEnd w:id="0"/>
      <w:r w:rsidR="00FC5407">
        <w:t>s</w:t>
      </w:r>
    </w:p>
    <w:sectPr w:rsidR="00347402" w:rsidRPr="00016029" w:rsidSect="00886C64">
      <w:footerReference w:type="default" r:id="rId10"/>
      <w:pgSz w:w="12240" w:h="15840"/>
      <w:pgMar w:top="851" w:right="1247" w:bottom="851" w:left="124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7F2" w:rsidRDefault="002D07F2">
      <w:r>
        <w:separator/>
      </w:r>
    </w:p>
  </w:endnote>
  <w:endnote w:type="continuationSeparator" w:id="0">
    <w:p w:rsidR="002D07F2" w:rsidRDefault="002D0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20F" w:rsidRDefault="0053656C">
    <w:pPr>
      <w:pStyle w:val="Pieddepage"/>
    </w:pPr>
    <w:r>
      <w:t xml:space="preserve">Page </w:t>
    </w:r>
    <w:r w:rsidR="00D8756A">
      <w:fldChar w:fldCharType="begin"/>
    </w:r>
    <w:r>
      <w:instrText>PAGE   \* MERGEFORMAT</w:instrText>
    </w:r>
    <w:r w:rsidR="00D8756A">
      <w:fldChar w:fldCharType="separate"/>
    </w:r>
    <w:r w:rsidR="00347402">
      <w:rPr>
        <w:noProof/>
      </w:rPr>
      <w:t>2</w:t>
    </w:r>
    <w:r w:rsidR="00D8756A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7F2" w:rsidRDefault="002D07F2">
      <w:r>
        <w:separator/>
      </w:r>
    </w:p>
  </w:footnote>
  <w:footnote w:type="continuationSeparator" w:id="0">
    <w:p w:rsidR="002D07F2" w:rsidRDefault="002D07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964A94A"/>
    <w:lvl w:ilvl="0">
      <w:start w:val="1"/>
      <w:numFmt w:val="bullet"/>
      <w:pStyle w:val="Listepuces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">
    <w:nsid w:val="535B0DB0"/>
    <w:multiLevelType w:val="hybridMultilevel"/>
    <w:tmpl w:val="B346FFE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B0F69"/>
    <w:rsid w:val="00016029"/>
    <w:rsid w:val="00044223"/>
    <w:rsid w:val="00075B9D"/>
    <w:rsid w:val="000E0355"/>
    <w:rsid w:val="0012631F"/>
    <w:rsid w:val="001C0682"/>
    <w:rsid w:val="001C4520"/>
    <w:rsid w:val="00202D97"/>
    <w:rsid w:val="002232EF"/>
    <w:rsid w:val="0025223C"/>
    <w:rsid w:val="0028628D"/>
    <w:rsid w:val="00294AFB"/>
    <w:rsid w:val="002A5D78"/>
    <w:rsid w:val="002D07F2"/>
    <w:rsid w:val="00347402"/>
    <w:rsid w:val="003A24BE"/>
    <w:rsid w:val="003B7664"/>
    <w:rsid w:val="00445141"/>
    <w:rsid w:val="0053656C"/>
    <w:rsid w:val="005B7E45"/>
    <w:rsid w:val="005E1015"/>
    <w:rsid w:val="005E2117"/>
    <w:rsid w:val="005F6325"/>
    <w:rsid w:val="006407A8"/>
    <w:rsid w:val="0064720F"/>
    <w:rsid w:val="0069696A"/>
    <w:rsid w:val="00717C0C"/>
    <w:rsid w:val="007C44C6"/>
    <w:rsid w:val="00815082"/>
    <w:rsid w:val="00827131"/>
    <w:rsid w:val="00846AEA"/>
    <w:rsid w:val="00886C64"/>
    <w:rsid w:val="008D1EDE"/>
    <w:rsid w:val="00923101"/>
    <w:rsid w:val="009F79BF"/>
    <w:rsid w:val="00A060ED"/>
    <w:rsid w:val="00A34357"/>
    <w:rsid w:val="00A648D7"/>
    <w:rsid w:val="00A6528C"/>
    <w:rsid w:val="00AE142B"/>
    <w:rsid w:val="00B01CAE"/>
    <w:rsid w:val="00B108FF"/>
    <w:rsid w:val="00B30C09"/>
    <w:rsid w:val="00CF5F1F"/>
    <w:rsid w:val="00D03990"/>
    <w:rsid w:val="00D8756A"/>
    <w:rsid w:val="00DE304D"/>
    <w:rsid w:val="00E011E5"/>
    <w:rsid w:val="00E94D49"/>
    <w:rsid w:val="00EA6ACB"/>
    <w:rsid w:val="00EB0F69"/>
    <w:rsid w:val="00ED52B8"/>
    <w:rsid w:val="00F933CC"/>
    <w:rsid w:val="00FC5407"/>
    <w:rsid w:val="00FF1213"/>
    <w:rsid w:val="00FF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fr-FR" w:eastAsia="fr-FR" w:bidi="ar-SA"/>
      </w:rPr>
    </w:rPrDefault>
    <w:pPrDefault>
      <w:pPr>
        <w:spacing w:after="2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uiPriority="3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325"/>
    <w:pPr>
      <w:spacing w:after="0"/>
      <w:jc w:val="both"/>
    </w:pPr>
    <w:rPr>
      <w:rFonts w:ascii="Consolas" w:hAnsi="Consola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2"/>
    <w:qFormat/>
    <w:rsid w:val="00294AFB"/>
    <w:pPr>
      <w:pBdr>
        <w:bottom w:val="single" w:sz="12" w:space="4" w:color="141414" w:themeColor="accent1"/>
      </w:pBdr>
      <w:spacing w:after="120"/>
      <w:contextualSpacing/>
    </w:pPr>
    <w:rPr>
      <w:rFonts w:eastAsiaTheme="majorEastAsia" w:cstheme="majorBidi"/>
      <w:color w:val="141414" w:themeColor="accent1"/>
      <w:kern w:val="28"/>
      <w:sz w:val="44"/>
    </w:rPr>
  </w:style>
  <w:style w:type="character" w:customStyle="1" w:styleId="TitreCar">
    <w:name w:val="Titre Car"/>
    <w:basedOn w:val="Policepardfaut"/>
    <w:link w:val="Titre"/>
    <w:uiPriority w:val="2"/>
    <w:rsid w:val="00294AFB"/>
    <w:rPr>
      <w:rFonts w:ascii="Consolas" w:eastAsiaTheme="majorEastAsia" w:hAnsi="Consolas" w:cstheme="majorBidi"/>
      <w:color w:val="141414" w:themeColor="accent1"/>
      <w:kern w:val="28"/>
      <w:sz w:val="44"/>
    </w:rPr>
  </w:style>
  <w:style w:type="character" w:styleId="Textedelespacerserv">
    <w:name w:val="Placeholder Text"/>
    <w:basedOn w:val="Policepardfaut"/>
    <w:uiPriority w:val="99"/>
    <w:semiHidden/>
    <w:rsid w:val="00A6528C"/>
    <w:rPr>
      <w:color w:val="808080"/>
    </w:rPr>
  </w:style>
  <w:style w:type="paragraph" w:customStyle="1" w:styleId="Titredesection">
    <w:name w:val="Titre de section"/>
    <w:basedOn w:val="Normal"/>
    <w:next w:val="Normal"/>
    <w:uiPriority w:val="1"/>
    <w:qFormat/>
    <w:rsid w:val="00D03990"/>
    <w:pPr>
      <w:pBdr>
        <w:bottom w:val="dashSmallGap" w:sz="4" w:space="1" w:color="auto"/>
      </w:pBdr>
      <w:spacing w:before="120" w:after="100"/>
      <w:jc w:val="right"/>
    </w:pPr>
    <w:rPr>
      <w:rFonts w:eastAsiaTheme="majorEastAsia" w:cstheme="majorBidi"/>
      <w:b/>
      <w:bCs/>
      <w:color w:val="0070C0"/>
      <w:sz w:val="26"/>
    </w:rPr>
  </w:style>
  <w:style w:type="paragraph" w:styleId="Listepuces">
    <w:name w:val="List Bullet"/>
    <w:basedOn w:val="Normal"/>
    <w:uiPriority w:val="1"/>
    <w:unhideWhenUsed/>
    <w:qFormat/>
    <w:rsid w:val="00F933CC"/>
    <w:pPr>
      <w:numPr>
        <w:numId w:val="1"/>
      </w:numPr>
      <w:ind w:left="286" w:hanging="142"/>
    </w:pPr>
  </w:style>
  <w:style w:type="paragraph" w:customStyle="1" w:styleId="Sous-section">
    <w:name w:val="Sous-section"/>
    <w:basedOn w:val="Normal"/>
    <w:uiPriority w:val="1"/>
    <w:qFormat/>
    <w:rsid w:val="00886C64"/>
    <w:pPr>
      <w:spacing w:before="60" w:after="40"/>
    </w:pPr>
    <w:rPr>
      <w:b/>
      <w:bCs/>
      <w:smallCaps/>
      <w:color w:val="191919" w:themeColor="background2" w:themeShade="1A"/>
      <w:sz w:val="22"/>
    </w:rPr>
  </w:style>
  <w:style w:type="paragraph" w:styleId="En-tte">
    <w:name w:val="header"/>
    <w:basedOn w:val="Normal"/>
    <w:link w:val="En-tteCar"/>
    <w:uiPriority w:val="99"/>
    <w:unhideWhenUsed/>
    <w:rsid w:val="00A6528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A6528C"/>
  </w:style>
  <w:style w:type="paragraph" w:styleId="Pieddepage">
    <w:name w:val="footer"/>
    <w:basedOn w:val="Normal"/>
    <w:link w:val="PieddepageCar"/>
    <w:uiPriority w:val="99"/>
    <w:unhideWhenUsed/>
    <w:rsid w:val="00A6528C"/>
    <w:pPr>
      <w:jc w:val="right"/>
    </w:pPr>
    <w:rPr>
      <w:color w:val="141414" w:themeColor="accent1"/>
    </w:rPr>
  </w:style>
  <w:style w:type="character" w:customStyle="1" w:styleId="PieddepageCar">
    <w:name w:val="Pied de page Car"/>
    <w:basedOn w:val="Policepardfaut"/>
    <w:link w:val="Pieddepage"/>
    <w:uiPriority w:val="99"/>
    <w:rsid w:val="00A6528C"/>
    <w:rPr>
      <w:color w:val="141414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5B9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5B9D"/>
    <w:rPr>
      <w:rFonts w:ascii="Tahoma" w:hAnsi="Tahoma" w:cs="Tahoma"/>
      <w:sz w:val="16"/>
      <w:szCs w:val="16"/>
    </w:rPr>
  </w:style>
  <w:style w:type="paragraph" w:customStyle="1" w:styleId="Listepuces1">
    <w:name w:val="Liste à puces1"/>
    <w:basedOn w:val="Normal"/>
    <w:rsid w:val="009F79BF"/>
    <w:pPr>
      <w:suppressAutoHyphens/>
      <w:ind w:left="862" w:hanging="142"/>
    </w:pPr>
    <w:rPr>
      <w:rFonts w:eastAsia="ＭＳ Ｐ明朝" w:cs="Cambria"/>
      <w:color w:val="auto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eur\AppData\Roaming\Microsoft\Templates\C.V%20fonctionne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431B6B0808D49CD8E5B2F9929480D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B1C281-49F7-4830-ADE5-AEB1DF9EBD33}"/>
      </w:docPartPr>
      <w:docPartBody>
        <w:p w:rsidR="0024132E" w:rsidRDefault="00FE5457">
          <w:pPr>
            <w:pStyle w:val="4431B6B0808D49CD8E5B2F9929480D55"/>
          </w:pPr>
          <w:r>
            <w:rPr>
              <w:noProof/>
            </w:rPr>
            <w:t>[Votre nom]</w:t>
          </w:r>
        </w:p>
      </w:docPartBody>
    </w:docPart>
    <w:docPart>
      <w:docPartPr>
        <w:name w:val="E6465DF00FA2449395164DC15657CB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742E5A-6871-43A5-B0E9-EE18BA2CDAC3}"/>
      </w:docPartPr>
      <w:docPartBody>
        <w:p w:rsidR="0024132E" w:rsidRDefault="00FE5457">
          <w:pPr>
            <w:pStyle w:val="E6465DF00FA2449395164DC15657CB24"/>
          </w:pPr>
          <w:r>
            <w:rPr>
              <w:noProof/>
            </w:rPr>
            <w:t>[Adresse, code postal, ville]</w:t>
          </w:r>
        </w:p>
      </w:docPartBody>
    </w:docPart>
    <w:docPart>
      <w:docPartPr>
        <w:name w:val="CC984331F47D4580B1BEDB9F827A4C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268FE9-34CD-4968-9268-891EF7556FD6}"/>
      </w:docPartPr>
      <w:docPartBody>
        <w:p w:rsidR="0024132E" w:rsidRDefault="00FE5457">
          <w:pPr>
            <w:pStyle w:val="CC984331F47D4580B1BEDB9F827A4CCA"/>
          </w:pPr>
          <w:r>
            <w:rPr>
              <w:noProof/>
            </w:rPr>
            <w:t>[</w:t>
          </w:r>
          <w:r w:rsidRPr="00E94D49">
            <w:rPr>
              <w:noProof/>
            </w:rPr>
            <w:t>E-mail</w:t>
          </w:r>
          <w:r>
            <w:rPr>
              <w:noProof/>
            </w:rPr>
            <w:t>]</w:t>
          </w:r>
        </w:p>
      </w:docPartBody>
    </w:docPart>
    <w:docPart>
      <w:docPartPr>
        <w:name w:val="18AE7EB66E8D4CCB808BBFDD0FAD21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9FB509-F436-40F0-8CB7-40E39E30D0E5}"/>
      </w:docPartPr>
      <w:docPartBody>
        <w:p w:rsidR="0024132E" w:rsidRDefault="006344B5" w:rsidP="006344B5">
          <w:pPr>
            <w:pStyle w:val="18AE7EB66E8D4CCB808BBFDD0FAD21D0"/>
          </w:pPr>
          <w:r>
            <w:rPr>
              <w:noProof/>
            </w:rPr>
            <w:t>[Téléphone]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0FC019A"/>
    <w:lvl w:ilvl="0">
      <w:start w:val="1"/>
      <w:numFmt w:val="bullet"/>
      <w:pStyle w:val="Listepuces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</w:numbering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344B5"/>
    <w:rsid w:val="0024132E"/>
    <w:rsid w:val="006344B5"/>
    <w:rsid w:val="00921553"/>
    <w:rsid w:val="00A40593"/>
    <w:rsid w:val="00C12330"/>
    <w:rsid w:val="00DF6BF4"/>
    <w:rsid w:val="00FE5457"/>
    <w:rsid w:val="00FF4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3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431B6B0808D49CD8E5B2F9929480D55">
    <w:name w:val="4431B6B0808D49CD8E5B2F9929480D55"/>
    <w:rsid w:val="0024132E"/>
  </w:style>
  <w:style w:type="paragraph" w:customStyle="1" w:styleId="E6465DF00FA2449395164DC15657CB24">
    <w:name w:val="E6465DF00FA2449395164DC15657CB24"/>
    <w:rsid w:val="0024132E"/>
  </w:style>
  <w:style w:type="paragraph" w:customStyle="1" w:styleId="00FA9624E65F430284FE716679407E4F">
    <w:name w:val="00FA9624E65F430284FE716679407E4F"/>
    <w:rsid w:val="0024132E"/>
  </w:style>
  <w:style w:type="paragraph" w:customStyle="1" w:styleId="CC984331F47D4580B1BEDB9F827A4CCA">
    <w:name w:val="CC984331F47D4580B1BEDB9F827A4CCA"/>
    <w:rsid w:val="0024132E"/>
  </w:style>
  <w:style w:type="paragraph" w:customStyle="1" w:styleId="49CEAEFCEE9A492686429BE80A9A3779">
    <w:name w:val="49CEAEFCEE9A492686429BE80A9A3779"/>
    <w:rsid w:val="0024132E"/>
  </w:style>
  <w:style w:type="paragraph" w:customStyle="1" w:styleId="29B1A5C5D4DA4535BF90EF840690D2F3">
    <w:name w:val="29B1A5C5D4DA4535BF90EF840690D2F3"/>
    <w:rsid w:val="0024132E"/>
  </w:style>
  <w:style w:type="paragraph" w:customStyle="1" w:styleId="668B5FB64B874F8587BDD051428B42DB">
    <w:name w:val="668B5FB64B874F8587BDD051428B42DB"/>
    <w:rsid w:val="0024132E"/>
  </w:style>
  <w:style w:type="paragraph" w:customStyle="1" w:styleId="22ED13E7427F40CBA8B07606742977D8">
    <w:name w:val="22ED13E7427F40CBA8B07606742977D8"/>
    <w:rsid w:val="0024132E"/>
  </w:style>
  <w:style w:type="paragraph" w:customStyle="1" w:styleId="1250423631BC4A52841BC40669573612">
    <w:name w:val="1250423631BC4A52841BC40669573612"/>
    <w:rsid w:val="0024132E"/>
  </w:style>
  <w:style w:type="character" w:styleId="Textedelespacerserv">
    <w:name w:val="Placeholder Text"/>
    <w:basedOn w:val="Policepardfaut"/>
    <w:uiPriority w:val="99"/>
    <w:semiHidden/>
    <w:rsid w:val="006344B5"/>
    <w:rPr>
      <w:color w:val="808080"/>
    </w:rPr>
  </w:style>
  <w:style w:type="paragraph" w:customStyle="1" w:styleId="77239EC3E4B146F6B3A0DF9E76AD7579">
    <w:name w:val="77239EC3E4B146F6B3A0DF9E76AD7579"/>
    <w:rsid w:val="0024132E"/>
  </w:style>
  <w:style w:type="paragraph" w:customStyle="1" w:styleId="FD6EBE6B5BA14FF3A8F4BF3757CB5C24">
    <w:name w:val="FD6EBE6B5BA14FF3A8F4BF3757CB5C24"/>
    <w:rsid w:val="0024132E"/>
  </w:style>
  <w:style w:type="paragraph" w:styleId="Listepuces">
    <w:name w:val="List Bullet"/>
    <w:basedOn w:val="Normal"/>
    <w:uiPriority w:val="1"/>
    <w:unhideWhenUsed/>
    <w:qFormat/>
    <w:rsid w:val="0024132E"/>
    <w:pPr>
      <w:numPr>
        <w:numId w:val="1"/>
      </w:numPr>
      <w:spacing w:after="80" w:line="240" w:lineRule="auto"/>
    </w:pPr>
    <w:rPr>
      <w:rFonts w:eastAsiaTheme="minorHAnsi"/>
      <w:color w:val="404040" w:themeColor="text1" w:themeTint="BF"/>
      <w:sz w:val="18"/>
      <w:szCs w:val="20"/>
    </w:rPr>
  </w:style>
  <w:style w:type="paragraph" w:customStyle="1" w:styleId="D2F20A38ABF9443E8697CB05B257F7D6">
    <w:name w:val="D2F20A38ABF9443E8697CB05B257F7D6"/>
    <w:rsid w:val="0024132E"/>
  </w:style>
  <w:style w:type="paragraph" w:customStyle="1" w:styleId="F8719BCDF68F40D4A6B3F38753F26D82">
    <w:name w:val="F8719BCDF68F40D4A6B3F38753F26D82"/>
    <w:rsid w:val="0024132E"/>
  </w:style>
  <w:style w:type="paragraph" w:customStyle="1" w:styleId="A53DD6BB961B4462A7DF6E4CB2795A7C">
    <w:name w:val="A53DD6BB961B4462A7DF6E4CB2795A7C"/>
    <w:rsid w:val="0024132E"/>
  </w:style>
  <w:style w:type="paragraph" w:customStyle="1" w:styleId="4AE7B303C42C4186B24953017704E913">
    <w:name w:val="4AE7B303C42C4186B24953017704E913"/>
    <w:rsid w:val="0024132E"/>
  </w:style>
  <w:style w:type="paragraph" w:customStyle="1" w:styleId="0FF4873B00D44D54A17679A904FCD8C3">
    <w:name w:val="0FF4873B00D44D54A17679A904FCD8C3"/>
    <w:rsid w:val="0024132E"/>
  </w:style>
  <w:style w:type="paragraph" w:customStyle="1" w:styleId="B10499AA5185455898AA776A67A30F6D">
    <w:name w:val="B10499AA5185455898AA776A67A30F6D"/>
    <w:rsid w:val="0024132E"/>
  </w:style>
  <w:style w:type="paragraph" w:customStyle="1" w:styleId="48AA85E35AD44DC2905D78349753913D">
    <w:name w:val="48AA85E35AD44DC2905D78349753913D"/>
    <w:rsid w:val="0024132E"/>
  </w:style>
  <w:style w:type="paragraph" w:customStyle="1" w:styleId="EF03801511FA47CDA69CAC1E22BF9889">
    <w:name w:val="EF03801511FA47CDA69CAC1E22BF9889"/>
    <w:rsid w:val="006344B5"/>
  </w:style>
  <w:style w:type="paragraph" w:customStyle="1" w:styleId="30482610CEE84603A90B43CCC16CC90E">
    <w:name w:val="30482610CEE84603A90B43CCC16CC90E"/>
    <w:rsid w:val="006344B5"/>
  </w:style>
  <w:style w:type="paragraph" w:customStyle="1" w:styleId="8D0DB913D4A942129A832163F6F455E2">
    <w:name w:val="8D0DB913D4A942129A832163F6F455E2"/>
    <w:rsid w:val="006344B5"/>
  </w:style>
  <w:style w:type="paragraph" w:customStyle="1" w:styleId="0E0215A4F3F4415387C6F51F29A0C8F6">
    <w:name w:val="0E0215A4F3F4415387C6F51F29A0C8F6"/>
    <w:rsid w:val="006344B5"/>
  </w:style>
  <w:style w:type="paragraph" w:customStyle="1" w:styleId="1986FE42CC1144E4B7257362B6EA66EF">
    <w:name w:val="1986FE42CC1144E4B7257362B6EA66EF"/>
    <w:rsid w:val="006344B5"/>
  </w:style>
  <w:style w:type="paragraph" w:customStyle="1" w:styleId="18AE7EB66E8D4CCB808BBFDD0FAD21D0">
    <w:name w:val="18AE7EB66E8D4CCB808BBFDD0FAD21D0"/>
    <w:rsid w:val="006344B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20 Rue Victor Hugo 78120 Rambouillet</CompanyAddress>
  <CompanyPhone>06 49 85 25 46</CompanyPhone>
  <CompanyFax/>
  <CompanyEmail>chabin.quent1@gmail.com</CompanyEmail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F76F8B-5E33-4C66-9E3E-20EB36296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C83D5-1607-42AE-B9A1-9F747A81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C.V fonctionnel.dotx</Template>
  <TotalTime>30</TotalTime>
  <Pages>1</Pages>
  <Words>301</Words>
  <Characters>1656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TMF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Quentin CHABIN</dc:creator>
  <cp:lastModifiedBy>Kaiba</cp:lastModifiedBy>
  <cp:revision>5</cp:revision>
  <dcterms:created xsi:type="dcterms:W3CDTF">2014-01-08T22:03:00Z</dcterms:created>
  <dcterms:modified xsi:type="dcterms:W3CDTF">2014-01-08T22:40:00Z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TC029191889991</vt:lpwstr>
  </property>
</Properties>
</file>