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7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2"/>
      </w:tblGrid>
      <w:tr w:rsidR="00B022B8" w:rsidRPr="00B022B8" w:rsidTr="00E04313">
        <w:trPr>
          <w:trHeight w:val="10613"/>
          <w:tblCellSpacing w:w="0" w:type="dxa"/>
        </w:trPr>
        <w:tc>
          <w:tcPr>
            <w:tcW w:w="0" w:type="auto"/>
          </w:tcPr>
          <w:p w:rsidR="006A1EBD" w:rsidRPr="00E04313" w:rsidRDefault="006A1EBD" w:rsidP="006A1EBD">
            <w:pPr>
              <w:ind w:left="709"/>
              <w:rPr>
                <w:rFonts w:asciiTheme="minorHAnsi" w:hAnsiTheme="minorHAnsi"/>
                <w:b/>
                <w:bCs/>
                <w:color w:val="CC0000"/>
                <w:sz w:val="28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/>
                <w:bCs/>
                <w:color w:val="CC0000"/>
                <w:sz w:val="28"/>
                <w:szCs w:val="17"/>
                <w:lang w:eastAsia="nl-BE"/>
              </w:rPr>
              <w:t>Huistaak:</w:t>
            </w:r>
          </w:p>
          <w:p w:rsidR="006A1EBD" w:rsidRPr="00E04313" w:rsidRDefault="006A1EBD" w:rsidP="006A1EBD">
            <w:pPr>
              <w:ind w:left="709"/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  <w:t>Beschrijving van de doelgroep van de website</w:t>
            </w:r>
            <w:r w:rsidRPr="00E04313"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  <w:t>:</w:t>
            </w:r>
          </w:p>
          <w:p w:rsidR="006A1EBD" w:rsidRPr="00E04313" w:rsidRDefault="006A1EBD" w:rsidP="006A1EBD">
            <w:pPr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 xml:space="preserve"> De poolse uitwisselings studenten en iedereen die geintreseert is in de uitwisseling</w:t>
            </w:r>
          </w:p>
          <w:p w:rsidR="006A1EBD" w:rsidRPr="00E04313" w:rsidRDefault="006A1EBD" w:rsidP="006A1EBD">
            <w:pPr>
              <w:ind w:left="709"/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  <w:t>Beschrijving van de doelstellingen van de website</w:t>
            </w:r>
            <w:r w:rsidRPr="00E04313"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  <w:t>:</w:t>
            </w:r>
          </w:p>
          <w:p w:rsidR="006A1EBD" w:rsidRPr="00E04313" w:rsidRDefault="006A1EBD" w:rsidP="006A1EBD">
            <w:pPr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Om mensen te informeren over Polen, Belgie en de uitwisseling.</w:t>
            </w:r>
          </w:p>
          <w:p w:rsidR="006A1EBD" w:rsidRPr="00E04313" w:rsidRDefault="006A1EBD" w:rsidP="006A1EBD">
            <w:pPr>
              <w:ind w:left="709"/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  <w:t>Schematische voorstelling van de webpagina’s in een hierarchishe structuur. Geef de pagina’s een definitieve naam.</w:t>
            </w:r>
          </w:p>
          <w:p w:rsidR="006A1EBD" w:rsidRPr="00B022B8" w:rsidRDefault="006A1EBD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color w:val="CC0000"/>
                <w:sz w:val="20"/>
                <w:szCs w:val="17"/>
                <w:lang w:eastAsia="nl-BE"/>
              </w:rPr>
            </w:pPr>
            <w:r>
              <w:rPr>
                <w:rFonts w:asciiTheme="minorHAnsi" w:hAnsiTheme="minorHAnsi"/>
                <w:bCs/>
                <w:noProof/>
                <w:color w:val="CC0000"/>
                <w:sz w:val="20"/>
                <w:szCs w:val="17"/>
                <w:lang w:val="nl-BE" w:eastAsia="nl-BE"/>
              </w:rPr>
              <w:drawing>
                <wp:inline distT="0" distB="0" distL="0" distR="0" wp14:anchorId="3E15E016" wp14:editId="684273D9">
                  <wp:extent cx="5486400" cy="3200400"/>
                  <wp:effectExtent l="0" t="0" r="0" b="1905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  <w:p w:rsidR="006A1EBD" w:rsidRPr="00E04313" w:rsidRDefault="006A1EBD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i/>
                <w:color w:val="CC0000"/>
                <w:sz w:val="20"/>
                <w:szCs w:val="17"/>
                <w:lang w:eastAsia="nl-BE"/>
              </w:rPr>
              <w:t>Schematische voorstelling van de mappenstructuur van je website.</w:t>
            </w:r>
          </w:p>
          <w:p w:rsidR="006A1EBD" w:rsidRPr="00E04313" w:rsidRDefault="00E04313" w:rsidP="00E04313">
            <w:pPr>
              <w:tabs>
                <w:tab w:val="left" w:pos="1440"/>
                <w:tab w:val="left" w:pos="1616"/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Website -&gt;</w:t>
            </w:r>
          </w:p>
          <w:p w:rsidR="00E04313" w:rsidRPr="00E04313" w:rsidRDefault="00E04313" w:rsidP="00E04313">
            <w:pPr>
              <w:tabs>
                <w:tab w:val="left" w:pos="1560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css:</w:t>
            </w:r>
          </w:p>
          <w:p w:rsidR="00E04313" w:rsidRPr="00E04313" w:rsidRDefault="00E04313" w:rsidP="00E04313">
            <w:pPr>
              <w:tabs>
                <w:tab w:val="left" w:pos="1560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mijnstijl.css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Afbeeldingen: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video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nl: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whoami.html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dagboek.html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logboek.html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mijnpoolsegast.html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verblijfgastgezin.html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en: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whoami.html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dagboek.html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logboek.html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mijnpoolsegast.html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verblijfgastgezin.html</w:t>
            </w:r>
          </w:p>
          <w:p w:rsidR="00E04313" w:rsidRPr="00E04313" w:rsidRDefault="00E04313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sz w:val="20"/>
                <w:szCs w:val="17"/>
                <w:lang w:eastAsia="nl-BE"/>
              </w:rPr>
              <w:t>index.html</w:t>
            </w:r>
          </w:p>
          <w:p w:rsidR="006A1EBD" w:rsidRPr="00E04313" w:rsidRDefault="006A1EBD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lang w:eastAsia="nl-BE"/>
              </w:rPr>
              <w:t xml:space="preserve">De website is gebaseerd op een aantal sjablonen. </w:t>
            </w:r>
          </w:p>
          <w:p w:rsidR="006A1EBD" w:rsidRPr="00E04313" w:rsidRDefault="006A1EBD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u w:val="single"/>
                <w:lang w:eastAsia="nl-BE"/>
              </w:rPr>
              <w:t>Ontwerp in word</w:t>
            </w:r>
            <w:r w:rsidRPr="00E04313"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lang w:eastAsia="nl-BE"/>
              </w:rPr>
              <w:t xml:space="preserve"> de verschillende sjablonen.  Maak eerst een lay-out op papier. Naast indeling en welke inhoud waar komt vermeld je ook welke kleuren (kleurcode) en lettertype je gebruikt. </w:t>
            </w:r>
          </w:p>
          <w:p w:rsidR="006A1EBD" w:rsidRPr="00E04313" w:rsidRDefault="006A1EBD" w:rsidP="00E04313">
            <w:pPr>
              <w:tabs>
                <w:tab w:val="left" w:pos="1698"/>
              </w:tabs>
              <w:ind w:left="709"/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lang w:eastAsia="nl-BE"/>
              </w:rPr>
            </w:pPr>
            <w:r w:rsidRPr="00E04313"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lang w:eastAsia="nl-BE"/>
              </w:rPr>
              <w:t>Dit is de pagina indeling (header, footer, navigatiestructuur, inhoud opgesplitst in…) rekening houdend</w:t>
            </w:r>
            <w:r w:rsidR="00E04313" w:rsidRPr="00E04313"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lang w:eastAsia="nl-BE"/>
              </w:rPr>
              <w:t xml:space="preserve"> </w:t>
            </w:r>
            <w:r w:rsidRPr="00E04313">
              <w:rPr>
                <w:rFonts w:asciiTheme="minorHAnsi" w:hAnsiTheme="minorHAnsi"/>
                <w:bCs/>
                <w:i/>
                <w:color w:val="CC0000"/>
                <w:sz w:val="18"/>
                <w:szCs w:val="17"/>
                <w:lang w:eastAsia="nl-BE"/>
              </w:rPr>
              <w:t>met usability.</w:t>
            </w:r>
          </w:p>
          <w:p w:rsidR="00B022B8" w:rsidRPr="00B022B8" w:rsidRDefault="00B022B8" w:rsidP="006A1EBD">
            <w:pPr>
              <w:spacing w:after="200" w:line="276" w:lineRule="auto"/>
              <w:rPr>
                <w:rFonts w:asciiTheme="minorHAnsi" w:hAnsiTheme="minorHAnsi"/>
                <w:bCs/>
                <w:color w:val="CC0000"/>
                <w:sz w:val="20"/>
                <w:szCs w:val="17"/>
                <w:lang w:eastAsia="nl-BE"/>
              </w:rPr>
            </w:pPr>
          </w:p>
        </w:tc>
      </w:tr>
      <w:tr w:rsidR="006A1EBD" w:rsidRPr="00B022B8" w:rsidTr="00E04313">
        <w:trPr>
          <w:trHeight w:val="123"/>
          <w:tblCellSpacing w:w="0" w:type="dxa"/>
        </w:trPr>
        <w:tc>
          <w:tcPr>
            <w:tcW w:w="0" w:type="auto"/>
          </w:tcPr>
          <w:p w:rsidR="006A1EBD" w:rsidRPr="00B022B8" w:rsidRDefault="006A1EBD" w:rsidP="006A1EBD">
            <w:pPr>
              <w:ind w:left="709"/>
              <w:rPr>
                <w:rFonts w:asciiTheme="minorHAnsi" w:hAnsiTheme="minorHAnsi"/>
                <w:bCs/>
                <w:color w:val="CC0000"/>
                <w:sz w:val="20"/>
                <w:szCs w:val="17"/>
                <w:lang w:eastAsia="nl-BE"/>
              </w:rPr>
            </w:pPr>
          </w:p>
        </w:tc>
      </w:tr>
      <w:tr w:rsidR="00E04313" w:rsidRPr="00B022B8" w:rsidTr="00E04313">
        <w:trPr>
          <w:trHeight w:val="123"/>
          <w:tblCellSpacing w:w="0" w:type="dxa"/>
        </w:trPr>
        <w:tc>
          <w:tcPr>
            <w:tcW w:w="0" w:type="auto"/>
          </w:tcPr>
          <w:p w:rsidR="00E04313" w:rsidRPr="00B022B8" w:rsidRDefault="00E04313" w:rsidP="006A1EBD">
            <w:pPr>
              <w:ind w:left="709"/>
              <w:rPr>
                <w:rFonts w:asciiTheme="minorHAnsi" w:hAnsiTheme="minorHAnsi"/>
                <w:bCs/>
                <w:color w:val="CC0000"/>
                <w:sz w:val="20"/>
                <w:szCs w:val="17"/>
                <w:lang w:eastAsia="nl-BE"/>
              </w:rPr>
            </w:pPr>
          </w:p>
        </w:tc>
      </w:tr>
      <w:tr w:rsidR="00E04313" w:rsidRPr="00B022B8" w:rsidTr="00E04313">
        <w:trPr>
          <w:trHeight w:val="123"/>
          <w:tblCellSpacing w:w="0" w:type="dxa"/>
        </w:trPr>
        <w:tc>
          <w:tcPr>
            <w:tcW w:w="0" w:type="auto"/>
          </w:tcPr>
          <w:p w:rsidR="00E04313" w:rsidRPr="00B022B8" w:rsidRDefault="00E04313" w:rsidP="00E04313">
            <w:pPr>
              <w:rPr>
                <w:rFonts w:asciiTheme="minorHAnsi" w:hAnsiTheme="minorHAnsi"/>
                <w:bCs/>
                <w:color w:val="CC0000"/>
                <w:sz w:val="20"/>
                <w:szCs w:val="17"/>
                <w:lang w:eastAsia="nl-BE"/>
              </w:rPr>
            </w:pPr>
          </w:p>
        </w:tc>
      </w:tr>
    </w:tbl>
    <w:p w:rsidR="0022570F" w:rsidRPr="00D94EF6" w:rsidRDefault="0022570F" w:rsidP="00B022B8">
      <w:pPr>
        <w:rPr>
          <w:rFonts w:asciiTheme="minorHAnsi" w:hAnsiTheme="minorHAnsi"/>
        </w:rPr>
      </w:pPr>
    </w:p>
    <w:sectPr w:rsidR="0022570F" w:rsidRPr="00D94EF6" w:rsidSect="0058607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F6" w:rsidRDefault="00D94EF6" w:rsidP="00DF59F3">
      <w:r>
        <w:separator/>
      </w:r>
    </w:p>
  </w:endnote>
  <w:endnote w:type="continuationSeparator" w:id="0">
    <w:p w:rsidR="00D94EF6" w:rsidRDefault="00D94EF6" w:rsidP="00DF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13" w:rsidRDefault="00E0431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DC" w:rsidRDefault="00D07ADC" w:rsidP="00DF59F3">
    <w:pPr>
      <w:pStyle w:val="Voettekst"/>
      <w:tabs>
        <w:tab w:val="clear" w:pos="9072"/>
        <w:tab w:val="right" w:pos="9639"/>
      </w:tabs>
    </w:pPr>
    <w:r>
      <w:t>Guldensporencollege – Geef je talent de sporen</w:t>
    </w:r>
    <w:r>
      <w:tab/>
      <w:t xml:space="preserve">p. </w:t>
    </w:r>
    <w:r>
      <w:fldChar w:fldCharType="begin"/>
    </w:r>
    <w:r>
      <w:instrText xml:space="preserve"> PAGE   \* MERGEFORMAT </w:instrText>
    </w:r>
    <w:r>
      <w:fldChar w:fldCharType="separate"/>
    </w:r>
    <w:r w:rsidR="00E04313">
      <w:rPr>
        <w:noProof/>
      </w:rPr>
      <w:t>2</w:t>
    </w:r>
    <w:r>
      <w:fldChar w:fldCharType="end"/>
    </w:r>
    <w:r>
      <w:t>/</w:t>
    </w:r>
    <w:fldSimple w:instr=" NUMPAGES   \* MERGEFORMAT ">
      <w:r w:rsidR="00E04313">
        <w:rPr>
          <w:noProof/>
        </w:rPr>
        <w:t>2</w:t>
      </w:r>
    </w:fldSimple>
  </w:p>
  <w:p w:rsidR="00D07ADC" w:rsidRDefault="00D07ADC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13" w:rsidRDefault="00E0431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F6" w:rsidRDefault="00D94EF6" w:rsidP="00DF59F3">
      <w:r>
        <w:separator/>
      </w:r>
    </w:p>
  </w:footnote>
  <w:footnote w:type="continuationSeparator" w:id="0">
    <w:p w:rsidR="00D94EF6" w:rsidRDefault="00D94EF6" w:rsidP="00DF5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13" w:rsidRDefault="00E0431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13" w:rsidRDefault="00E04313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raster"/>
      <w:tblW w:w="4947" w:type="pct"/>
      <w:tblBorders>
        <w:top w:val="single" w:sz="4" w:space="0" w:color="422774"/>
        <w:left w:val="single" w:sz="4" w:space="0" w:color="422774"/>
        <w:bottom w:val="single" w:sz="4" w:space="0" w:color="422774"/>
        <w:right w:val="single" w:sz="4" w:space="0" w:color="422774"/>
        <w:insideH w:val="single" w:sz="4" w:space="0" w:color="422774"/>
        <w:insideV w:val="single" w:sz="4" w:space="0" w:color="422774"/>
      </w:tblBorders>
      <w:tblLayout w:type="fixed"/>
      <w:tblLook w:val="04A0" w:firstRow="1" w:lastRow="0" w:firstColumn="1" w:lastColumn="0" w:noHBand="0" w:noVBand="1"/>
    </w:tblPr>
    <w:tblGrid>
      <w:gridCol w:w="1174"/>
      <w:gridCol w:w="1468"/>
      <w:gridCol w:w="3514"/>
      <w:gridCol w:w="706"/>
      <w:gridCol w:w="565"/>
      <w:gridCol w:w="1126"/>
      <w:gridCol w:w="24"/>
      <w:gridCol w:w="541"/>
      <w:gridCol w:w="530"/>
    </w:tblGrid>
    <w:tr w:rsidR="00F645A6" w:rsidTr="00B05FF5">
      <w:trPr>
        <w:trHeight w:val="539"/>
      </w:trPr>
      <w:tc>
        <w:tcPr>
          <w:tcW w:w="1174" w:type="dxa"/>
          <w:vMerge w:val="restart"/>
          <w:shd w:val="clear" w:color="auto" w:fill="422774"/>
          <w:tcMar>
            <w:left w:w="0" w:type="dxa"/>
            <w:right w:w="0" w:type="dxa"/>
          </w:tcMar>
        </w:tcPr>
        <w:p w:rsidR="00F645A6" w:rsidRDefault="00F645A6" w:rsidP="0032134B">
          <w:r>
            <w:rPr>
              <w:noProof/>
              <w:lang w:val="nl-BE" w:eastAsia="nl-BE"/>
            </w:rPr>
            <w:drawing>
              <wp:inline distT="0" distB="0" distL="0" distR="0" wp14:anchorId="37FB3840" wp14:editId="3BA9C040">
                <wp:extent cx="737235" cy="1391008"/>
                <wp:effectExtent l="0" t="0" r="5715" b="0"/>
                <wp:docPr id="2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Gusco-159x3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866" cy="14016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4" w:type="dxa"/>
          <w:gridSpan w:val="8"/>
          <w:vAlign w:val="center"/>
        </w:tcPr>
        <w:p w:rsidR="00F645A6" w:rsidRPr="00D07ADC" w:rsidRDefault="00D94EF6" w:rsidP="00D94EF6">
          <w:pPr>
            <w:pStyle w:val="style11"/>
            <w:rPr>
              <w:rFonts w:ascii="Century Gothic" w:hAnsi="Century Gothic"/>
              <w:b/>
            </w:rPr>
          </w:pPr>
          <w:r w:rsidRPr="00D94EF6">
            <w:rPr>
              <w:rFonts w:asciiTheme="minorHAnsi" w:hAnsiTheme="minorHAnsi"/>
              <w:b/>
              <w:bCs/>
              <w:sz w:val="40"/>
              <w:szCs w:val="17"/>
            </w:rPr>
            <w:t>Opgave website uitwisselingsproject</w:t>
          </w:r>
        </w:p>
      </w:tc>
    </w:tr>
    <w:tr w:rsidR="00F645A6" w:rsidTr="00F645A6">
      <w:trPr>
        <w:trHeight w:val="539"/>
      </w:trPr>
      <w:tc>
        <w:tcPr>
          <w:tcW w:w="1174" w:type="dxa"/>
          <w:vMerge/>
          <w:shd w:val="clear" w:color="auto" w:fill="422774"/>
          <w:tcMar>
            <w:left w:w="0" w:type="dxa"/>
            <w:right w:w="0" w:type="dxa"/>
          </w:tcMar>
        </w:tcPr>
        <w:p w:rsidR="00F645A6" w:rsidRDefault="00F645A6" w:rsidP="0032134B">
          <w:pPr>
            <w:rPr>
              <w:noProof/>
              <w:lang w:eastAsia="nl-BE"/>
            </w:rPr>
          </w:pPr>
        </w:p>
      </w:tc>
      <w:tc>
        <w:tcPr>
          <w:tcW w:w="1468" w:type="dxa"/>
          <w:vAlign w:val="center"/>
        </w:tcPr>
        <w:p w:rsidR="00F645A6" w:rsidRPr="00D07ADC" w:rsidRDefault="00F645A6" w:rsidP="00414DC1">
          <w:pPr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Leerling</w:t>
          </w:r>
        </w:p>
      </w:tc>
      <w:tc>
        <w:tcPr>
          <w:tcW w:w="3514" w:type="dxa"/>
          <w:vAlign w:val="center"/>
        </w:tcPr>
        <w:p w:rsidR="00F645A6" w:rsidRDefault="00E04313" w:rsidP="00414DC1">
          <w:r>
            <w:t>Jan-Jasper Verstraete</w:t>
          </w:r>
        </w:p>
      </w:tc>
      <w:tc>
        <w:tcPr>
          <w:tcW w:w="1271" w:type="dxa"/>
          <w:gridSpan w:val="2"/>
          <w:vAlign w:val="center"/>
        </w:tcPr>
        <w:p w:rsidR="00F645A6" w:rsidRPr="00D07ADC" w:rsidRDefault="00F645A6" w:rsidP="00414DC1">
          <w:pPr>
            <w:jc w:val="center"/>
            <w:rPr>
              <w:rFonts w:ascii="Century Gothic" w:hAnsi="Century Gothic"/>
              <w:b/>
            </w:rPr>
          </w:pPr>
          <w:r w:rsidRPr="00D07ADC">
            <w:rPr>
              <w:rFonts w:ascii="Century Gothic" w:hAnsi="Century Gothic"/>
              <w:b/>
            </w:rPr>
            <w:t>Klas</w:t>
          </w:r>
        </w:p>
      </w:tc>
      <w:tc>
        <w:tcPr>
          <w:tcW w:w="1126" w:type="dxa"/>
          <w:vAlign w:val="center"/>
        </w:tcPr>
        <w:p w:rsidR="00F645A6" w:rsidRDefault="00E04313" w:rsidP="00414DC1">
          <w:pPr>
            <w:jc w:val="center"/>
          </w:pPr>
          <w:r>
            <w:t>510-IB</w:t>
          </w:r>
        </w:p>
      </w:tc>
      <w:tc>
        <w:tcPr>
          <w:tcW w:w="565" w:type="dxa"/>
          <w:gridSpan w:val="2"/>
          <w:vAlign w:val="center"/>
        </w:tcPr>
        <w:p w:rsidR="00F645A6" w:rsidRPr="00D07ADC" w:rsidRDefault="00F645A6" w:rsidP="00414DC1">
          <w:pPr>
            <w:jc w:val="center"/>
            <w:rPr>
              <w:rFonts w:ascii="Century Gothic" w:hAnsi="Century Gothic"/>
              <w:b/>
            </w:rPr>
          </w:pPr>
          <w:r w:rsidRPr="00D07ADC">
            <w:rPr>
              <w:rFonts w:ascii="Century Gothic" w:hAnsi="Century Gothic"/>
              <w:b/>
            </w:rPr>
            <w:t>Nr</w:t>
          </w:r>
        </w:p>
      </w:tc>
      <w:tc>
        <w:tcPr>
          <w:tcW w:w="530" w:type="dxa"/>
          <w:vAlign w:val="center"/>
        </w:tcPr>
        <w:p w:rsidR="00F645A6" w:rsidRDefault="00E04313" w:rsidP="00414DC1">
          <w:pPr>
            <w:jc w:val="center"/>
          </w:pPr>
          <w:r>
            <w:t>07</w:t>
          </w:r>
        </w:p>
      </w:tc>
    </w:tr>
    <w:tr w:rsidR="00F645A6" w:rsidTr="00F645A6">
      <w:trPr>
        <w:trHeight w:val="539"/>
      </w:trPr>
      <w:tc>
        <w:tcPr>
          <w:tcW w:w="1174" w:type="dxa"/>
          <w:vMerge/>
          <w:shd w:val="clear" w:color="auto" w:fill="422774"/>
          <w:tcMar>
            <w:left w:w="0" w:type="dxa"/>
            <w:right w:w="0" w:type="dxa"/>
          </w:tcMar>
        </w:tcPr>
        <w:p w:rsidR="00F645A6" w:rsidRDefault="00F645A6" w:rsidP="0032134B"/>
      </w:tc>
      <w:tc>
        <w:tcPr>
          <w:tcW w:w="1468" w:type="dxa"/>
          <w:vAlign w:val="center"/>
        </w:tcPr>
        <w:p w:rsidR="00F645A6" w:rsidRPr="00D07ADC" w:rsidRDefault="00F645A6" w:rsidP="00586073">
          <w:pPr>
            <w:jc w:val="center"/>
            <w:rPr>
              <w:rFonts w:ascii="Century Gothic" w:hAnsi="Century Gothic"/>
              <w:b/>
            </w:rPr>
          </w:pPr>
          <w:r w:rsidRPr="00D07ADC">
            <w:rPr>
              <w:rFonts w:ascii="Century Gothic" w:hAnsi="Century Gothic"/>
              <w:b/>
            </w:rPr>
            <w:t>Leerkracht</w:t>
          </w:r>
        </w:p>
      </w:tc>
      <w:tc>
        <w:tcPr>
          <w:tcW w:w="3514" w:type="dxa"/>
          <w:vAlign w:val="center"/>
        </w:tcPr>
        <w:p w:rsidR="00F645A6" w:rsidRDefault="00D90AE1" w:rsidP="00586073">
          <w:r>
            <w:t>Dejonckheere Johan</w:t>
          </w:r>
        </w:p>
      </w:tc>
      <w:tc>
        <w:tcPr>
          <w:tcW w:w="1271" w:type="dxa"/>
          <w:gridSpan w:val="2"/>
          <w:vAlign w:val="center"/>
        </w:tcPr>
        <w:p w:rsidR="00F645A6" w:rsidRPr="00D07ADC" w:rsidRDefault="00F645A6" w:rsidP="008E0DB7">
          <w:pPr>
            <w:jc w:val="center"/>
            <w:rPr>
              <w:rFonts w:ascii="Century Gothic" w:hAnsi="Century Gothic"/>
              <w:b/>
            </w:rPr>
          </w:pPr>
          <w:r w:rsidRPr="00D07ADC">
            <w:rPr>
              <w:rFonts w:ascii="Century Gothic" w:hAnsi="Century Gothic"/>
              <w:b/>
            </w:rPr>
            <w:t>Vak</w:t>
          </w:r>
        </w:p>
      </w:tc>
      <w:tc>
        <w:tcPr>
          <w:tcW w:w="2221" w:type="dxa"/>
          <w:gridSpan w:val="4"/>
          <w:vAlign w:val="center"/>
        </w:tcPr>
        <w:p w:rsidR="00F645A6" w:rsidRDefault="00E04313" w:rsidP="00D07ADC">
          <w:pPr>
            <w:jc w:val="center"/>
          </w:pPr>
          <w:r>
            <w:t>Software</w:t>
          </w:r>
          <w:bookmarkStart w:id="0" w:name="_GoBack"/>
          <w:bookmarkEnd w:id="0"/>
        </w:p>
      </w:tc>
    </w:tr>
    <w:tr w:rsidR="00F645A6" w:rsidTr="00F645A6">
      <w:trPr>
        <w:trHeight w:val="539"/>
      </w:trPr>
      <w:tc>
        <w:tcPr>
          <w:tcW w:w="1174" w:type="dxa"/>
          <w:vMerge/>
          <w:shd w:val="clear" w:color="auto" w:fill="422774"/>
        </w:tcPr>
        <w:p w:rsidR="00F645A6" w:rsidRDefault="00F645A6" w:rsidP="0032134B"/>
      </w:tc>
      <w:tc>
        <w:tcPr>
          <w:tcW w:w="1468" w:type="dxa"/>
          <w:vAlign w:val="center"/>
        </w:tcPr>
        <w:p w:rsidR="00F645A6" w:rsidRPr="00D07ADC" w:rsidRDefault="00F645A6" w:rsidP="00414DC1">
          <w:pPr>
            <w:jc w:val="center"/>
            <w:rPr>
              <w:rFonts w:ascii="Century Gothic" w:hAnsi="Century Gothic"/>
              <w:b/>
            </w:rPr>
          </w:pPr>
          <w:r w:rsidRPr="00D07ADC">
            <w:rPr>
              <w:rFonts w:ascii="Century Gothic" w:hAnsi="Century Gothic"/>
              <w:b/>
            </w:rPr>
            <w:t>Datum</w:t>
          </w:r>
        </w:p>
      </w:tc>
      <w:tc>
        <w:tcPr>
          <w:tcW w:w="3514" w:type="dxa"/>
          <w:vAlign w:val="center"/>
        </w:tcPr>
        <w:p w:rsidR="00F645A6" w:rsidRPr="00D07ADC" w:rsidRDefault="00E04313" w:rsidP="00414DC1">
          <w:pPr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13/01/’14</w:t>
          </w:r>
        </w:p>
      </w:tc>
      <w:tc>
        <w:tcPr>
          <w:tcW w:w="706" w:type="dxa"/>
          <w:vAlign w:val="center"/>
        </w:tcPr>
        <w:p w:rsidR="00F645A6" w:rsidRDefault="00F645A6" w:rsidP="00414DC1">
          <w:pPr>
            <w:jc w:val="center"/>
          </w:pPr>
          <w:r>
            <w:rPr>
              <w:rFonts w:ascii="Century Gothic" w:hAnsi="Century Gothic"/>
              <w:b/>
            </w:rPr>
            <w:t>T-</w:t>
          </w:r>
          <w:r w:rsidRPr="00D07ADC">
            <w:rPr>
              <w:rFonts w:ascii="Century Gothic" w:hAnsi="Century Gothic"/>
              <w:b/>
            </w:rPr>
            <w:t>nr</w:t>
          </w:r>
        </w:p>
      </w:tc>
      <w:tc>
        <w:tcPr>
          <w:tcW w:w="565" w:type="dxa"/>
          <w:vAlign w:val="center"/>
        </w:tcPr>
        <w:p w:rsidR="00F645A6" w:rsidRDefault="00F645A6" w:rsidP="00414DC1">
          <w:pPr>
            <w:jc w:val="center"/>
          </w:pPr>
        </w:p>
      </w:tc>
      <w:tc>
        <w:tcPr>
          <w:tcW w:w="1150" w:type="dxa"/>
          <w:gridSpan w:val="2"/>
          <w:vAlign w:val="center"/>
        </w:tcPr>
        <w:p w:rsidR="00F645A6" w:rsidRPr="00D07ADC" w:rsidRDefault="00F645A6" w:rsidP="00414DC1">
          <w:pPr>
            <w:jc w:val="center"/>
            <w:rPr>
              <w:rFonts w:ascii="Century Gothic" w:hAnsi="Century Gothic"/>
              <w:b/>
            </w:rPr>
          </w:pPr>
          <w:r w:rsidRPr="00D07ADC">
            <w:rPr>
              <w:rFonts w:ascii="Century Gothic" w:hAnsi="Century Gothic"/>
              <w:b/>
            </w:rPr>
            <w:t>Punten</w:t>
          </w:r>
        </w:p>
      </w:tc>
      <w:tc>
        <w:tcPr>
          <w:tcW w:w="1071" w:type="dxa"/>
          <w:gridSpan w:val="2"/>
          <w:vAlign w:val="center"/>
        </w:tcPr>
        <w:p w:rsidR="00F645A6" w:rsidRDefault="00F645A6" w:rsidP="00414DC1">
          <w:pPr>
            <w:jc w:val="right"/>
          </w:pPr>
        </w:p>
      </w:tc>
    </w:tr>
  </w:tbl>
  <w:p w:rsidR="00D07ADC" w:rsidRDefault="00D07ADC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670B"/>
    <w:multiLevelType w:val="multilevel"/>
    <w:tmpl w:val="B57C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F6F4C"/>
    <w:multiLevelType w:val="hybridMultilevel"/>
    <w:tmpl w:val="1E0AC41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80B1A"/>
    <w:multiLevelType w:val="hybridMultilevel"/>
    <w:tmpl w:val="379A8EC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447D4"/>
    <w:multiLevelType w:val="hybridMultilevel"/>
    <w:tmpl w:val="A7585414"/>
    <w:lvl w:ilvl="0" w:tplc="10446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C6F62"/>
    <w:multiLevelType w:val="hybridMultilevel"/>
    <w:tmpl w:val="83026B7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94222"/>
    <w:multiLevelType w:val="hybridMultilevel"/>
    <w:tmpl w:val="B8E603FE"/>
    <w:lvl w:ilvl="0" w:tplc="C122AEFE">
      <w:numFmt w:val="bullet"/>
      <w:lvlText w:val="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AED20B7"/>
    <w:multiLevelType w:val="multilevel"/>
    <w:tmpl w:val="9D2AE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EF6"/>
    <w:rsid w:val="00056E1A"/>
    <w:rsid w:val="00110294"/>
    <w:rsid w:val="00114B2F"/>
    <w:rsid w:val="0022570F"/>
    <w:rsid w:val="00260872"/>
    <w:rsid w:val="002A754B"/>
    <w:rsid w:val="0032134B"/>
    <w:rsid w:val="00334CD4"/>
    <w:rsid w:val="003E7438"/>
    <w:rsid w:val="00461D18"/>
    <w:rsid w:val="00496693"/>
    <w:rsid w:val="004C29BC"/>
    <w:rsid w:val="004F453E"/>
    <w:rsid w:val="00586073"/>
    <w:rsid w:val="005E2F3E"/>
    <w:rsid w:val="006A1EBD"/>
    <w:rsid w:val="006D7528"/>
    <w:rsid w:val="007D674B"/>
    <w:rsid w:val="00896FA6"/>
    <w:rsid w:val="008B7A66"/>
    <w:rsid w:val="008E0DB7"/>
    <w:rsid w:val="0093025F"/>
    <w:rsid w:val="00A13663"/>
    <w:rsid w:val="00A26372"/>
    <w:rsid w:val="00AC0BB1"/>
    <w:rsid w:val="00B00EB3"/>
    <w:rsid w:val="00B022B8"/>
    <w:rsid w:val="00B56B0A"/>
    <w:rsid w:val="00B945C4"/>
    <w:rsid w:val="00BF6936"/>
    <w:rsid w:val="00D07ADC"/>
    <w:rsid w:val="00D90AE1"/>
    <w:rsid w:val="00D94EF6"/>
    <w:rsid w:val="00DF59F3"/>
    <w:rsid w:val="00E04313"/>
    <w:rsid w:val="00F645A6"/>
    <w:rsid w:val="00F9521A"/>
    <w:rsid w:val="00FE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94EF6"/>
    <w:pPr>
      <w:spacing w:after="0" w:line="240" w:lineRule="auto"/>
    </w:pPr>
    <w:rPr>
      <w:rFonts w:ascii="Arial" w:eastAsia="Times New Roman" w:hAnsi="Arial" w:cs="Times New Roman"/>
      <w:sz w:val="24"/>
      <w:szCs w:val="20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57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570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2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F59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F59F3"/>
  </w:style>
  <w:style w:type="paragraph" w:styleId="Voettekst">
    <w:name w:val="footer"/>
    <w:basedOn w:val="Standaard"/>
    <w:link w:val="VoettekstChar"/>
    <w:uiPriority w:val="99"/>
    <w:unhideWhenUsed/>
    <w:rsid w:val="0032134B"/>
    <w:pPr>
      <w:pBdr>
        <w:top w:val="single" w:sz="4" w:space="1" w:color="auto"/>
      </w:pBdr>
      <w:tabs>
        <w:tab w:val="center" w:pos="4536"/>
        <w:tab w:val="right" w:pos="9072"/>
      </w:tabs>
    </w:pPr>
    <w:rPr>
      <w:rFonts w:ascii="Century Gothic" w:hAnsi="Century Gothic"/>
    </w:rPr>
  </w:style>
  <w:style w:type="character" w:customStyle="1" w:styleId="VoettekstChar">
    <w:name w:val="Voettekst Char"/>
    <w:basedOn w:val="Standaardalinea-lettertype"/>
    <w:link w:val="Voettekst"/>
    <w:uiPriority w:val="99"/>
    <w:rsid w:val="0032134B"/>
    <w:rPr>
      <w:rFonts w:ascii="Century Gothic" w:hAnsi="Century Gothic"/>
    </w:rPr>
  </w:style>
  <w:style w:type="paragraph" w:styleId="Lijstalinea">
    <w:name w:val="List Paragraph"/>
    <w:basedOn w:val="Standaard"/>
    <w:uiPriority w:val="34"/>
    <w:qFormat/>
    <w:rsid w:val="00D94EF6"/>
    <w:pPr>
      <w:ind w:left="720"/>
      <w:contextualSpacing/>
    </w:pPr>
  </w:style>
  <w:style w:type="paragraph" w:customStyle="1" w:styleId="style11">
    <w:name w:val="style11"/>
    <w:basedOn w:val="Standaard"/>
    <w:rsid w:val="00D94EF6"/>
    <w:pPr>
      <w:spacing w:before="100" w:beforeAutospacing="1" w:after="100" w:afterAutospacing="1"/>
    </w:pPr>
    <w:rPr>
      <w:rFonts w:ascii="Times New Roman" w:hAnsi="Times New Roman"/>
      <w:color w:val="000000"/>
      <w:szCs w:val="24"/>
      <w:lang w:val="nl-BE" w:eastAsia="nl-BE"/>
    </w:rPr>
  </w:style>
  <w:style w:type="character" w:customStyle="1" w:styleId="onderlijnen1">
    <w:name w:val="onderlijnen1"/>
    <w:basedOn w:val="Standaardalinea-lettertype"/>
    <w:rsid w:val="00D94EF6"/>
    <w:rPr>
      <w:rFonts w:ascii="Verdana" w:hAnsi="Verdana" w:hint="default"/>
      <w:b/>
      <w:bCs/>
      <w:color w:val="000000"/>
      <w:sz w:val="17"/>
      <w:szCs w:val="17"/>
      <w:u w:val="single"/>
    </w:rPr>
  </w:style>
  <w:style w:type="paragraph" w:styleId="Normaalweb">
    <w:name w:val="Normal (Web)"/>
    <w:basedOn w:val="Standaard"/>
    <w:uiPriority w:val="99"/>
    <w:unhideWhenUsed/>
    <w:rsid w:val="00D94EF6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style111">
    <w:name w:val="style111"/>
    <w:basedOn w:val="Standaardalinea-lettertype"/>
    <w:rsid w:val="00D94EF6"/>
    <w:rPr>
      <w:color w:val="000000"/>
    </w:rPr>
  </w:style>
  <w:style w:type="character" w:styleId="Hyperlink">
    <w:name w:val="Hyperlink"/>
    <w:basedOn w:val="Standaardalinea-lettertype"/>
    <w:uiPriority w:val="99"/>
    <w:unhideWhenUsed/>
    <w:rsid w:val="00D94E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94EF6"/>
    <w:pPr>
      <w:spacing w:after="0" w:line="240" w:lineRule="auto"/>
    </w:pPr>
    <w:rPr>
      <w:rFonts w:ascii="Arial" w:eastAsia="Times New Roman" w:hAnsi="Arial" w:cs="Times New Roman"/>
      <w:sz w:val="24"/>
      <w:szCs w:val="20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57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570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2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DF59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F59F3"/>
  </w:style>
  <w:style w:type="paragraph" w:styleId="Voettekst">
    <w:name w:val="footer"/>
    <w:basedOn w:val="Standaard"/>
    <w:link w:val="VoettekstChar"/>
    <w:uiPriority w:val="99"/>
    <w:unhideWhenUsed/>
    <w:rsid w:val="0032134B"/>
    <w:pPr>
      <w:pBdr>
        <w:top w:val="single" w:sz="4" w:space="1" w:color="auto"/>
      </w:pBdr>
      <w:tabs>
        <w:tab w:val="center" w:pos="4536"/>
        <w:tab w:val="right" w:pos="9072"/>
      </w:tabs>
    </w:pPr>
    <w:rPr>
      <w:rFonts w:ascii="Century Gothic" w:hAnsi="Century Gothic"/>
    </w:rPr>
  </w:style>
  <w:style w:type="character" w:customStyle="1" w:styleId="VoettekstChar">
    <w:name w:val="Voettekst Char"/>
    <w:basedOn w:val="Standaardalinea-lettertype"/>
    <w:link w:val="Voettekst"/>
    <w:uiPriority w:val="99"/>
    <w:rsid w:val="0032134B"/>
    <w:rPr>
      <w:rFonts w:ascii="Century Gothic" w:hAnsi="Century Gothic"/>
    </w:rPr>
  </w:style>
  <w:style w:type="paragraph" w:styleId="Lijstalinea">
    <w:name w:val="List Paragraph"/>
    <w:basedOn w:val="Standaard"/>
    <w:uiPriority w:val="34"/>
    <w:qFormat/>
    <w:rsid w:val="00D94EF6"/>
    <w:pPr>
      <w:ind w:left="720"/>
      <w:contextualSpacing/>
    </w:pPr>
  </w:style>
  <w:style w:type="paragraph" w:customStyle="1" w:styleId="style11">
    <w:name w:val="style11"/>
    <w:basedOn w:val="Standaard"/>
    <w:rsid w:val="00D94EF6"/>
    <w:pPr>
      <w:spacing w:before="100" w:beforeAutospacing="1" w:after="100" w:afterAutospacing="1"/>
    </w:pPr>
    <w:rPr>
      <w:rFonts w:ascii="Times New Roman" w:hAnsi="Times New Roman"/>
      <w:color w:val="000000"/>
      <w:szCs w:val="24"/>
      <w:lang w:val="nl-BE" w:eastAsia="nl-BE"/>
    </w:rPr>
  </w:style>
  <w:style w:type="character" w:customStyle="1" w:styleId="onderlijnen1">
    <w:name w:val="onderlijnen1"/>
    <w:basedOn w:val="Standaardalinea-lettertype"/>
    <w:rsid w:val="00D94EF6"/>
    <w:rPr>
      <w:rFonts w:ascii="Verdana" w:hAnsi="Verdana" w:hint="default"/>
      <w:b/>
      <w:bCs/>
      <w:color w:val="000000"/>
      <w:sz w:val="17"/>
      <w:szCs w:val="17"/>
      <w:u w:val="single"/>
    </w:rPr>
  </w:style>
  <w:style w:type="paragraph" w:styleId="Normaalweb">
    <w:name w:val="Normal (Web)"/>
    <w:basedOn w:val="Standaard"/>
    <w:uiPriority w:val="99"/>
    <w:unhideWhenUsed/>
    <w:rsid w:val="00D94EF6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style111">
    <w:name w:val="style111"/>
    <w:basedOn w:val="Standaardalinea-lettertype"/>
    <w:rsid w:val="00D94EF6"/>
    <w:rPr>
      <w:color w:val="000000"/>
    </w:rPr>
  </w:style>
  <w:style w:type="character" w:styleId="Hyperlink">
    <w:name w:val="Hyperlink"/>
    <w:basedOn w:val="Standaardalinea-lettertype"/>
    <w:uiPriority w:val="99"/>
    <w:unhideWhenUsed/>
    <w:rsid w:val="00D94E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an\AppData\Roaming\Microsoft\Sjablonen\gusco%20sjabloon%20opgave%20toetsen%20taken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F83D575-CC81-46B1-99DF-934FD832A04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BE"/>
        </a:p>
      </dgm:t>
    </dgm:pt>
    <dgm:pt modelId="{305051EB-A0A0-489A-AD1B-33B7651AE56D}">
      <dgm:prSet phldrT="[Tekst]"/>
      <dgm:spPr/>
      <dgm:t>
        <a:bodyPr/>
        <a:lstStyle/>
        <a:p>
          <a:r>
            <a:rPr lang="nl-BE"/>
            <a:t>Index.html</a:t>
          </a:r>
        </a:p>
      </dgm:t>
    </dgm:pt>
    <dgm:pt modelId="{673A3E9A-C171-448A-86F9-550DFF2771DF}" type="parTrans" cxnId="{1AE3D8AC-C975-4DBB-A818-4C8C52CE9651}">
      <dgm:prSet/>
      <dgm:spPr/>
      <dgm:t>
        <a:bodyPr/>
        <a:lstStyle/>
        <a:p>
          <a:endParaRPr lang="nl-BE"/>
        </a:p>
      </dgm:t>
    </dgm:pt>
    <dgm:pt modelId="{32A67DE1-4F12-4C75-8320-5087825E9CF9}" type="sibTrans" cxnId="{1AE3D8AC-C975-4DBB-A818-4C8C52CE9651}">
      <dgm:prSet/>
      <dgm:spPr/>
      <dgm:t>
        <a:bodyPr/>
        <a:lstStyle/>
        <a:p>
          <a:endParaRPr lang="nl-BE"/>
        </a:p>
      </dgm:t>
    </dgm:pt>
    <dgm:pt modelId="{720C783B-F251-4646-BA1C-9142F284AB9C}">
      <dgm:prSet phldrT="[Tekst]"/>
      <dgm:spPr/>
      <dgm:t>
        <a:bodyPr/>
        <a:lstStyle/>
        <a:p>
          <a:r>
            <a:rPr lang="nl-BE"/>
            <a:t>NL</a:t>
          </a:r>
        </a:p>
      </dgm:t>
    </dgm:pt>
    <dgm:pt modelId="{FE6D40AA-9899-4651-9FC7-3E5518838A97}" type="parTrans" cxnId="{4C464945-9D83-42CC-9A72-C57DC90D8562}">
      <dgm:prSet/>
      <dgm:spPr/>
      <dgm:t>
        <a:bodyPr/>
        <a:lstStyle/>
        <a:p>
          <a:endParaRPr lang="nl-BE"/>
        </a:p>
      </dgm:t>
    </dgm:pt>
    <dgm:pt modelId="{C705FD59-4EF3-4595-8FAC-5AB2155B3710}" type="sibTrans" cxnId="{4C464945-9D83-42CC-9A72-C57DC90D8562}">
      <dgm:prSet/>
      <dgm:spPr/>
      <dgm:t>
        <a:bodyPr/>
        <a:lstStyle/>
        <a:p>
          <a:endParaRPr lang="nl-BE"/>
        </a:p>
      </dgm:t>
    </dgm:pt>
    <dgm:pt modelId="{D7EFD428-03E2-41B1-B8F4-729B3F79B357}">
      <dgm:prSet phldrT="[Tekst]"/>
      <dgm:spPr/>
      <dgm:t>
        <a:bodyPr/>
        <a:lstStyle/>
        <a:p>
          <a:r>
            <a:rPr lang="nl-BE"/>
            <a:t>EN</a:t>
          </a:r>
        </a:p>
      </dgm:t>
    </dgm:pt>
    <dgm:pt modelId="{43ECAE4C-BA48-46CC-B2F6-E23F4574A0DE}" type="parTrans" cxnId="{06BAD038-A0A1-4FC6-A67D-C1B2109BB78D}">
      <dgm:prSet/>
      <dgm:spPr/>
      <dgm:t>
        <a:bodyPr/>
        <a:lstStyle/>
        <a:p>
          <a:endParaRPr lang="nl-BE"/>
        </a:p>
      </dgm:t>
    </dgm:pt>
    <dgm:pt modelId="{F229C535-7FB8-41B2-A90F-A2811EAFE485}" type="sibTrans" cxnId="{06BAD038-A0A1-4FC6-A67D-C1B2109BB78D}">
      <dgm:prSet/>
      <dgm:spPr/>
      <dgm:t>
        <a:bodyPr/>
        <a:lstStyle/>
        <a:p>
          <a:endParaRPr lang="nl-BE"/>
        </a:p>
      </dgm:t>
    </dgm:pt>
    <dgm:pt modelId="{37624D7D-6DE1-45D8-BA3C-A38E1C496204}">
      <dgm:prSet/>
      <dgm:spPr/>
      <dgm:t>
        <a:bodyPr/>
        <a:lstStyle/>
        <a:p>
          <a:r>
            <a:rPr lang="nl-BE"/>
            <a:t>Who am I</a:t>
          </a:r>
        </a:p>
      </dgm:t>
    </dgm:pt>
    <dgm:pt modelId="{185AF245-3F57-4243-9A43-6BD3C9835C1B}" type="parTrans" cxnId="{69F1DEFE-398F-4943-A1E4-C140D6AF1754}">
      <dgm:prSet/>
      <dgm:spPr/>
      <dgm:t>
        <a:bodyPr/>
        <a:lstStyle/>
        <a:p>
          <a:endParaRPr lang="nl-BE"/>
        </a:p>
      </dgm:t>
    </dgm:pt>
    <dgm:pt modelId="{57AA2D7F-E100-4535-B039-06D221C9F8D1}" type="sibTrans" cxnId="{69F1DEFE-398F-4943-A1E4-C140D6AF1754}">
      <dgm:prSet/>
      <dgm:spPr/>
      <dgm:t>
        <a:bodyPr/>
        <a:lstStyle/>
        <a:p>
          <a:endParaRPr lang="nl-BE"/>
        </a:p>
      </dgm:t>
    </dgm:pt>
    <dgm:pt modelId="{A2090555-9E64-4C2C-A179-4E1EAA068608}">
      <dgm:prSet/>
      <dgm:spPr/>
      <dgm:t>
        <a:bodyPr/>
        <a:lstStyle/>
        <a:p>
          <a:r>
            <a:rPr lang="nl-BE"/>
            <a:t>Who am I</a:t>
          </a:r>
        </a:p>
      </dgm:t>
    </dgm:pt>
    <dgm:pt modelId="{9ABCBBD7-88FE-4F3C-BEF5-ACB6EA08F93B}" type="parTrans" cxnId="{A0957D38-ACCB-47E4-8ACE-D4F079FC3D50}">
      <dgm:prSet/>
      <dgm:spPr/>
      <dgm:t>
        <a:bodyPr/>
        <a:lstStyle/>
        <a:p>
          <a:endParaRPr lang="nl-BE"/>
        </a:p>
      </dgm:t>
    </dgm:pt>
    <dgm:pt modelId="{3DF2AEE9-6330-4900-A370-2346BF45B624}" type="sibTrans" cxnId="{A0957D38-ACCB-47E4-8ACE-D4F079FC3D50}">
      <dgm:prSet/>
      <dgm:spPr/>
      <dgm:t>
        <a:bodyPr/>
        <a:lstStyle/>
        <a:p>
          <a:endParaRPr lang="nl-BE"/>
        </a:p>
      </dgm:t>
    </dgm:pt>
    <dgm:pt modelId="{DA49EAC7-1FEE-4B24-ADBE-03E64F73DE7E}">
      <dgm:prSet/>
      <dgm:spPr/>
      <dgm:t>
        <a:bodyPr/>
        <a:lstStyle/>
        <a:p>
          <a:r>
            <a:rPr lang="nl-BE"/>
            <a:t>Mijn Poolse Gast</a:t>
          </a:r>
        </a:p>
      </dgm:t>
    </dgm:pt>
    <dgm:pt modelId="{980F1DAC-6F07-4341-B1AD-E85158477D86}" type="parTrans" cxnId="{F1752143-9A00-483E-8B7A-D302BE49383C}">
      <dgm:prSet/>
      <dgm:spPr/>
      <dgm:t>
        <a:bodyPr/>
        <a:lstStyle/>
        <a:p>
          <a:endParaRPr lang="nl-BE"/>
        </a:p>
      </dgm:t>
    </dgm:pt>
    <dgm:pt modelId="{7398BEB2-815B-484D-BA88-7DEED9B4A57C}" type="sibTrans" cxnId="{F1752143-9A00-483E-8B7A-D302BE49383C}">
      <dgm:prSet/>
      <dgm:spPr/>
      <dgm:t>
        <a:bodyPr/>
        <a:lstStyle/>
        <a:p>
          <a:endParaRPr lang="nl-BE"/>
        </a:p>
      </dgm:t>
    </dgm:pt>
    <dgm:pt modelId="{79DB48FB-C1E1-482B-B1E5-CFF3799B1AE3}">
      <dgm:prSet/>
      <dgm:spPr/>
      <dgm:t>
        <a:bodyPr/>
        <a:lstStyle/>
        <a:p>
          <a:r>
            <a:rPr lang="nl-BE"/>
            <a:t>Verblijf in het gast gezin / schoolse activiteiten</a:t>
          </a:r>
        </a:p>
      </dgm:t>
    </dgm:pt>
    <dgm:pt modelId="{E32D8512-7982-47D3-94F3-49DFADB5C75C}" type="parTrans" cxnId="{1E081D3D-1659-4742-AD8A-9BC4F0276B25}">
      <dgm:prSet/>
      <dgm:spPr/>
      <dgm:t>
        <a:bodyPr/>
        <a:lstStyle/>
        <a:p>
          <a:endParaRPr lang="nl-BE"/>
        </a:p>
      </dgm:t>
    </dgm:pt>
    <dgm:pt modelId="{788AE296-281A-440B-A085-6D7FD1F908AA}" type="sibTrans" cxnId="{1E081D3D-1659-4742-AD8A-9BC4F0276B25}">
      <dgm:prSet/>
      <dgm:spPr/>
      <dgm:t>
        <a:bodyPr/>
        <a:lstStyle/>
        <a:p>
          <a:endParaRPr lang="nl-BE"/>
        </a:p>
      </dgm:t>
    </dgm:pt>
    <dgm:pt modelId="{563AB5B4-56CB-45B7-B265-0413AF2615D8}">
      <dgm:prSet/>
      <dgm:spPr/>
      <dgm:t>
        <a:bodyPr/>
        <a:lstStyle/>
        <a:p>
          <a:r>
            <a:rPr lang="nl-BE"/>
            <a:t>Dagboek</a:t>
          </a:r>
        </a:p>
      </dgm:t>
    </dgm:pt>
    <dgm:pt modelId="{031B8C48-C7E8-4811-B036-B635D42FA185}" type="parTrans" cxnId="{0E8DA66B-7343-4811-BE6E-F05E90DC0954}">
      <dgm:prSet/>
      <dgm:spPr/>
      <dgm:t>
        <a:bodyPr/>
        <a:lstStyle/>
        <a:p>
          <a:endParaRPr lang="nl-BE"/>
        </a:p>
      </dgm:t>
    </dgm:pt>
    <dgm:pt modelId="{426EBBE1-6D12-4E28-BDD8-7A1332AD546C}" type="sibTrans" cxnId="{0E8DA66B-7343-4811-BE6E-F05E90DC0954}">
      <dgm:prSet/>
      <dgm:spPr/>
      <dgm:t>
        <a:bodyPr/>
        <a:lstStyle/>
        <a:p>
          <a:endParaRPr lang="nl-BE"/>
        </a:p>
      </dgm:t>
    </dgm:pt>
    <dgm:pt modelId="{9AD8401B-1673-4EAE-87F8-F8D676B8D699}">
      <dgm:prSet/>
      <dgm:spPr/>
      <dgm:t>
        <a:bodyPr/>
        <a:lstStyle/>
        <a:p>
          <a:r>
            <a:rPr lang="nl-BE"/>
            <a:t>Logboek</a:t>
          </a:r>
        </a:p>
      </dgm:t>
    </dgm:pt>
    <dgm:pt modelId="{84C60DE5-A2AB-4D3E-809D-25786918F344}" type="parTrans" cxnId="{F1F39587-9608-4B7B-AE76-EA5710381EC7}">
      <dgm:prSet/>
      <dgm:spPr/>
      <dgm:t>
        <a:bodyPr/>
        <a:lstStyle/>
        <a:p>
          <a:endParaRPr lang="nl-BE"/>
        </a:p>
      </dgm:t>
    </dgm:pt>
    <dgm:pt modelId="{48BF4642-6805-4799-BEE4-0C6CACD08A2F}" type="sibTrans" cxnId="{F1F39587-9608-4B7B-AE76-EA5710381EC7}">
      <dgm:prSet/>
      <dgm:spPr/>
      <dgm:t>
        <a:bodyPr/>
        <a:lstStyle/>
        <a:p>
          <a:endParaRPr lang="nl-BE"/>
        </a:p>
      </dgm:t>
    </dgm:pt>
    <dgm:pt modelId="{0495E018-DDCA-4565-92B6-231CE9CCF9C6}">
      <dgm:prSet/>
      <dgm:spPr/>
      <dgm:t>
        <a:bodyPr/>
        <a:lstStyle/>
        <a:p>
          <a:r>
            <a:rPr lang="nl-BE"/>
            <a:t>My Polish Guest</a:t>
          </a:r>
        </a:p>
      </dgm:t>
    </dgm:pt>
    <dgm:pt modelId="{EE19455D-610D-48B2-AB08-F1CFE8FC045A}" type="parTrans" cxnId="{8D30CEC7-4909-404E-8CC2-3CEBFA5281C3}">
      <dgm:prSet/>
      <dgm:spPr/>
      <dgm:t>
        <a:bodyPr/>
        <a:lstStyle/>
        <a:p>
          <a:endParaRPr lang="nl-BE"/>
        </a:p>
      </dgm:t>
    </dgm:pt>
    <dgm:pt modelId="{1F693A72-20AB-494D-BAD1-9BF28EF9BC2E}" type="sibTrans" cxnId="{8D30CEC7-4909-404E-8CC2-3CEBFA5281C3}">
      <dgm:prSet/>
      <dgm:spPr/>
      <dgm:t>
        <a:bodyPr/>
        <a:lstStyle/>
        <a:p>
          <a:endParaRPr lang="nl-BE"/>
        </a:p>
      </dgm:t>
    </dgm:pt>
    <dgm:pt modelId="{A434484B-2CD0-4824-82DA-B4B26DE64589}">
      <dgm:prSet/>
      <dgm:spPr/>
      <dgm:t>
        <a:bodyPr/>
        <a:lstStyle/>
        <a:p>
          <a:r>
            <a:rPr lang="nl-BE"/>
            <a:t>Stay in the guest family / school activities</a:t>
          </a:r>
        </a:p>
      </dgm:t>
    </dgm:pt>
    <dgm:pt modelId="{56BC4C64-040C-4C59-B6B2-89B696492905}" type="parTrans" cxnId="{611DF187-A260-45B5-B191-6CB06D983DC2}">
      <dgm:prSet/>
      <dgm:spPr/>
      <dgm:t>
        <a:bodyPr/>
        <a:lstStyle/>
        <a:p>
          <a:endParaRPr lang="nl-BE"/>
        </a:p>
      </dgm:t>
    </dgm:pt>
    <dgm:pt modelId="{331403AB-F197-41FE-AED3-C3844A1CFF06}" type="sibTrans" cxnId="{611DF187-A260-45B5-B191-6CB06D983DC2}">
      <dgm:prSet/>
      <dgm:spPr/>
      <dgm:t>
        <a:bodyPr/>
        <a:lstStyle/>
        <a:p>
          <a:endParaRPr lang="nl-BE"/>
        </a:p>
      </dgm:t>
    </dgm:pt>
    <dgm:pt modelId="{B2508B01-405C-422F-8952-B63DA24AB1CE}">
      <dgm:prSet/>
      <dgm:spPr/>
      <dgm:t>
        <a:bodyPr/>
        <a:lstStyle/>
        <a:p>
          <a:r>
            <a:rPr lang="nl-BE"/>
            <a:t>Diary</a:t>
          </a:r>
        </a:p>
      </dgm:t>
    </dgm:pt>
    <dgm:pt modelId="{FAD7A4EC-AD10-48E1-8723-7A0D6A083BBE}" type="parTrans" cxnId="{0FA9BA1A-5723-450C-BC6C-D607E0C5A018}">
      <dgm:prSet/>
      <dgm:spPr/>
      <dgm:t>
        <a:bodyPr/>
        <a:lstStyle/>
        <a:p>
          <a:endParaRPr lang="nl-BE"/>
        </a:p>
      </dgm:t>
    </dgm:pt>
    <dgm:pt modelId="{DDD68E9E-713C-49DE-8B1F-FF52E9F75CC1}" type="sibTrans" cxnId="{0FA9BA1A-5723-450C-BC6C-D607E0C5A018}">
      <dgm:prSet/>
      <dgm:spPr/>
      <dgm:t>
        <a:bodyPr/>
        <a:lstStyle/>
        <a:p>
          <a:endParaRPr lang="nl-BE"/>
        </a:p>
      </dgm:t>
    </dgm:pt>
    <dgm:pt modelId="{4DDF5830-0FFE-4968-A689-B788B126D0B8}">
      <dgm:prSet/>
      <dgm:spPr/>
      <dgm:t>
        <a:bodyPr/>
        <a:lstStyle/>
        <a:p>
          <a:r>
            <a:rPr lang="nl-BE"/>
            <a:t>Logbook</a:t>
          </a:r>
        </a:p>
      </dgm:t>
    </dgm:pt>
    <dgm:pt modelId="{9095FD4C-DF9F-4153-B82A-CD99D5C8D0F2}" type="parTrans" cxnId="{35E76B32-BC81-4505-A7BB-8FF2C44DE23F}">
      <dgm:prSet/>
      <dgm:spPr/>
      <dgm:t>
        <a:bodyPr/>
        <a:lstStyle/>
        <a:p>
          <a:endParaRPr lang="nl-BE"/>
        </a:p>
      </dgm:t>
    </dgm:pt>
    <dgm:pt modelId="{99C954BA-095D-4D37-8993-FBA4E197D5B7}" type="sibTrans" cxnId="{35E76B32-BC81-4505-A7BB-8FF2C44DE23F}">
      <dgm:prSet/>
      <dgm:spPr/>
      <dgm:t>
        <a:bodyPr/>
        <a:lstStyle/>
        <a:p>
          <a:endParaRPr lang="nl-BE"/>
        </a:p>
      </dgm:t>
    </dgm:pt>
    <dgm:pt modelId="{09EE2863-CCA0-48C5-95E6-7664C1EB1EFF}" type="pres">
      <dgm:prSet presAssocID="{4F83D575-CC81-46B1-99DF-934FD832A04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A18F44C-576C-4F9E-AC9C-4BA7F0D711AD}" type="pres">
      <dgm:prSet presAssocID="{305051EB-A0A0-489A-AD1B-33B7651AE56D}" presName="hierRoot1" presStyleCnt="0">
        <dgm:presLayoutVars>
          <dgm:hierBranch val="init"/>
        </dgm:presLayoutVars>
      </dgm:prSet>
      <dgm:spPr/>
    </dgm:pt>
    <dgm:pt modelId="{38F36A99-3718-465C-BA7D-C044BDA05E28}" type="pres">
      <dgm:prSet presAssocID="{305051EB-A0A0-489A-AD1B-33B7651AE56D}" presName="rootComposite1" presStyleCnt="0"/>
      <dgm:spPr/>
    </dgm:pt>
    <dgm:pt modelId="{C086EC8D-353A-4643-B7C3-125391B5D136}" type="pres">
      <dgm:prSet presAssocID="{305051EB-A0A0-489A-AD1B-33B7651AE56D}" presName="rootText1" presStyleLbl="node0" presStyleIdx="0" presStyleCnt="1">
        <dgm:presLayoutVars>
          <dgm:chPref val="3"/>
        </dgm:presLayoutVars>
      </dgm:prSet>
      <dgm:spPr/>
    </dgm:pt>
    <dgm:pt modelId="{30318830-DEBC-4FEE-9171-7320C24CD1C5}" type="pres">
      <dgm:prSet presAssocID="{305051EB-A0A0-489A-AD1B-33B7651AE56D}" presName="rootConnector1" presStyleLbl="node1" presStyleIdx="0" presStyleCnt="0"/>
      <dgm:spPr/>
    </dgm:pt>
    <dgm:pt modelId="{3F328147-EC4E-4E84-AAD5-3090BBA81529}" type="pres">
      <dgm:prSet presAssocID="{305051EB-A0A0-489A-AD1B-33B7651AE56D}" presName="hierChild2" presStyleCnt="0"/>
      <dgm:spPr/>
    </dgm:pt>
    <dgm:pt modelId="{63AB3F26-7E46-44F5-A49E-9495ABC80971}" type="pres">
      <dgm:prSet presAssocID="{FE6D40AA-9899-4651-9FC7-3E5518838A97}" presName="Name37" presStyleLbl="parChTrans1D2" presStyleIdx="0" presStyleCnt="2"/>
      <dgm:spPr/>
    </dgm:pt>
    <dgm:pt modelId="{0BE73FB4-CDFE-408C-8341-D00CE6344EDC}" type="pres">
      <dgm:prSet presAssocID="{720C783B-F251-4646-BA1C-9142F284AB9C}" presName="hierRoot2" presStyleCnt="0">
        <dgm:presLayoutVars>
          <dgm:hierBranch val="init"/>
        </dgm:presLayoutVars>
      </dgm:prSet>
      <dgm:spPr/>
    </dgm:pt>
    <dgm:pt modelId="{3181A6A1-F0BD-4C4F-A1AF-E2ED729C90B8}" type="pres">
      <dgm:prSet presAssocID="{720C783B-F251-4646-BA1C-9142F284AB9C}" presName="rootComposite" presStyleCnt="0"/>
      <dgm:spPr/>
    </dgm:pt>
    <dgm:pt modelId="{2D1506E4-2D66-41A7-B571-817722DD04D4}" type="pres">
      <dgm:prSet presAssocID="{720C783B-F251-4646-BA1C-9142F284AB9C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nl-BE"/>
        </a:p>
      </dgm:t>
    </dgm:pt>
    <dgm:pt modelId="{75A5CBD7-7AF2-437E-9E90-299A7044C6ED}" type="pres">
      <dgm:prSet presAssocID="{720C783B-F251-4646-BA1C-9142F284AB9C}" presName="rootConnector" presStyleLbl="node2" presStyleIdx="0" presStyleCnt="2"/>
      <dgm:spPr/>
    </dgm:pt>
    <dgm:pt modelId="{E5BD2647-17B3-4148-BF22-C444DADD2820}" type="pres">
      <dgm:prSet presAssocID="{720C783B-F251-4646-BA1C-9142F284AB9C}" presName="hierChild4" presStyleCnt="0"/>
      <dgm:spPr/>
    </dgm:pt>
    <dgm:pt modelId="{8DA1B708-0251-4A9F-BC6F-17AC857303BE}" type="pres">
      <dgm:prSet presAssocID="{185AF245-3F57-4243-9A43-6BD3C9835C1B}" presName="Name37" presStyleLbl="parChTrans1D3" presStyleIdx="0" presStyleCnt="10"/>
      <dgm:spPr/>
    </dgm:pt>
    <dgm:pt modelId="{65E0AE4C-A628-49C4-851C-155064A1BAE6}" type="pres">
      <dgm:prSet presAssocID="{37624D7D-6DE1-45D8-BA3C-A38E1C496204}" presName="hierRoot2" presStyleCnt="0">
        <dgm:presLayoutVars>
          <dgm:hierBranch val="init"/>
        </dgm:presLayoutVars>
      </dgm:prSet>
      <dgm:spPr/>
    </dgm:pt>
    <dgm:pt modelId="{5EC080C6-C5AA-42D6-800F-04687891CA67}" type="pres">
      <dgm:prSet presAssocID="{37624D7D-6DE1-45D8-BA3C-A38E1C496204}" presName="rootComposite" presStyleCnt="0"/>
      <dgm:spPr/>
    </dgm:pt>
    <dgm:pt modelId="{208FD5AD-B753-4BAE-ABB4-FD1C84194133}" type="pres">
      <dgm:prSet presAssocID="{37624D7D-6DE1-45D8-BA3C-A38E1C496204}" presName="rootText" presStyleLbl="node3" presStyleIdx="0" presStyleCnt="10">
        <dgm:presLayoutVars>
          <dgm:chPref val="3"/>
        </dgm:presLayoutVars>
      </dgm:prSet>
      <dgm:spPr/>
    </dgm:pt>
    <dgm:pt modelId="{7710F77C-D35A-4C43-A9B4-894E5BBBAD58}" type="pres">
      <dgm:prSet presAssocID="{37624D7D-6DE1-45D8-BA3C-A38E1C496204}" presName="rootConnector" presStyleLbl="node3" presStyleIdx="0" presStyleCnt="10"/>
      <dgm:spPr/>
    </dgm:pt>
    <dgm:pt modelId="{D1957364-8205-417D-89DD-E6787067860A}" type="pres">
      <dgm:prSet presAssocID="{37624D7D-6DE1-45D8-BA3C-A38E1C496204}" presName="hierChild4" presStyleCnt="0"/>
      <dgm:spPr/>
    </dgm:pt>
    <dgm:pt modelId="{33FE29C1-E106-49A2-81C8-F22052AAE81C}" type="pres">
      <dgm:prSet presAssocID="{37624D7D-6DE1-45D8-BA3C-A38E1C496204}" presName="hierChild5" presStyleCnt="0"/>
      <dgm:spPr/>
    </dgm:pt>
    <dgm:pt modelId="{2192FEFC-97DE-496B-B289-3E119B5CA296}" type="pres">
      <dgm:prSet presAssocID="{980F1DAC-6F07-4341-B1AD-E85158477D86}" presName="Name37" presStyleLbl="parChTrans1D3" presStyleIdx="1" presStyleCnt="10"/>
      <dgm:spPr/>
    </dgm:pt>
    <dgm:pt modelId="{4635E153-B115-4705-8B1F-9F84C578AAE5}" type="pres">
      <dgm:prSet presAssocID="{DA49EAC7-1FEE-4B24-ADBE-03E64F73DE7E}" presName="hierRoot2" presStyleCnt="0">
        <dgm:presLayoutVars>
          <dgm:hierBranch val="init"/>
        </dgm:presLayoutVars>
      </dgm:prSet>
      <dgm:spPr/>
    </dgm:pt>
    <dgm:pt modelId="{3CD1F953-F4F2-41FB-AA58-275F9A0EBE38}" type="pres">
      <dgm:prSet presAssocID="{DA49EAC7-1FEE-4B24-ADBE-03E64F73DE7E}" presName="rootComposite" presStyleCnt="0"/>
      <dgm:spPr/>
    </dgm:pt>
    <dgm:pt modelId="{256DE3EA-9420-431A-9DA3-732AEEBDA442}" type="pres">
      <dgm:prSet presAssocID="{DA49EAC7-1FEE-4B24-ADBE-03E64F73DE7E}" presName="rootText" presStyleLbl="node3" presStyleIdx="1" presStyleCnt="10">
        <dgm:presLayoutVars>
          <dgm:chPref val="3"/>
        </dgm:presLayoutVars>
      </dgm:prSet>
      <dgm:spPr/>
    </dgm:pt>
    <dgm:pt modelId="{10CCCDA9-8B56-458F-840B-7099F759B57D}" type="pres">
      <dgm:prSet presAssocID="{DA49EAC7-1FEE-4B24-ADBE-03E64F73DE7E}" presName="rootConnector" presStyleLbl="node3" presStyleIdx="1" presStyleCnt="10"/>
      <dgm:spPr/>
    </dgm:pt>
    <dgm:pt modelId="{082C767D-78C0-4D27-9921-D6D8F6D79A8B}" type="pres">
      <dgm:prSet presAssocID="{DA49EAC7-1FEE-4B24-ADBE-03E64F73DE7E}" presName="hierChild4" presStyleCnt="0"/>
      <dgm:spPr/>
    </dgm:pt>
    <dgm:pt modelId="{1342BDF8-6025-400F-A3A7-9D76BB1B5609}" type="pres">
      <dgm:prSet presAssocID="{DA49EAC7-1FEE-4B24-ADBE-03E64F73DE7E}" presName="hierChild5" presStyleCnt="0"/>
      <dgm:spPr/>
    </dgm:pt>
    <dgm:pt modelId="{025A25D4-B366-4DD6-9F9C-851038513BF2}" type="pres">
      <dgm:prSet presAssocID="{E32D8512-7982-47D3-94F3-49DFADB5C75C}" presName="Name37" presStyleLbl="parChTrans1D3" presStyleIdx="2" presStyleCnt="10"/>
      <dgm:spPr/>
    </dgm:pt>
    <dgm:pt modelId="{F36CEE05-EB90-4A18-B338-2304B055DABD}" type="pres">
      <dgm:prSet presAssocID="{79DB48FB-C1E1-482B-B1E5-CFF3799B1AE3}" presName="hierRoot2" presStyleCnt="0">
        <dgm:presLayoutVars>
          <dgm:hierBranch val="init"/>
        </dgm:presLayoutVars>
      </dgm:prSet>
      <dgm:spPr/>
    </dgm:pt>
    <dgm:pt modelId="{44489E84-7F65-4AFB-85CE-BC5C4BDF44A5}" type="pres">
      <dgm:prSet presAssocID="{79DB48FB-C1E1-482B-B1E5-CFF3799B1AE3}" presName="rootComposite" presStyleCnt="0"/>
      <dgm:spPr/>
    </dgm:pt>
    <dgm:pt modelId="{8815DE7B-F21C-487D-AE88-E942D359596F}" type="pres">
      <dgm:prSet presAssocID="{79DB48FB-C1E1-482B-B1E5-CFF3799B1AE3}" presName="rootText" presStyleLbl="node3" presStyleIdx="2" presStyleCnt="10">
        <dgm:presLayoutVars>
          <dgm:chPref val="3"/>
        </dgm:presLayoutVars>
      </dgm:prSet>
      <dgm:spPr/>
      <dgm:t>
        <a:bodyPr/>
        <a:lstStyle/>
        <a:p>
          <a:endParaRPr lang="nl-BE"/>
        </a:p>
      </dgm:t>
    </dgm:pt>
    <dgm:pt modelId="{48762BA7-F9B5-4DC0-99AE-02DB429A65D9}" type="pres">
      <dgm:prSet presAssocID="{79DB48FB-C1E1-482B-B1E5-CFF3799B1AE3}" presName="rootConnector" presStyleLbl="node3" presStyleIdx="2" presStyleCnt="10"/>
      <dgm:spPr/>
    </dgm:pt>
    <dgm:pt modelId="{97ED2D51-9614-434B-8E16-A5D86DA39C29}" type="pres">
      <dgm:prSet presAssocID="{79DB48FB-C1E1-482B-B1E5-CFF3799B1AE3}" presName="hierChild4" presStyleCnt="0"/>
      <dgm:spPr/>
    </dgm:pt>
    <dgm:pt modelId="{7A933276-4C0E-4A90-A405-1C69BF825989}" type="pres">
      <dgm:prSet presAssocID="{79DB48FB-C1E1-482B-B1E5-CFF3799B1AE3}" presName="hierChild5" presStyleCnt="0"/>
      <dgm:spPr/>
    </dgm:pt>
    <dgm:pt modelId="{C1E300FE-A8A0-4099-AAB6-D4618DB888F4}" type="pres">
      <dgm:prSet presAssocID="{031B8C48-C7E8-4811-B036-B635D42FA185}" presName="Name37" presStyleLbl="parChTrans1D3" presStyleIdx="3" presStyleCnt="10"/>
      <dgm:spPr/>
    </dgm:pt>
    <dgm:pt modelId="{147BCC51-49C9-457D-89CE-43E673450586}" type="pres">
      <dgm:prSet presAssocID="{563AB5B4-56CB-45B7-B265-0413AF2615D8}" presName="hierRoot2" presStyleCnt="0">
        <dgm:presLayoutVars>
          <dgm:hierBranch val="init"/>
        </dgm:presLayoutVars>
      </dgm:prSet>
      <dgm:spPr/>
    </dgm:pt>
    <dgm:pt modelId="{5A1EE5CB-17D5-4B96-8F4F-F4BAEC4BF910}" type="pres">
      <dgm:prSet presAssocID="{563AB5B4-56CB-45B7-B265-0413AF2615D8}" presName="rootComposite" presStyleCnt="0"/>
      <dgm:spPr/>
    </dgm:pt>
    <dgm:pt modelId="{2E2D78F6-4ED5-401C-A434-318F7DA32D55}" type="pres">
      <dgm:prSet presAssocID="{563AB5B4-56CB-45B7-B265-0413AF2615D8}" presName="rootText" presStyleLbl="node3" presStyleIdx="3" presStyleCnt="10">
        <dgm:presLayoutVars>
          <dgm:chPref val="3"/>
        </dgm:presLayoutVars>
      </dgm:prSet>
      <dgm:spPr/>
    </dgm:pt>
    <dgm:pt modelId="{0B9DF27A-8208-4263-A222-06726BA5F66A}" type="pres">
      <dgm:prSet presAssocID="{563AB5B4-56CB-45B7-B265-0413AF2615D8}" presName="rootConnector" presStyleLbl="node3" presStyleIdx="3" presStyleCnt="10"/>
      <dgm:spPr/>
    </dgm:pt>
    <dgm:pt modelId="{9DC752E6-9D5F-4CE2-8B9A-B387C8EAA896}" type="pres">
      <dgm:prSet presAssocID="{563AB5B4-56CB-45B7-B265-0413AF2615D8}" presName="hierChild4" presStyleCnt="0"/>
      <dgm:spPr/>
    </dgm:pt>
    <dgm:pt modelId="{662B39C6-0204-4B5E-AB20-258560E4D411}" type="pres">
      <dgm:prSet presAssocID="{563AB5B4-56CB-45B7-B265-0413AF2615D8}" presName="hierChild5" presStyleCnt="0"/>
      <dgm:spPr/>
    </dgm:pt>
    <dgm:pt modelId="{7690BC6D-388C-49E0-9CB2-43A12B45DC9B}" type="pres">
      <dgm:prSet presAssocID="{84C60DE5-A2AB-4D3E-809D-25786918F344}" presName="Name37" presStyleLbl="parChTrans1D3" presStyleIdx="4" presStyleCnt="10"/>
      <dgm:spPr/>
    </dgm:pt>
    <dgm:pt modelId="{F7B9B389-B1B4-4159-90C4-915FFF9C4FB9}" type="pres">
      <dgm:prSet presAssocID="{9AD8401B-1673-4EAE-87F8-F8D676B8D699}" presName="hierRoot2" presStyleCnt="0">
        <dgm:presLayoutVars>
          <dgm:hierBranch val="init"/>
        </dgm:presLayoutVars>
      </dgm:prSet>
      <dgm:spPr/>
    </dgm:pt>
    <dgm:pt modelId="{D21470EE-8487-4D73-B96A-6F5804312DFA}" type="pres">
      <dgm:prSet presAssocID="{9AD8401B-1673-4EAE-87F8-F8D676B8D699}" presName="rootComposite" presStyleCnt="0"/>
      <dgm:spPr/>
    </dgm:pt>
    <dgm:pt modelId="{98C522A4-4845-4065-8B39-1FFA106746CC}" type="pres">
      <dgm:prSet presAssocID="{9AD8401B-1673-4EAE-87F8-F8D676B8D699}" presName="rootText" presStyleLbl="node3" presStyleIdx="4" presStyleCnt="10">
        <dgm:presLayoutVars>
          <dgm:chPref val="3"/>
        </dgm:presLayoutVars>
      </dgm:prSet>
      <dgm:spPr/>
      <dgm:t>
        <a:bodyPr/>
        <a:lstStyle/>
        <a:p>
          <a:endParaRPr lang="nl-BE"/>
        </a:p>
      </dgm:t>
    </dgm:pt>
    <dgm:pt modelId="{C47F5C07-FC16-48A0-B5A9-BE1694AF2722}" type="pres">
      <dgm:prSet presAssocID="{9AD8401B-1673-4EAE-87F8-F8D676B8D699}" presName="rootConnector" presStyleLbl="node3" presStyleIdx="4" presStyleCnt="10"/>
      <dgm:spPr/>
    </dgm:pt>
    <dgm:pt modelId="{9BCCDE8C-8E19-4A1A-969A-40162D2882FC}" type="pres">
      <dgm:prSet presAssocID="{9AD8401B-1673-4EAE-87F8-F8D676B8D699}" presName="hierChild4" presStyleCnt="0"/>
      <dgm:spPr/>
    </dgm:pt>
    <dgm:pt modelId="{BF2784A1-0F04-41A3-8381-F30CF6FFDD19}" type="pres">
      <dgm:prSet presAssocID="{9AD8401B-1673-4EAE-87F8-F8D676B8D699}" presName="hierChild5" presStyleCnt="0"/>
      <dgm:spPr/>
    </dgm:pt>
    <dgm:pt modelId="{CD6242C3-DB33-4DDC-9243-1A491B386743}" type="pres">
      <dgm:prSet presAssocID="{720C783B-F251-4646-BA1C-9142F284AB9C}" presName="hierChild5" presStyleCnt="0"/>
      <dgm:spPr/>
    </dgm:pt>
    <dgm:pt modelId="{084234F0-A1E6-40A4-9C2D-8B5CD0555B54}" type="pres">
      <dgm:prSet presAssocID="{43ECAE4C-BA48-46CC-B2F6-E23F4574A0DE}" presName="Name37" presStyleLbl="parChTrans1D2" presStyleIdx="1" presStyleCnt="2"/>
      <dgm:spPr/>
    </dgm:pt>
    <dgm:pt modelId="{92BA491C-CEED-4E87-92AD-86B3102D7FE6}" type="pres">
      <dgm:prSet presAssocID="{D7EFD428-03E2-41B1-B8F4-729B3F79B357}" presName="hierRoot2" presStyleCnt="0">
        <dgm:presLayoutVars>
          <dgm:hierBranch val="init"/>
        </dgm:presLayoutVars>
      </dgm:prSet>
      <dgm:spPr/>
    </dgm:pt>
    <dgm:pt modelId="{0C1D35BB-1DB3-4FA5-A8B9-7F2AF342380B}" type="pres">
      <dgm:prSet presAssocID="{D7EFD428-03E2-41B1-B8F4-729B3F79B357}" presName="rootComposite" presStyleCnt="0"/>
      <dgm:spPr/>
    </dgm:pt>
    <dgm:pt modelId="{FAF86AFD-77ED-408B-B4E3-CC1EEC6FAB89}" type="pres">
      <dgm:prSet presAssocID="{D7EFD428-03E2-41B1-B8F4-729B3F79B357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nl-BE"/>
        </a:p>
      </dgm:t>
    </dgm:pt>
    <dgm:pt modelId="{E875D59A-98C7-4713-A26D-D1FC5F65A681}" type="pres">
      <dgm:prSet presAssocID="{D7EFD428-03E2-41B1-B8F4-729B3F79B357}" presName="rootConnector" presStyleLbl="node2" presStyleIdx="1" presStyleCnt="2"/>
      <dgm:spPr/>
    </dgm:pt>
    <dgm:pt modelId="{121BA095-31FA-46A6-BAF7-05436D311A7E}" type="pres">
      <dgm:prSet presAssocID="{D7EFD428-03E2-41B1-B8F4-729B3F79B357}" presName="hierChild4" presStyleCnt="0"/>
      <dgm:spPr/>
    </dgm:pt>
    <dgm:pt modelId="{FBBFD98A-E3F3-4308-9740-D865DBE29F32}" type="pres">
      <dgm:prSet presAssocID="{9ABCBBD7-88FE-4F3C-BEF5-ACB6EA08F93B}" presName="Name37" presStyleLbl="parChTrans1D3" presStyleIdx="5" presStyleCnt="10"/>
      <dgm:spPr/>
    </dgm:pt>
    <dgm:pt modelId="{C34333F2-60DC-41BC-980A-E62F0F653F27}" type="pres">
      <dgm:prSet presAssocID="{A2090555-9E64-4C2C-A179-4E1EAA068608}" presName="hierRoot2" presStyleCnt="0">
        <dgm:presLayoutVars>
          <dgm:hierBranch val="init"/>
        </dgm:presLayoutVars>
      </dgm:prSet>
      <dgm:spPr/>
    </dgm:pt>
    <dgm:pt modelId="{5126DE14-C285-4F27-9688-63113A2025FB}" type="pres">
      <dgm:prSet presAssocID="{A2090555-9E64-4C2C-A179-4E1EAA068608}" presName="rootComposite" presStyleCnt="0"/>
      <dgm:spPr/>
    </dgm:pt>
    <dgm:pt modelId="{81939FD7-105C-4363-A5F5-61403E9F44D7}" type="pres">
      <dgm:prSet presAssocID="{A2090555-9E64-4C2C-A179-4E1EAA068608}" presName="rootText" presStyleLbl="node3" presStyleIdx="5" presStyleCnt="10">
        <dgm:presLayoutVars>
          <dgm:chPref val="3"/>
        </dgm:presLayoutVars>
      </dgm:prSet>
      <dgm:spPr/>
      <dgm:t>
        <a:bodyPr/>
        <a:lstStyle/>
        <a:p>
          <a:endParaRPr lang="nl-BE"/>
        </a:p>
      </dgm:t>
    </dgm:pt>
    <dgm:pt modelId="{CFA6DB4D-87D5-4E46-9841-5B967F2B25F6}" type="pres">
      <dgm:prSet presAssocID="{A2090555-9E64-4C2C-A179-4E1EAA068608}" presName="rootConnector" presStyleLbl="node3" presStyleIdx="5" presStyleCnt="10"/>
      <dgm:spPr/>
    </dgm:pt>
    <dgm:pt modelId="{1D85FFB0-0F98-4858-B6E4-81DB3FD8330A}" type="pres">
      <dgm:prSet presAssocID="{A2090555-9E64-4C2C-A179-4E1EAA068608}" presName="hierChild4" presStyleCnt="0"/>
      <dgm:spPr/>
    </dgm:pt>
    <dgm:pt modelId="{E5466F60-F63C-4C60-AA16-49C444E8AC1A}" type="pres">
      <dgm:prSet presAssocID="{A2090555-9E64-4C2C-A179-4E1EAA068608}" presName="hierChild5" presStyleCnt="0"/>
      <dgm:spPr/>
    </dgm:pt>
    <dgm:pt modelId="{D6640CF5-13EE-4B7B-A63D-A7595DDF5FFD}" type="pres">
      <dgm:prSet presAssocID="{EE19455D-610D-48B2-AB08-F1CFE8FC045A}" presName="Name37" presStyleLbl="parChTrans1D3" presStyleIdx="6" presStyleCnt="10"/>
      <dgm:spPr/>
    </dgm:pt>
    <dgm:pt modelId="{22B521A4-8A03-4BAD-B891-0752067367B7}" type="pres">
      <dgm:prSet presAssocID="{0495E018-DDCA-4565-92B6-231CE9CCF9C6}" presName="hierRoot2" presStyleCnt="0">
        <dgm:presLayoutVars>
          <dgm:hierBranch val="init"/>
        </dgm:presLayoutVars>
      </dgm:prSet>
      <dgm:spPr/>
    </dgm:pt>
    <dgm:pt modelId="{54ED7454-D78E-449A-80C1-77E49D5C5D3E}" type="pres">
      <dgm:prSet presAssocID="{0495E018-DDCA-4565-92B6-231CE9CCF9C6}" presName="rootComposite" presStyleCnt="0"/>
      <dgm:spPr/>
    </dgm:pt>
    <dgm:pt modelId="{DC7C2526-749A-4409-A535-FCB5ED892483}" type="pres">
      <dgm:prSet presAssocID="{0495E018-DDCA-4565-92B6-231CE9CCF9C6}" presName="rootText" presStyleLbl="node3" presStyleIdx="6" presStyleCnt="10">
        <dgm:presLayoutVars>
          <dgm:chPref val="3"/>
        </dgm:presLayoutVars>
      </dgm:prSet>
      <dgm:spPr/>
      <dgm:t>
        <a:bodyPr/>
        <a:lstStyle/>
        <a:p>
          <a:endParaRPr lang="nl-BE"/>
        </a:p>
      </dgm:t>
    </dgm:pt>
    <dgm:pt modelId="{C3FBA42E-C5D8-4077-8992-0A94979EA037}" type="pres">
      <dgm:prSet presAssocID="{0495E018-DDCA-4565-92B6-231CE9CCF9C6}" presName="rootConnector" presStyleLbl="node3" presStyleIdx="6" presStyleCnt="10"/>
      <dgm:spPr/>
    </dgm:pt>
    <dgm:pt modelId="{F2FB7EAF-B014-4E8C-9BB8-4441D0B6334D}" type="pres">
      <dgm:prSet presAssocID="{0495E018-DDCA-4565-92B6-231CE9CCF9C6}" presName="hierChild4" presStyleCnt="0"/>
      <dgm:spPr/>
    </dgm:pt>
    <dgm:pt modelId="{C0F246C2-0BB3-4A27-9AF6-4164D027E1CE}" type="pres">
      <dgm:prSet presAssocID="{0495E018-DDCA-4565-92B6-231CE9CCF9C6}" presName="hierChild5" presStyleCnt="0"/>
      <dgm:spPr/>
    </dgm:pt>
    <dgm:pt modelId="{A16AEC7E-8373-41F5-9C0F-CE43D36A2134}" type="pres">
      <dgm:prSet presAssocID="{56BC4C64-040C-4C59-B6B2-89B696492905}" presName="Name37" presStyleLbl="parChTrans1D3" presStyleIdx="7" presStyleCnt="10"/>
      <dgm:spPr/>
    </dgm:pt>
    <dgm:pt modelId="{0AD312FF-4922-4C39-8512-54EC0DBF6A97}" type="pres">
      <dgm:prSet presAssocID="{A434484B-2CD0-4824-82DA-B4B26DE64589}" presName="hierRoot2" presStyleCnt="0">
        <dgm:presLayoutVars>
          <dgm:hierBranch val="init"/>
        </dgm:presLayoutVars>
      </dgm:prSet>
      <dgm:spPr/>
    </dgm:pt>
    <dgm:pt modelId="{389257AE-CBF1-49D8-BFC7-CCBECC588BC6}" type="pres">
      <dgm:prSet presAssocID="{A434484B-2CD0-4824-82DA-B4B26DE64589}" presName="rootComposite" presStyleCnt="0"/>
      <dgm:spPr/>
    </dgm:pt>
    <dgm:pt modelId="{E628F965-1174-42FA-945B-07CF344F2D70}" type="pres">
      <dgm:prSet presAssocID="{A434484B-2CD0-4824-82DA-B4B26DE64589}" presName="rootText" presStyleLbl="node3" presStyleIdx="7" presStyleCnt="10">
        <dgm:presLayoutVars>
          <dgm:chPref val="3"/>
        </dgm:presLayoutVars>
      </dgm:prSet>
      <dgm:spPr/>
      <dgm:t>
        <a:bodyPr/>
        <a:lstStyle/>
        <a:p>
          <a:endParaRPr lang="nl-BE"/>
        </a:p>
      </dgm:t>
    </dgm:pt>
    <dgm:pt modelId="{A6E8526F-C686-41DE-856A-7892DC07A49B}" type="pres">
      <dgm:prSet presAssocID="{A434484B-2CD0-4824-82DA-B4B26DE64589}" presName="rootConnector" presStyleLbl="node3" presStyleIdx="7" presStyleCnt="10"/>
      <dgm:spPr/>
    </dgm:pt>
    <dgm:pt modelId="{CB891DB6-4B89-47A2-9B4C-AF828C065CF9}" type="pres">
      <dgm:prSet presAssocID="{A434484B-2CD0-4824-82DA-B4B26DE64589}" presName="hierChild4" presStyleCnt="0"/>
      <dgm:spPr/>
    </dgm:pt>
    <dgm:pt modelId="{D46C5F5A-1DEC-4951-A631-D1E9E94D9F23}" type="pres">
      <dgm:prSet presAssocID="{A434484B-2CD0-4824-82DA-B4B26DE64589}" presName="hierChild5" presStyleCnt="0"/>
      <dgm:spPr/>
    </dgm:pt>
    <dgm:pt modelId="{D70E3D92-8162-4F29-850B-189DC56EB292}" type="pres">
      <dgm:prSet presAssocID="{FAD7A4EC-AD10-48E1-8723-7A0D6A083BBE}" presName="Name37" presStyleLbl="parChTrans1D3" presStyleIdx="8" presStyleCnt="10"/>
      <dgm:spPr/>
    </dgm:pt>
    <dgm:pt modelId="{12F29854-EA41-49DE-A2F4-50E4290DCC4D}" type="pres">
      <dgm:prSet presAssocID="{B2508B01-405C-422F-8952-B63DA24AB1CE}" presName="hierRoot2" presStyleCnt="0">
        <dgm:presLayoutVars>
          <dgm:hierBranch val="init"/>
        </dgm:presLayoutVars>
      </dgm:prSet>
      <dgm:spPr/>
    </dgm:pt>
    <dgm:pt modelId="{01AEBAE7-0DAA-408F-B1AD-93A368731C48}" type="pres">
      <dgm:prSet presAssocID="{B2508B01-405C-422F-8952-B63DA24AB1CE}" presName="rootComposite" presStyleCnt="0"/>
      <dgm:spPr/>
    </dgm:pt>
    <dgm:pt modelId="{BCE72D23-CEB5-421C-B142-37ADDC069F87}" type="pres">
      <dgm:prSet presAssocID="{B2508B01-405C-422F-8952-B63DA24AB1CE}" presName="rootText" presStyleLbl="node3" presStyleIdx="8" presStyleCnt="10">
        <dgm:presLayoutVars>
          <dgm:chPref val="3"/>
        </dgm:presLayoutVars>
      </dgm:prSet>
      <dgm:spPr/>
    </dgm:pt>
    <dgm:pt modelId="{23928A8C-FD38-4CC2-B4E5-B92D8D680BC9}" type="pres">
      <dgm:prSet presAssocID="{B2508B01-405C-422F-8952-B63DA24AB1CE}" presName="rootConnector" presStyleLbl="node3" presStyleIdx="8" presStyleCnt="10"/>
      <dgm:spPr/>
    </dgm:pt>
    <dgm:pt modelId="{92A7213F-8303-4487-BF52-44BF0C8683D8}" type="pres">
      <dgm:prSet presAssocID="{B2508B01-405C-422F-8952-B63DA24AB1CE}" presName="hierChild4" presStyleCnt="0"/>
      <dgm:spPr/>
    </dgm:pt>
    <dgm:pt modelId="{B837DAFD-C415-4B31-9891-6D8EED90C22D}" type="pres">
      <dgm:prSet presAssocID="{B2508B01-405C-422F-8952-B63DA24AB1CE}" presName="hierChild5" presStyleCnt="0"/>
      <dgm:spPr/>
    </dgm:pt>
    <dgm:pt modelId="{CB39A691-5055-4D3C-9245-20F8ABE15F23}" type="pres">
      <dgm:prSet presAssocID="{9095FD4C-DF9F-4153-B82A-CD99D5C8D0F2}" presName="Name37" presStyleLbl="parChTrans1D3" presStyleIdx="9" presStyleCnt="10"/>
      <dgm:spPr/>
    </dgm:pt>
    <dgm:pt modelId="{1E891142-CB6B-41F5-9A5C-B2F1BBA926DA}" type="pres">
      <dgm:prSet presAssocID="{4DDF5830-0FFE-4968-A689-B788B126D0B8}" presName="hierRoot2" presStyleCnt="0">
        <dgm:presLayoutVars>
          <dgm:hierBranch val="init"/>
        </dgm:presLayoutVars>
      </dgm:prSet>
      <dgm:spPr/>
    </dgm:pt>
    <dgm:pt modelId="{9FC87A53-86C1-4F0E-9DA3-587759F5E210}" type="pres">
      <dgm:prSet presAssocID="{4DDF5830-0FFE-4968-A689-B788B126D0B8}" presName="rootComposite" presStyleCnt="0"/>
      <dgm:spPr/>
    </dgm:pt>
    <dgm:pt modelId="{4179EF9F-DE4B-49F9-9604-8E4A54C1E54C}" type="pres">
      <dgm:prSet presAssocID="{4DDF5830-0FFE-4968-A689-B788B126D0B8}" presName="rootText" presStyleLbl="node3" presStyleIdx="9" presStyleCnt="10">
        <dgm:presLayoutVars>
          <dgm:chPref val="3"/>
        </dgm:presLayoutVars>
      </dgm:prSet>
      <dgm:spPr/>
    </dgm:pt>
    <dgm:pt modelId="{2CDD9E63-D3DC-4C7F-B655-756BEBA1B33B}" type="pres">
      <dgm:prSet presAssocID="{4DDF5830-0FFE-4968-A689-B788B126D0B8}" presName="rootConnector" presStyleLbl="node3" presStyleIdx="9" presStyleCnt="10"/>
      <dgm:spPr/>
    </dgm:pt>
    <dgm:pt modelId="{3AD90BC8-E34B-4466-9F7D-D808F4EC2416}" type="pres">
      <dgm:prSet presAssocID="{4DDF5830-0FFE-4968-A689-B788B126D0B8}" presName="hierChild4" presStyleCnt="0"/>
      <dgm:spPr/>
    </dgm:pt>
    <dgm:pt modelId="{7B5B7743-7C33-42BF-9A59-D085A5767CB3}" type="pres">
      <dgm:prSet presAssocID="{4DDF5830-0FFE-4968-A689-B788B126D0B8}" presName="hierChild5" presStyleCnt="0"/>
      <dgm:spPr/>
    </dgm:pt>
    <dgm:pt modelId="{298EC21C-2873-4040-8B6C-990049939EE5}" type="pres">
      <dgm:prSet presAssocID="{D7EFD428-03E2-41B1-B8F4-729B3F79B357}" presName="hierChild5" presStyleCnt="0"/>
      <dgm:spPr/>
    </dgm:pt>
    <dgm:pt modelId="{177AD196-2265-495B-84FB-43A7599743DA}" type="pres">
      <dgm:prSet presAssocID="{305051EB-A0A0-489A-AD1B-33B7651AE56D}" presName="hierChild3" presStyleCnt="0"/>
      <dgm:spPr/>
    </dgm:pt>
  </dgm:ptLst>
  <dgm:cxnLst>
    <dgm:cxn modelId="{8D30CEC7-4909-404E-8CC2-3CEBFA5281C3}" srcId="{D7EFD428-03E2-41B1-B8F4-729B3F79B357}" destId="{0495E018-DDCA-4565-92B6-231CE9CCF9C6}" srcOrd="1" destOrd="0" parTransId="{EE19455D-610D-48B2-AB08-F1CFE8FC045A}" sibTransId="{1F693A72-20AB-494D-BAD1-9BF28EF9BC2E}"/>
    <dgm:cxn modelId="{8112FCB8-9A8B-40EF-933D-8810BFF9A5CA}" type="presOf" srcId="{9AD8401B-1673-4EAE-87F8-F8D676B8D699}" destId="{C47F5C07-FC16-48A0-B5A9-BE1694AF2722}" srcOrd="1" destOrd="0" presId="urn:microsoft.com/office/officeart/2005/8/layout/orgChart1"/>
    <dgm:cxn modelId="{1B002924-F837-4D69-89BC-ADAE80795611}" type="presOf" srcId="{A434484B-2CD0-4824-82DA-B4B26DE64589}" destId="{A6E8526F-C686-41DE-856A-7892DC07A49B}" srcOrd="1" destOrd="0" presId="urn:microsoft.com/office/officeart/2005/8/layout/orgChart1"/>
    <dgm:cxn modelId="{0E8DA66B-7343-4811-BE6E-F05E90DC0954}" srcId="{720C783B-F251-4646-BA1C-9142F284AB9C}" destId="{563AB5B4-56CB-45B7-B265-0413AF2615D8}" srcOrd="3" destOrd="0" parTransId="{031B8C48-C7E8-4811-B036-B635D42FA185}" sibTransId="{426EBBE1-6D12-4E28-BDD8-7A1332AD546C}"/>
    <dgm:cxn modelId="{3D368873-DD87-446B-9233-2DB5F0DE8453}" type="presOf" srcId="{4DDF5830-0FFE-4968-A689-B788B126D0B8}" destId="{2CDD9E63-D3DC-4C7F-B655-756BEBA1B33B}" srcOrd="1" destOrd="0" presId="urn:microsoft.com/office/officeart/2005/8/layout/orgChart1"/>
    <dgm:cxn modelId="{680199FE-D2A2-4ADA-941F-56F1C05D3A92}" type="presOf" srcId="{E32D8512-7982-47D3-94F3-49DFADB5C75C}" destId="{025A25D4-B366-4DD6-9F9C-851038513BF2}" srcOrd="0" destOrd="0" presId="urn:microsoft.com/office/officeart/2005/8/layout/orgChart1"/>
    <dgm:cxn modelId="{13C4CDD9-E39F-483E-9548-A100A527C64D}" type="presOf" srcId="{0495E018-DDCA-4565-92B6-231CE9CCF9C6}" destId="{C3FBA42E-C5D8-4077-8992-0A94979EA037}" srcOrd="1" destOrd="0" presId="urn:microsoft.com/office/officeart/2005/8/layout/orgChart1"/>
    <dgm:cxn modelId="{9A8D24A1-8A7B-4775-A544-5308EACF79E6}" type="presOf" srcId="{9AD8401B-1673-4EAE-87F8-F8D676B8D699}" destId="{98C522A4-4845-4065-8B39-1FFA106746CC}" srcOrd="0" destOrd="0" presId="urn:microsoft.com/office/officeart/2005/8/layout/orgChart1"/>
    <dgm:cxn modelId="{97DAE702-641B-48A7-BF45-1E2B59006F71}" type="presOf" srcId="{79DB48FB-C1E1-482B-B1E5-CFF3799B1AE3}" destId="{8815DE7B-F21C-487D-AE88-E942D359596F}" srcOrd="0" destOrd="0" presId="urn:microsoft.com/office/officeart/2005/8/layout/orgChart1"/>
    <dgm:cxn modelId="{56DB1767-CF54-4FD4-BE11-E271AA86FFFF}" type="presOf" srcId="{9ABCBBD7-88FE-4F3C-BEF5-ACB6EA08F93B}" destId="{FBBFD98A-E3F3-4308-9740-D865DBE29F32}" srcOrd="0" destOrd="0" presId="urn:microsoft.com/office/officeart/2005/8/layout/orgChart1"/>
    <dgm:cxn modelId="{D41C7D91-98A7-4D43-8A97-5EE6ED02CEBE}" type="presOf" srcId="{9095FD4C-DF9F-4153-B82A-CD99D5C8D0F2}" destId="{CB39A691-5055-4D3C-9245-20F8ABE15F23}" srcOrd="0" destOrd="0" presId="urn:microsoft.com/office/officeart/2005/8/layout/orgChart1"/>
    <dgm:cxn modelId="{44D2A9ED-7F4E-4268-A2D5-395FC5CFA07A}" type="presOf" srcId="{0495E018-DDCA-4565-92B6-231CE9CCF9C6}" destId="{DC7C2526-749A-4409-A535-FCB5ED892483}" srcOrd="0" destOrd="0" presId="urn:microsoft.com/office/officeart/2005/8/layout/orgChart1"/>
    <dgm:cxn modelId="{BE28C210-4160-42AC-83B9-8D0F5653B4F1}" type="presOf" srcId="{DA49EAC7-1FEE-4B24-ADBE-03E64F73DE7E}" destId="{10CCCDA9-8B56-458F-840B-7099F759B57D}" srcOrd="1" destOrd="0" presId="urn:microsoft.com/office/officeart/2005/8/layout/orgChart1"/>
    <dgm:cxn modelId="{2E9756D7-5DCA-4A15-9B30-7E9007688937}" type="presOf" srcId="{EE19455D-610D-48B2-AB08-F1CFE8FC045A}" destId="{D6640CF5-13EE-4B7B-A63D-A7595DDF5FFD}" srcOrd="0" destOrd="0" presId="urn:microsoft.com/office/officeart/2005/8/layout/orgChart1"/>
    <dgm:cxn modelId="{0622F592-67ED-4B95-B48E-2C619DD2EB16}" type="presOf" srcId="{B2508B01-405C-422F-8952-B63DA24AB1CE}" destId="{23928A8C-FD38-4CC2-B4E5-B92D8D680BC9}" srcOrd="1" destOrd="0" presId="urn:microsoft.com/office/officeart/2005/8/layout/orgChart1"/>
    <dgm:cxn modelId="{2BB63E94-6EC1-43C4-930F-765273CF02EB}" type="presOf" srcId="{563AB5B4-56CB-45B7-B265-0413AF2615D8}" destId="{0B9DF27A-8208-4263-A222-06726BA5F66A}" srcOrd="1" destOrd="0" presId="urn:microsoft.com/office/officeart/2005/8/layout/orgChart1"/>
    <dgm:cxn modelId="{940F072C-3E42-47DD-9C28-FBED6FEC21CE}" type="presOf" srcId="{305051EB-A0A0-489A-AD1B-33B7651AE56D}" destId="{30318830-DEBC-4FEE-9171-7320C24CD1C5}" srcOrd="1" destOrd="0" presId="urn:microsoft.com/office/officeart/2005/8/layout/orgChart1"/>
    <dgm:cxn modelId="{1E081D3D-1659-4742-AD8A-9BC4F0276B25}" srcId="{720C783B-F251-4646-BA1C-9142F284AB9C}" destId="{79DB48FB-C1E1-482B-B1E5-CFF3799B1AE3}" srcOrd="2" destOrd="0" parTransId="{E32D8512-7982-47D3-94F3-49DFADB5C75C}" sibTransId="{788AE296-281A-440B-A085-6D7FD1F908AA}"/>
    <dgm:cxn modelId="{823F7806-62DA-4A4E-9A42-137B25B30F5E}" type="presOf" srcId="{FE6D40AA-9899-4651-9FC7-3E5518838A97}" destId="{63AB3F26-7E46-44F5-A49E-9495ABC80971}" srcOrd="0" destOrd="0" presId="urn:microsoft.com/office/officeart/2005/8/layout/orgChart1"/>
    <dgm:cxn modelId="{F1F39587-9608-4B7B-AE76-EA5710381EC7}" srcId="{720C783B-F251-4646-BA1C-9142F284AB9C}" destId="{9AD8401B-1673-4EAE-87F8-F8D676B8D699}" srcOrd="4" destOrd="0" parTransId="{84C60DE5-A2AB-4D3E-809D-25786918F344}" sibTransId="{48BF4642-6805-4799-BEE4-0C6CACD08A2F}"/>
    <dgm:cxn modelId="{C42CE0E1-9340-4D0C-9A5A-A687211D3D68}" type="presOf" srcId="{563AB5B4-56CB-45B7-B265-0413AF2615D8}" destId="{2E2D78F6-4ED5-401C-A434-318F7DA32D55}" srcOrd="0" destOrd="0" presId="urn:microsoft.com/office/officeart/2005/8/layout/orgChart1"/>
    <dgm:cxn modelId="{D279331A-C9A4-4685-89E3-979D0BDEAC30}" type="presOf" srcId="{185AF245-3F57-4243-9A43-6BD3C9835C1B}" destId="{8DA1B708-0251-4A9F-BC6F-17AC857303BE}" srcOrd="0" destOrd="0" presId="urn:microsoft.com/office/officeart/2005/8/layout/orgChart1"/>
    <dgm:cxn modelId="{36099474-E5F7-4D9C-AEC3-C974C0AB1C55}" type="presOf" srcId="{A2090555-9E64-4C2C-A179-4E1EAA068608}" destId="{81939FD7-105C-4363-A5F5-61403E9F44D7}" srcOrd="0" destOrd="0" presId="urn:microsoft.com/office/officeart/2005/8/layout/orgChart1"/>
    <dgm:cxn modelId="{D6316278-2116-4D26-B48B-4CEC296CD4D0}" type="presOf" srcId="{37624D7D-6DE1-45D8-BA3C-A38E1C496204}" destId="{208FD5AD-B753-4BAE-ABB4-FD1C84194133}" srcOrd="0" destOrd="0" presId="urn:microsoft.com/office/officeart/2005/8/layout/orgChart1"/>
    <dgm:cxn modelId="{A5C35253-9779-46F0-9624-96D43ADF1CE2}" type="presOf" srcId="{4DDF5830-0FFE-4968-A689-B788B126D0B8}" destId="{4179EF9F-DE4B-49F9-9604-8E4A54C1E54C}" srcOrd="0" destOrd="0" presId="urn:microsoft.com/office/officeart/2005/8/layout/orgChart1"/>
    <dgm:cxn modelId="{BB6D9384-4B00-467B-A215-48BC51CA4D28}" type="presOf" srcId="{720C783B-F251-4646-BA1C-9142F284AB9C}" destId="{75A5CBD7-7AF2-437E-9E90-299A7044C6ED}" srcOrd="1" destOrd="0" presId="urn:microsoft.com/office/officeart/2005/8/layout/orgChart1"/>
    <dgm:cxn modelId="{4D89AE21-4324-41CC-B9DB-8D9A62205865}" type="presOf" srcId="{D7EFD428-03E2-41B1-B8F4-729B3F79B357}" destId="{FAF86AFD-77ED-408B-B4E3-CC1EEC6FAB89}" srcOrd="0" destOrd="0" presId="urn:microsoft.com/office/officeart/2005/8/layout/orgChart1"/>
    <dgm:cxn modelId="{44DF6006-50AF-4FCA-9417-03980BE2C62E}" type="presOf" srcId="{DA49EAC7-1FEE-4B24-ADBE-03E64F73DE7E}" destId="{256DE3EA-9420-431A-9DA3-732AEEBDA442}" srcOrd="0" destOrd="0" presId="urn:microsoft.com/office/officeart/2005/8/layout/orgChart1"/>
    <dgm:cxn modelId="{A0957D38-ACCB-47E4-8ACE-D4F079FC3D50}" srcId="{D7EFD428-03E2-41B1-B8F4-729B3F79B357}" destId="{A2090555-9E64-4C2C-A179-4E1EAA068608}" srcOrd="0" destOrd="0" parTransId="{9ABCBBD7-88FE-4F3C-BEF5-ACB6EA08F93B}" sibTransId="{3DF2AEE9-6330-4900-A370-2346BF45B624}"/>
    <dgm:cxn modelId="{35E76B32-BC81-4505-A7BB-8FF2C44DE23F}" srcId="{D7EFD428-03E2-41B1-B8F4-729B3F79B357}" destId="{4DDF5830-0FFE-4968-A689-B788B126D0B8}" srcOrd="4" destOrd="0" parTransId="{9095FD4C-DF9F-4153-B82A-CD99D5C8D0F2}" sibTransId="{99C954BA-095D-4D37-8993-FBA4E197D5B7}"/>
    <dgm:cxn modelId="{06BAD038-A0A1-4FC6-A67D-C1B2109BB78D}" srcId="{305051EB-A0A0-489A-AD1B-33B7651AE56D}" destId="{D7EFD428-03E2-41B1-B8F4-729B3F79B357}" srcOrd="1" destOrd="0" parTransId="{43ECAE4C-BA48-46CC-B2F6-E23F4574A0DE}" sibTransId="{F229C535-7FB8-41B2-A90F-A2811EAFE485}"/>
    <dgm:cxn modelId="{AE9AB135-2997-478E-9FD1-8CBDAFFA4DC4}" type="presOf" srcId="{720C783B-F251-4646-BA1C-9142F284AB9C}" destId="{2D1506E4-2D66-41A7-B571-817722DD04D4}" srcOrd="0" destOrd="0" presId="urn:microsoft.com/office/officeart/2005/8/layout/orgChart1"/>
    <dgm:cxn modelId="{C880F56C-B325-47F2-BE8E-FB70EB5A9B56}" type="presOf" srcId="{84C60DE5-A2AB-4D3E-809D-25786918F344}" destId="{7690BC6D-388C-49E0-9CB2-43A12B45DC9B}" srcOrd="0" destOrd="0" presId="urn:microsoft.com/office/officeart/2005/8/layout/orgChart1"/>
    <dgm:cxn modelId="{1AE3D8AC-C975-4DBB-A818-4C8C52CE9651}" srcId="{4F83D575-CC81-46B1-99DF-934FD832A047}" destId="{305051EB-A0A0-489A-AD1B-33B7651AE56D}" srcOrd="0" destOrd="0" parTransId="{673A3E9A-C171-448A-86F9-550DFF2771DF}" sibTransId="{32A67DE1-4F12-4C75-8320-5087825E9CF9}"/>
    <dgm:cxn modelId="{2E4523CA-8E68-48E0-A43D-9389A104646F}" type="presOf" srcId="{37624D7D-6DE1-45D8-BA3C-A38E1C496204}" destId="{7710F77C-D35A-4C43-A9B4-894E5BBBAD58}" srcOrd="1" destOrd="0" presId="urn:microsoft.com/office/officeart/2005/8/layout/orgChart1"/>
    <dgm:cxn modelId="{4C464945-9D83-42CC-9A72-C57DC90D8562}" srcId="{305051EB-A0A0-489A-AD1B-33B7651AE56D}" destId="{720C783B-F251-4646-BA1C-9142F284AB9C}" srcOrd="0" destOrd="0" parTransId="{FE6D40AA-9899-4651-9FC7-3E5518838A97}" sibTransId="{C705FD59-4EF3-4595-8FAC-5AB2155B3710}"/>
    <dgm:cxn modelId="{5EE68CAE-A35F-4AB5-A80A-84FB5C3D9546}" type="presOf" srcId="{FAD7A4EC-AD10-48E1-8723-7A0D6A083BBE}" destId="{D70E3D92-8162-4F29-850B-189DC56EB292}" srcOrd="0" destOrd="0" presId="urn:microsoft.com/office/officeart/2005/8/layout/orgChart1"/>
    <dgm:cxn modelId="{0FA9BA1A-5723-450C-BC6C-D607E0C5A018}" srcId="{D7EFD428-03E2-41B1-B8F4-729B3F79B357}" destId="{B2508B01-405C-422F-8952-B63DA24AB1CE}" srcOrd="3" destOrd="0" parTransId="{FAD7A4EC-AD10-48E1-8723-7A0D6A083BBE}" sibTransId="{DDD68E9E-713C-49DE-8B1F-FF52E9F75CC1}"/>
    <dgm:cxn modelId="{69F1DEFE-398F-4943-A1E4-C140D6AF1754}" srcId="{720C783B-F251-4646-BA1C-9142F284AB9C}" destId="{37624D7D-6DE1-45D8-BA3C-A38E1C496204}" srcOrd="0" destOrd="0" parTransId="{185AF245-3F57-4243-9A43-6BD3C9835C1B}" sibTransId="{57AA2D7F-E100-4535-B039-06D221C9F8D1}"/>
    <dgm:cxn modelId="{B4D4EBD1-C6C5-4037-9EBD-498D959AB1B0}" type="presOf" srcId="{B2508B01-405C-422F-8952-B63DA24AB1CE}" destId="{BCE72D23-CEB5-421C-B142-37ADDC069F87}" srcOrd="0" destOrd="0" presId="urn:microsoft.com/office/officeart/2005/8/layout/orgChart1"/>
    <dgm:cxn modelId="{BDDF799C-1B92-4ACF-B690-DD8372724A4C}" type="presOf" srcId="{43ECAE4C-BA48-46CC-B2F6-E23F4574A0DE}" destId="{084234F0-A1E6-40A4-9C2D-8B5CD0555B54}" srcOrd="0" destOrd="0" presId="urn:microsoft.com/office/officeart/2005/8/layout/orgChart1"/>
    <dgm:cxn modelId="{611DF187-A260-45B5-B191-6CB06D983DC2}" srcId="{D7EFD428-03E2-41B1-B8F4-729B3F79B357}" destId="{A434484B-2CD0-4824-82DA-B4B26DE64589}" srcOrd="2" destOrd="0" parTransId="{56BC4C64-040C-4C59-B6B2-89B696492905}" sibTransId="{331403AB-F197-41FE-AED3-C3844A1CFF06}"/>
    <dgm:cxn modelId="{0B8D176C-CC8C-4B56-9365-FAD7AF19AFD8}" type="presOf" srcId="{305051EB-A0A0-489A-AD1B-33B7651AE56D}" destId="{C086EC8D-353A-4643-B7C3-125391B5D136}" srcOrd="0" destOrd="0" presId="urn:microsoft.com/office/officeart/2005/8/layout/orgChart1"/>
    <dgm:cxn modelId="{30709294-987E-4950-AE8A-E19DEDFF263A}" type="presOf" srcId="{A434484B-2CD0-4824-82DA-B4B26DE64589}" destId="{E628F965-1174-42FA-945B-07CF344F2D70}" srcOrd="0" destOrd="0" presId="urn:microsoft.com/office/officeart/2005/8/layout/orgChart1"/>
    <dgm:cxn modelId="{5C89E947-8F28-4AFD-B7C2-392BF29524E8}" type="presOf" srcId="{031B8C48-C7E8-4811-B036-B635D42FA185}" destId="{C1E300FE-A8A0-4099-AAB6-D4618DB888F4}" srcOrd="0" destOrd="0" presId="urn:microsoft.com/office/officeart/2005/8/layout/orgChart1"/>
    <dgm:cxn modelId="{FF5650F8-C7FE-4B0A-BF41-E98B863FBB13}" type="presOf" srcId="{56BC4C64-040C-4C59-B6B2-89B696492905}" destId="{A16AEC7E-8373-41F5-9C0F-CE43D36A2134}" srcOrd="0" destOrd="0" presId="urn:microsoft.com/office/officeart/2005/8/layout/orgChart1"/>
    <dgm:cxn modelId="{777BC187-B24F-4B94-AC3D-630FCA21CECE}" type="presOf" srcId="{980F1DAC-6F07-4341-B1AD-E85158477D86}" destId="{2192FEFC-97DE-496B-B289-3E119B5CA296}" srcOrd="0" destOrd="0" presId="urn:microsoft.com/office/officeart/2005/8/layout/orgChart1"/>
    <dgm:cxn modelId="{32E463D3-0357-4746-80E4-5842E76FFCAC}" type="presOf" srcId="{A2090555-9E64-4C2C-A179-4E1EAA068608}" destId="{CFA6DB4D-87D5-4E46-9841-5B967F2B25F6}" srcOrd="1" destOrd="0" presId="urn:microsoft.com/office/officeart/2005/8/layout/orgChart1"/>
    <dgm:cxn modelId="{0D25C085-5D07-48FA-98EF-8E24746BB344}" type="presOf" srcId="{4F83D575-CC81-46B1-99DF-934FD832A047}" destId="{09EE2863-CCA0-48C5-95E6-7664C1EB1EFF}" srcOrd="0" destOrd="0" presId="urn:microsoft.com/office/officeart/2005/8/layout/orgChart1"/>
    <dgm:cxn modelId="{F1752143-9A00-483E-8B7A-D302BE49383C}" srcId="{720C783B-F251-4646-BA1C-9142F284AB9C}" destId="{DA49EAC7-1FEE-4B24-ADBE-03E64F73DE7E}" srcOrd="1" destOrd="0" parTransId="{980F1DAC-6F07-4341-B1AD-E85158477D86}" sibTransId="{7398BEB2-815B-484D-BA88-7DEED9B4A57C}"/>
    <dgm:cxn modelId="{604104BB-CD05-44BD-8792-A0F0CAE8E2A7}" type="presOf" srcId="{79DB48FB-C1E1-482B-B1E5-CFF3799B1AE3}" destId="{48762BA7-F9B5-4DC0-99AE-02DB429A65D9}" srcOrd="1" destOrd="0" presId="urn:microsoft.com/office/officeart/2005/8/layout/orgChart1"/>
    <dgm:cxn modelId="{601CE47F-BFFE-412A-8DF8-EBF43BA6221E}" type="presOf" srcId="{D7EFD428-03E2-41B1-B8F4-729B3F79B357}" destId="{E875D59A-98C7-4713-A26D-D1FC5F65A681}" srcOrd="1" destOrd="0" presId="urn:microsoft.com/office/officeart/2005/8/layout/orgChart1"/>
    <dgm:cxn modelId="{FF69CAC3-B698-4C79-B46C-D1BF0BD60A53}" type="presParOf" srcId="{09EE2863-CCA0-48C5-95E6-7664C1EB1EFF}" destId="{AA18F44C-576C-4F9E-AC9C-4BA7F0D711AD}" srcOrd="0" destOrd="0" presId="urn:microsoft.com/office/officeart/2005/8/layout/orgChart1"/>
    <dgm:cxn modelId="{2CBE462D-CDE3-41E8-B806-00146062E0D8}" type="presParOf" srcId="{AA18F44C-576C-4F9E-AC9C-4BA7F0D711AD}" destId="{38F36A99-3718-465C-BA7D-C044BDA05E28}" srcOrd="0" destOrd="0" presId="urn:microsoft.com/office/officeart/2005/8/layout/orgChart1"/>
    <dgm:cxn modelId="{5296D180-F545-4A20-9250-84C0BE68027B}" type="presParOf" srcId="{38F36A99-3718-465C-BA7D-C044BDA05E28}" destId="{C086EC8D-353A-4643-B7C3-125391B5D136}" srcOrd="0" destOrd="0" presId="urn:microsoft.com/office/officeart/2005/8/layout/orgChart1"/>
    <dgm:cxn modelId="{76A9E767-7271-42A8-BC99-996B417142AF}" type="presParOf" srcId="{38F36A99-3718-465C-BA7D-C044BDA05E28}" destId="{30318830-DEBC-4FEE-9171-7320C24CD1C5}" srcOrd="1" destOrd="0" presId="urn:microsoft.com/office/officeart/2005/8/layout/orgChart1"/>
    <dgm:cxn modelId="{526CC7B9-CB91-4DDD-9A8E-BFBEAEC3B3A3}" type="presParOf" srcId="{AA18F44C-576C-4F9E-AC9C-4BA7F0D711AD}" destId="{3F328147-EC4E-4E84-AAD5-3090BBA81529}" srcOrd="1" destOrd="0" presId="urn:microsoft.com/office/officeart/2005/8/layout/orgChart1"/>
    <dgm:cxn modelId="{29BEEF18-46DA-4686-A61C-DD427389613F}" type="presParOf" srcId="{3F328147-EC4E-4E84-AAD5-3090BBA81529}" destId="{63AB3F26-7E46-44F5-A49E-9495ABC80971}" srcOrd="0" destOrd="0" presId="urn:microsoft.com/office/officeart/2005/8/layout/orgChart1"/>
    <dgm:cxn modelId="{88156AB1-02F0-4236-A6CF-4F79D374F053}" type="presParOf" srcId="{3F328147-EC4E-4E84-AAD5-3090BBA81529}" destId="{0BE73FB4-CDFE-408C-8341-D00CE6344EDC}" srcOrd="1" destOrd="0" presId="urn:microsoft.com/office/officeart/2005/8/layout/orgChart1"/>
    <dgm:cxn modelId="{40F2DACE-12CE-4ECC-9F43-E109547CB84E}" type="presParOf" srcId="{0BE73FB4-CDFE-408C-8341-D00CE6344EDC}" destId="{3181A6A1-F0BD-4C4F-A1AF-E2ED729C90B8}" srcOrd="0" destOrd="0" presId="urn:microsoft.com/office/officeart/2005/8/layout/orgChart1"/>
    <dgm:cxn modelId="{A232A2FD-1791-444C-8071-FBA2CAE3F5FE}" type="presParOf" srcId="{3181A6A1-F0BD-4C4F-A1AF-E2ED729C90B8}" destId="{2D1506E4-2D66-41A7-B571-817722DD04D4}" srcOrd="0" destOrd="0" presId="urn:microsoft.com/office/officeart/2005/8/layout/orgChart1"/>
    <dgm:cxn modelId="{D3EF7F0F-3D27-4D1B-9CE1-DEDC8F44E4FC}" type="presParOf" srcId="{3181A6A1-F0BD-4C4F-A1AF-E2ED729C90B8}" destId="{75A5CBD7-7AF2-437E-9E90-299A7044C6ED}" srcOrd="1" destOrd="0" presId="urn:microsoft.com/office/officeart/2005/8/layout/orgChart1"/>
    <dgm:cxn modelId="{B0765D79-BD44-4CCC-8814-099EF601BC2D}" type="presParOf" srcId="{0BE73FB4-CDFE-408C-8341-D00CE6344EDC}" destId="{E5BD2647-17B3-4148-BF22-C444DADD2820}" srcOrd="1" destOrd="0" presId="urn:microsoft.com/office/officeart/2005/8/layout/orgChart1"/>
    <dgm:cxn modelId="{DD976B9C-D8B7-45FC-AB04-233B196042E0}" type="presParOf" srcId="{E5BD2647-17B3-4148-BF22-C444DADD2820}" destId="{8DA1B708-0251-4A9F-BC6F-17AC857303BE}" srcOrd="0" destOrd="0" presId="urn:microsoft.com/office/officeart/2005/8/layout/orgChart1"/>
    <dgm:cxn modelId="{9CD32DF0-D522-49D1-9FD9-034A3C9C7731}" type="presParOf" srcId="{E5BD2647-17B3-4148-BF22-C444DADD2820}" destId="{65E0AE4C-A628-49C4-851C-155064A1BAE6}" srcOrd="1" destOrd="0" presId="urn:microsoft.com/office/officeart/2005/8/layout/orgChart1"/>
    <dgm:cxn modelId="{DD8B3865-BCE5-4516-A360-A0EECBDA6E2B}" type="presParOf" srcId="{65E0AE4C-A628-49C4-851C-155064A1BAE6}" destId="{5EC080C6-C5AA-42D6-800F-04687891CA67}" srcOrd="0" destOrd="0" presId="urn:microsoft.com/office/officeart/2005/8/layout/orgChart1"/>
    <dgm:cxn modelId="{2C8E6C3A-F684-42B2-8B36-94651EBE6789}" type="presParOf" srcId="{5EC080C6-C5AA-42D6-800F-04687891CA67}" destId="{208FD5AD-B753-4BAE-ABB4-FD1C84194133}" srcOrd="0" destOrd="0" presId="urn:microsoft.com/office/officeart/2005/8/layout/orgChart1"/>
    <dgm:cxn modelId="{30C86FB9-5F63-4820-9593-85ED22A240A2}" type="presParOf" srcId="{5EC080C6-C5AA-42D6-800F-04687891CA67}" destId="{7710F77C-D35A-4C43-A9B4-894E5BBBAD58}" srcOrd="1" destOrd="0" presId="urn:microsoft.com/office/officeart/2005/8/layout/orgChart1"/>
    <dgm:cxn modelId="{EAEE8C4D-42D0-45F0-9B47-ABC9E423A643}" type="presParOf" srcId="{65E0AE4C-A628-49C4-851C-155064A1BAE6}" destId="{D1957364-8205-417D-89DD-E6787067860A}" srcOrd="1" destOrd="0" presId="urn:microsoft.com/office/officeart/2005/8/layout/orgChart1"/>
    <dgm:cxn modelId="{C9EBE6DC-48EC-4D3E-ABD4-842787EC889D}" type="presParOf" srcId="{65E0AE4C-A628-49C4-851C-155064A1BAE6}" destId="{33FE29C1-E106-49A2-81C8-F22052AAE81C}" srcOrd="2" destOrd="0" presId="urn:microsoft.com/office/officeart/2005/8/layout/orgChart1"/>
    <dgm:cxn modelId="{0A66CACE-D71E-491D-B271-94948A2F922F}" type="presParOf" srcId="{E5BD2647-17B3-4148-BF22-C444DADD2820}" destId="{2192FEFC-97DE-496B-B289-3E119B5CA296}" srcOrd="2" destOrd="0" presId="urn:microsoft.com/office/officeart/2005/8/layout/orgChart1"/>
    <dgm:cxn modelId="{32A1CBF8-3838-40B3-970E-9A437E0B3A3F}" type="presParOf" srcId="{E5BD2647-17B3-4148-BF22-C444DADD2820}" destId="{4635E153-B115-4705-8B1F-9F84C578AAE5}" srcOrd="3" destOrd="0" presId="urn:microsoft.com/office/officeart/2005/8/layout/orgChart1"/>
    <dgm:cxn modelId="{B61E825A-0152-4BD6-9850-0CB20EF3D165}" type="presParOf" srcId="{4635E153-B115-4705-8B1F-9F84C578AAE5}" destId="{3CD1F953-F4F2-41FB-AA58-275F9A0EBE38}" srcOrd="0" destOrd="0" presId="urn:microsoft.com/office/officeart/2005/8/layout/orgChart1"/>
    <dgm:cxn modelId="{E7A7A8CD-4025-4949-BDEB-FA405AE5B817}" type="presParOf" srcId="{3CD1F953-F4F2-41FB-AA58-275F9A0EBE38}" destId="{256DE3EA-9420-431A-9DA3-732AEEBDA442}" srcOrd="0" destOrd="0" presId="urn:microsoft.com/office/officeart/2005/8/layout/orgChart1"/>
    <dgm:cxn modelId="{7BDAA1BA-1389-4DDF-ACEF-D129FE864AFE}" type="presParOf" srcId="{3CD1F953-F4F2-41FB-AA58-275F9A0EBE38}" destId="{10CCCDA9-8B56-458F-840B-7099F759B57D}" srcOrd="1" destOrd="0" presId="urn:microsoft.com/office/officeart/2005/8/layout/orgChart1"/>
    <dgm:cxn modelId="{B46518CE-3E8C-458E-8A06-44DA0FEDED62}" type="presParOf" srcId="{4635E153-B115-4705-8B1F-9F84C578AAE5}" destId="{082C767D-78C0-4D27-9921-D6D8F6D79A8B}" srcOrd="1" destOrd="0" presId="urn:microsoft.com/office/officeart/2005/8/layout/orgChart1"/>
    <dgm:cxn modelId="{60EB32EC-83CC-462C-8317-232DCF7B047C}" type="presParOf" srcId="{4635E153-B115-4705-8B1F-9F84C578AAE5}" destId="{1342BDF8-6025-400F-A3A7-9D76BB1B5609}" srcOrd="2" destOrd="0" presId="urn:microsoft.com/office/officeart/2005/8/layout/orgChart1"/>
    <dgm:cxn modelId="{ADB918EC-7CE9-496D-B320-262C996DBF28}" type="presParOf" srcId="{E5BD2647-17B3-4148-BF22-C444DADD2820}" destId="{025A25D4-B366-4DD6-9F9C-851038513BF2}" srcOrd="4" destOrd="0" presId="urn:microsoft.com/office/officeart/2005/8/layout/orgChart1"/>
    <dgm:cxn modelId="{C09586B6-E84F-4EC9-9C97-1C9340BF8CA4}" type="presParOf" srcId="{E5BD2647-17B3-4148-BF22-C444DADD2820}" destId="{F36CEE05-EB90-4A18-B338-2304B055DABD}" srcOrd="5" destOrd="0" presId="urn:microsoft.com/office/officeart/2005/8/layout/orgChart1"/>
    <dgm:cxn modelId="{7D7393BC-79D5-4D0C-B5DB-C4C46532EB49}" type="presParOf" srcId="{F36CEE05-EB90-4A18-B338-2304B055DABD}" destId="{44489E84-7F65-4AFB-85CE-BC5C4BDF44A5}" srcOrd="0" destOrd="0" presId="urn:microsoft.com/office/officeart/2005/8/layout/orgChart1"/>
    <dgm:cxn modelId="{4D89D3B9-431A-4A27-A377-4C868A4C1725}" type="presParOf" srcId="{44489E84-7F65-4AFB-85CE-BC5C4BDF44A5}" destId="{8815DE7B-F21C-487D-AE88-E942D359596F}" srcOrd="0" destOrd="0" presId="urn:microsoft.com/office/officeart/2005/8/layout/orgChart1"/>
    <dgm:cxn modelId="{6CAEF992-7CF2-456D-896E-96A58AE64D07}" type="presParOf" srcId="{44489E84-7F65-4AFB-85CE-BC5C4BDF44A5}" destId="{48762BA7-F9B5-4DC0-99AE-02DB429A65D9}" srcOrd="1" destOrd="0" presId="urn:microsoft.com/office/officeart/2005/8/layout/orgChart1"/>
    <dgm:cxn modelId="{10AE1AFC-B7D6-46CD-BCCB-275A8E97EAA3}" type="presParOf" srcId="{F36CEE05-EB90-4A18-B338-2304B055DABD}" destId="{97ED2D51-9614-434B-8E16-A5D86DA39C29}" srcOrd="1" destOrd="0" presId="urn:microsoft.com/office/officeart/2005/8/layout/orgChart1"/>
    <dgm:cxn modelId="{F9300191-C793-4681-827E-FADC902A350E}" type="presParOf" srcId="{F36CEE05-EB90-4A18-B338-2304B055DABD}" destId="{7A933276-4C0E-4A90-A405-1C69BF825989}" srcOrd="2" destOrd="0" presId="urn:microsoft.com/office/officeart/2005/8/layout/orgChart1"/>
    <dgm:cxn modelId="{A1533CEA-6B8A-4D19-B8C1-A7083726B77E}" type="presParOf" srcId="{E5BD2647-17B3-4148-BF22-C444DADD2820}" destId="{C1E300FE-A8A0-4099-AAB6-D4618DB888F4}" srcOrd="6" destOrd="0" presId="urn:microsoft.com/office/officeart/2005/8/layout/orgChart1"/>
    <dgm:cxn modelId="{4855FB69-1DEF-4BF3-8EB0-531FE8B423ED}" type="presParOf" srcId="{E5BD2647-17B3-4148-BF22-C444DADD2820}" destId="{147BCC51-49C9-457D-89CE-43E673450586}" srcOrd="7" destOrd="0" presId="urn:microsoft.com/office/officeart/2005/8/layout/orgChart1"/>
    <dgm:cxn modelId="{C5350DDB-953F-4EC1-8AD8-14E2C2202F42}" type="presParOf" srcId="{147BCC51-49C9-457D-89CE-43E673450586}" destId="{5A1EE5CB-17D5-4B96-8F4F-F4BAEC4BF910}" srcOrd="0" destOrd="0" presId="urn:microsoft.com/office/officeart/2005/8/layout/orgChart1"/>
    <dgm:cxn modelId="{BE130DD9-CF13-4EEE-94D8-AC802710DA17}" type="presParOf" srcId="{5A1EE5CB-17D5-4B96-8F4F-F4BAEC4BF910}" destId="{2E2D78F6-4ED5-401C-A434-318F7DA32D55}" srcOrd="0" destOrd="0" presId="urn:microsoft.com/office/officeart/2005/8/layout/orgChart1"/>
    <dgm:cxn modelId="{026FF315-71B1-4463-80BB-6EF41A8B00BB}" type="presParOf" srcId="{5A1EE5CB-17D5-4B96-8F4F-F4BAEC4BF910}" destId="{0B9DF27A-8208-4263-A222-06726BA5F66A}" srcOrd="1" destOrd="0" presId="urn:microsoft.com/office/officeart/2005/8/layout/orgChart1"/>
    <dgm:cxn modelId="{50917B3D-D02C-47A9-B7F0-EB13E41828D9}" type="presParOf" srcId="{147BCC51-49C9-457D-89CE-43E673450586}" destId="{9DC752E6-9D5F-4CE2-8B9A-B387C8EAA896}" srcOrd="1" destOrd="0" presId="urn:microsoft.com/office/officeart/2005/8/layout/orgChart1"/>
    <dgm:cxn modelId="{ADDCC303-70CC-4248-A8D1-0CF02184E649}" type="presParOf" srcId="{147BCC51-49C9-457D-89CE-43E673450586}" destId="{662B39C6-0204-4B5E-AB20-258560E4D411}" srcOrd="2" destOrd="0" presId="urn:microsoft.com/office/officeart/2005/8/layout/orgChart1"/>
    <dgm:cxn modelId="{8117FC41-4CB6-4B26-861F-335374634E28}" type="presParOf" srcId="{E5BD2647-17B3-4148-BF22-C444DADD2820}" destId="{7690BC6D-388C-49E0-9CB2-43A12B45DC9B}" srcOrd="8" destOrd="0" presId="urn:microsoft.com/office/officeart/2005/8/layout/orgChart1"/>
    <dgm:cxn modelId="{677E7D22-0782-4B59-A272-83054E4DCA6E}" type="presParOf" srcId="{E5BD2647-17B3-4148-BF22-C444DADD2820}" destId="{F7B9B389-B1B4-4159-90C4-915FFF9C4FB9}" srcOrd="9" destOrd="0" presId="urn:microsoft.com/office/officeart/2005/8/layout/orgChart1"/>
    <dgm:cxn modelId="{9983B430-9930-4365-BD7C-7A1D4E3A9C78}" type="presParOf" srcId="{F7B9B389-B1B4-4159-90C4-915FFF9C4FB9}" destId="{D21470EE-8487-4D73-B96A-6F5804312DFA}" srcOrd="0" destOrd="0" presId="urn:microsoft.com/office/officeart/2005/8/layout/orgChart1"/>
    <dgm:cxn modelId="{7362935A-01C5-453D-8583-47F2054FE095}" type="presParOf" srcId="{D21470EE-8487-4D73-B96A-6F5804312DFA}" destId="{98C522A4-4845-4065-8B39-1FFA106746CC}" srcOrd="0" destOrd="0" presId="urn:microsoft.com/office/officeart/2005/8/layout/orgChart1"/>
    <dgm:cxn modelId="{E7C6D024-0966-40A3-82A2-158A653BA511}" type="presParOf" srcId="{D21470EE-8487-4D73-B96A-6F5804312DFA}" destId="{C47F5C07-FC16-48A0-B5A9-BE1694AF2722}" srcOrd="1" destOrd="0" presId="urn:microsoft.com/office/officeart/2005/8/layout/orgChart1"/>
    <dgm:cxn modelId="{4302E65B-8963-4937-B250-7C1B2C9413C6}" type="presParOf" srcId="{F7B9B389-B1B4-4159-90C4-915FFF9C4FB9}" destId="{9BCCDE8C-8E19-4A1A-969A-40162D2882FC}" srcOrd="1" destOrd="0" presId="urn:microsoft.com/office/officeart/2005/8/layout/orgChart1"/>
    <dgm:cxn modelId="{85C8D5E3-A70E-4568-85BF-B9B166902FBB}" type="presParOf" srcId="{F7B9B389-B1B4-4159-90C4-915FFF9C4FB9}" destId="{BF2784A1-0F04-41A3-8381-F30CF6FFDD19}" srcOrd="2" destOrd="0" presId="urn:microsoft.com/office/officeart/2005/8/layout/orgChart1"/>
    <dgm:cxn modelId="{FB4870AD-EB42-4C34-BB42-2F8BBE99C555}" type="presParOf" srcId="{0BE73FB4-CDFE-408C-8341-D00CE6344EDC}" destId="{CD6242C3-DB33-4DDC-9243-1A491B386743}" srcOrd="2" destOrd="0" presId="urn:microsoft.com/office/officeart/2005/8/layout/orgChart1"/>
    <dgm:cxn modelId="{A7B49E2E-6B3F-423A-AB8B-E260FBF30712}" type="presParOf" srcId="{3F328147-EC4E-4E84-AAD5-3090BBA81529}" destId="{084234F0-A1E6-40A4-9C2D-8B5CD0555B54}" srcOrd="2" destOrd="0" presId="urn:microsoft.com/office/officeart/2005/8/layout/orgChart1"/>
    <dgm:cxn modelId="{921F1AE0-00F7-4831-87BB-D77AF7B9DA9C}" type="presParOf" srcId="{3F328147-EC4E-4E84-AAD5-3090BBA81529}" destId="{92BA491C-CEED-4E87-92AD-86B3102D7FE6}" srcOrd="3" destOrd="0" presId="urn:microsoft.com/office/officeart/2005/8/layout/orgChart1"/>
    <dgm:cxn modelId="{C6D6C526-1A6D-4CB5-A5A1-E39714421542}" type="presParOf" srcId="{92BA491C-CEED-4E87-92AD-86B3102D7FE6}" destId="{0C1D35BB-1DB3-4FA5-A8B9-7F2AF342380B}" srcOrd="0" destOrd="0" presId="urn:microsoft.com/office/officeart/2005/8/layout/orgChart1"/>
    <dgm:cxn modelId="{6EB521AA-48A2-4CFB-BF05-5B399EA7AA96}" type="presParOf" srcId="{0C1D35BB-1DB3-4FA5-A8B9-7F2AF342380B}" destId="{FAF86AFD-77ED-408B-B4E3-CC1EEC6FAB89}" srcOrd="0" destOrd="0" presId="urn:microsoft.com/office/officeart/2005/8/layout/orgChart1"/>
    <dgm:cxn modelId="{539866B2-27F0-4CF4-BB67-5D9A16D38B0E}" type="presParOf" srcId="{0C1D35BB-1DB3-4FA5-A8B9-7F2AF342380B}" destId="{E875D59A-98C7-4713-A26D-D1FC5F65A681}" srcOrd="1" destOrd="0" presId="urn:microsoft.com/office/officeart/2005/8/layout/orgChart1"/>
    <dgm:cxn modelId="{E68457B5-5AD4-4394-8A6C-5DF3F109569C}" type="presParOf" srcId="{92BA491C-CEED-4E87-92AD-86B3102D7FE6}" destId="{121BA095-31FA-46A6-BAF7-05436D311A7E}" srcOrd="1" destOrd="0" presId="urn:microsoft.com/office/officeart/2005/8/layout/orgChart1"/>
    <dgm:cxn modelId="{1EA61F74-D0CE-4DB0-A2CE-89FD4ADE89AD}" type="presParOf" srcId="{121BA095-31FA-46A6-BAF7-05436D311A7E}" destId="{FBBFD98A-E3F3-4308-9740-D865DBE29F32}" srcOrd="0" destOrd="0" presId="urn:microsoft.com/office/officeart/2005/8/layout/orgChart1"/>
    <dgm:cxn modelId="{F916599B-8FC0-4A81-8810-541CD7EEB8E1}" type="presParOf" srcId="{121BA095-31FA-46A6-BAF7-05436D311A7E}" destId="{C34333F2-60DC-41BC-980A-E62F0F653F27}" srcOrd="1" destOrd="0" presId="urn:microsoft.com/office/officeart/2005/8/layout/orgChart1"/>
    <dgm:cxn modelId="{2F03540E-465E-4EA7-99AC-A3F403140A94}" type="presParOf" srcId="{C34333F2-60DC-41BC-980A-E62F0F653F27}" destId="{5126DE14-C285-4F27-9688-63113A2025FB}" srcOrd="0" destOrd="0" presId="urn:microsoft.com/office/officeart/2005/8/layout/orgChart1"/>
    <dgm:cxn modelId="{5087A16E-A491-4E6D-B90C-9B777481CE3F}" type="presParOf" srcId="{5126DE14-C285-4F27-9688-63113A2025FB}" destId="{81939FD7-105C-4363-A5F5-61403E9F44D7}" srcOrd="0" destOrd="0" presId="urn:microsoft.com/office/officeart/2005/8/layout/orgChart1"/>
    <dgm:cxn modelId="{A51A6CE4-C317-4F98-BE89-88317AC04A04}" type="presParOf" srcId="{5126DE14-C285-4F27-9688-63113A2025FB}" destId="{CFA6DB4D-87D5-4E46-9841-5B967F2B25F6}" srcOrd="1" destOrd="0" presId="urn:microsoft.com/office/officeart/2005/8/layout/orgChart1"/>
    <dgm:cxn modelId="{5F903958-45C0-4D1E-8911-AEF2002A6B1A}" type="presParOf" srcId="{C34333F2-60DC-41BC-980A-E62F0F653F27}" destId="{1D85FFB0-0F98-4858-B6E4-81DB3FD8330A}" srcOrd="1" destOrd="0" presId="urn:microsoft.com/office/officeart/2005/8/layout/orgChart1"/>
    <dgm:cxn modelId="{970CFD24-F644-4DFC-B518-26088B2E6604}" type="presParOf" srcId="{C34333F2-60DC-41BC-980A-E62F0F653F27}" destId="{E5466F60-F63C-4C60-AA16-49C444E8AC1A}" srcOrd="2" destOrd="0" presId="urn:microsoft.com/office/officeart/2005/8/layout/orgChart1"/>
    <dgm:cxn modelId="{85065152-E028-4510-93C3-FC734D99C340}" type="presParOf" srcId="{121BA095-31FA-46A6-BAF7-05436D311A7E}" destId="{D6640CF5-13EE-4B7B-A63D-A7595DDF5FFD}" srcOrd="2" destOrd="0" presId="urn:microsoft.com/office/officeart/2005/8/layout/orgChart1"/>
    <dgm:cxn modelId="{324236A2-9D61-41B8-B557-D5279914B65C}" type="presParOf" srcId="{121BA095-31FA-46A6-BAF7-05436D311A7E}" destId="{22B521A4-8A03-4BAD-B891-0752067367B7}" srcOrd="3" destOrd="0" presId="urn:microsoft.com/office/officeart/2005/8/layout/orgChart1"/>
    <dgm:cxn modelId="{AF2B517C-CA34-4546-8074-87B557BF8486}" type="presParOf" srcId="{22B521A4-8A03-4BAD-B891-0752067367B7}" destId="{54ED7454-D78E-449A-80C1-77E49D5C5D3E}" srcOrd="0" destOrd="0" presId="urn:microsoft.com/office/officeart/2005/8/layout/orgChart1"/>
    <dgm:cxn modelId="{0AC7E49B-0618-4535-9ACB-5A7324A1D121}" type="presParOf" srcId="{54ED7454-D78E-449A-80C1-77E49D5C5D3E}" destId="{DC7C2526-749A-4409-A535-FCB5ED892483}" srcOrd="0" destOrd="0" presId="urn:microsoft.com/office/officeart/2005/8/layout/orgChart1"/>
    <dgm:cxn modelId="{039F898C-BF75-4A33-B930-4236A6C56443}" type="presParOf" srcId="{54ED7454-D78E-449A-80C1-77E49D5C5D3E}" destId="{C3FBA42E-C5D8-4077-8992-0A94979EA037}" srcOrd="1" destOrd="0" presId="urn:microsoft.com/office/officeart/2005/8/layout/orgChart1"/>
    <dgm:cxn modelId="{6789BFE2-F8EF-4A82-B67F-379D2F6B15E4}" type="presParOf" srcId="{22B521A4-8A03-4BAD-B891-0752067367B7}" destId="{F2FB7EAF-B014-4E8C-9BB8-4441D0B6334D}" srcOrd="1" destOrd="0" presId="urn:microsoft.com/office/officeart/2005/8/layout/orgChart1"/>
    <dgm:cxn modelId="{3345B781-F229-4EAC-897E-4A20FBEF9BAA}" type="presParOf" srcId="{22B521A4-8A03-4BAD-B891-0752067367B7}" destId="{C0F246C2-0BB3-4A27-9AF6-4164D027E1CE}" srcOrd="2" destOrd="0" presId="urn:microsoft.com/office/officeart/2005/8/layout/orgChart1"/>
    <dgm:cxn modelId="{9C1C644D-98CE-4240-A937-3C990002C568}" type="presParOf" srcId="{121BA095-31FA-46A6-BAF7-05436D311A7E}" destId="{A16AEC7E-8373-41F5-9C0F-CE43D36A2134}" srcOrd="4" destOrd="0" presId="urn:microsoft.com/office/officeart/2005/8/layout/orgChart1"/>
    <dgm:cxn modelId="{0E3E53E0-1D6F-49CD-BF82-102198D361F0}" type="presParOf" srcId="{121BA095-31FA-46A6-BAF7-05436D311A7E}" destId="{0AD312FF-4922-4C39-8512-54EC0DBF6A97}" srcOrd="5" destOrd="0" presId="urn:microsoft.com/office/officeart/2005/8/layout/orgChart1"/>
    <dgm:cxn modelId="{9FD94DA3-2871-420B-A56A-1E9D0D6501EA}" type="presParOf" srcId="{0AD312FF-4922-4C39-8512-54EC0DBF6A97}" destId="{389257AE-CBF1-49D8-BFC7-CCBECC588BC6}" srcOrd="0" destOrd="0" presId="urn:microsoft.com/office/officeart/2005/8/layout/orgChart1"/>
    <dgm:cxn modelId="{3B5FB9D6-CCC9-488C-A799-4E2698BFC072}" type="presParOf" srcId="{389257AE-CBF1-49D8-BFC7-CCBECC588BC6}" destId="{E628F965-1174-42FA-945B-07CF344F2D70}" srcOrd="0" destOrd="0" presId="urn:microsoft.com/office/officeart/2005/8/layout/orgChart1"/>
    <dgm:cxn modelId="{689B26F0-BFB4-44F1-83E0-579DC3674981}" type="presParOf" srcId="{389257AE-CBF1-49D8-BFC7-CCBECC588BC6}" destId="{A6E8526F-C686-41DE-856A-7892DC07A49B}" srcOrd="1" destOrd="0" presId="urn:microsoft.com/office/officeart/2005/8/layout/orgChart1"/>
    <dgm:cxn modelId="{E97CB9E7-2C87-45C2-BCD5-9C0BA854985C}" type="presParOf" srcId="{0AD312FF-4922-4C39-8512-54EC0DBF6A97}" destId="{CB891DB6-4B89-47A2-9B4C-AF828C065CF9}" srcOrd="1" destOrd="0" presId="urn:microsoft.com/office/officeart/2005/8/layout/orgChart1"/>
    <dgm:cxn modelId="{311E2522-38BC-4388-8B95-6175874FC24C}" type="presParOf" srcId="{0AD312FF-4922-4C39-8512-54EC0DBF6A97}" destId="{D46C5F5A-1DEC-4951-A631-D1E9E94D9F23}" srcOrd="2" destOrd="0" presId="urn:microsoft.com/office/officeart/2005/8/layout/orgChart1"/>
    <dgm:cxn modelId="{B816BFA6-8993-423C-A091-1E3362F73665}" type="presParOf" srcId="{121BA095-31FA-46A6-BAF7-05436D311A7E}" destId="{D70E3D92-8162-4F29-850B-189DC56EB292}" srcOrd="6" destOrd="0" presId="urn:microsoft.com/office/officeart/2005/8/layout/orgChart1"/>
    <dgm:cxn modelId="{60327B4D-CF58-4445-9F2D-9A01873752C6}" type="presParOf" srcId="{121BA095-31FA-46A6-BAF7-05436D311A7E}" destId="{12F29854-EA41-49DE-A2F4-50E4290DCC4D}" srcOrd="7" destOrd="0" presId="urn:microsoft.com/office/officeart/2005/8/layout/orgChart1"/>
    <dgm:cxn modelId="{F433CA2B-FEE6-43B5-840A-F03E7AFD9021}" type="presParOf" srcId="{12F29854-EA41-49DE-A2F4-50E4290DCC4D}" destId="{01AEBAE7-0DAA-408F-B1AD-93A368731C48}" srcOrd="0" destOrd="0" presId="urn:microsoft.com/office/officeart/2005/8/layout/orgChart1"/>
    <dgm:cxn modelId="{1DF1E413-F791-4AE1-8819-23A0711F499C}" type="presParOf" srcId="{01AEBAE7-0DAA-408F-B1AD-93A368731C48}" destId="{BCE72D23-CEB5-421C-B142-37ADDC069F87}" srcOrd="0" destOrd="0" presId="urn:microsoft.com/office/officeart/2005/8/layout/orgChart1"/>
    <dgm:cxn modelId="{5E429BC4-D992-43BE-BE9A-628FD0FF267B}" type="presParOf" srcId="{01AEBAE7-0DAA-408F-B1AD-93A368731C48}" destId="{23928A8C-FD38-4CC2-B4E5-B92D8D680BC9}" srcOrd="1" destOrd="0" presId="urn:microsoft.com/office/officeart/2005/8/layout/orgChart1"/>
    <dgm:cxn modelId="{46AFEB1B-4F2A-49FB-A32A-FBED0D5EA4C5}" type="presParOf" srcId="{12F29854-EA41-49DE-A2F4-50E4290DCC4D}" destId="{92A7213F-8303-4487-BF52-44BF0C8683D8}" srcOrd="1" destOrd="0" presId="urn:microsoft.com/office/officeart/2005/8/layout/orgChart1"/>
    <dgm:cxn modelId="{80A4C0A0-DFEB-49BE-8B7F-07B595E4217C}" type="presParOf" srcId="{12F29854-EA41-49DE-A2F4-50E4290DCC4D}" destId="{B837DAFD-C415-4B31-9891-6D8EED90C22D}" srcOrd="2" destOrd="0" presId="urn:microsoft.com/office/officeart/2005/8/layout/orgChart1"/>
    <dgm:cxn modelId="{3187C341-7A66-48E0-9016-DE6ED246764F}" type="presParOf" srcId="{121BA095-31FA-46A6-BAF7-05436D311A7E}" destId="{CB39A691-5055-4D3C-9245-20F8ABE15F23}" srcOrd="8" destOrd="0" presId="urn:microsoft.com/office/officeart/2005/8/layout/orgChart1"/>
    <dgm:cxn modelId="{24CABA6F-2DA0-41F3-B8BE-9DA70D1734D7}" type="presParOf" srcId="{121BA095-31FA-46A6-BAF7-05436D311A7E}" destId="{1E891142-CB6B-41F5-9A5C-B2F1BBA926DA}" srcOrd="9" destOrd="0" presId="urn:microsoft.com/office/officeart/2005/8/layout/orgChart1"/>
    <dgm:cxn modelId="{5866BA2A-C1BC-47FB-B2F5-6F7DDB670092}" type="presParOf" srcId="{1E891142-CB6B-41F5-9A5C-B2F1BBA926DA}" destId="{9FC87A53-86C1-4F0E-9DA3-587759F5E210}" srcOrd="0" destOrd="0" presId="urn:microsoft.com/office/officeart/2005/8/layout/orgChart1"/>
    <dgm:cxn modelId="{4C5730B3-A111-42A4-8E0F-302B85F63064}" type="presParOf" srcId="{9FC87A53-86C1-4F0E-9DA3-587759F5E210}" destId="{4179EF9F-DE4B-49F9-9604-8E4A54C1E54C}" srcOrd="0" destOrd="0" presId="urn:microsoft.com/office/officeart/2005/8/layout/orgChart1"/>
    <dgm:cxn modelId="{73C23D68-6DE1-433D-925C-825097ADF99E}" type="presParOf" srcId="{9FC87A53-86C1-4F0E-9DA3-587759F5E210}" destId="{2CDD9E63-D3DC-4C7F-B655-756BEBA1B33B}" srcOrd="1" destOrd="0" presId="urn:microsoft.com/office/officeart/2005/8/layout/orgChart1"/>
    <dgm:cxn modelId="{857556DA-311C-42BC-B4E8-24F6D9CC7E5F}" type="presParOf" srcId="{1E891142-CB6B-41F5-9A5C-B2F1BBA926DA}" destId="{3AD90BC8-E34B-4466-9F7D-D808F4EC2416}" srcOrd="1" destOrd="0" presId="urn:microsoft.com/office/officeart/2005/8/layout/orgChart1"/>
    <dgm:cxn modelId="{B9F70359-2DBC-4F33-B09C-61124A6365C9}" type="presParOf" srcId="{1E891142-CB6B-41F5-9A5C-B2F1BBA926DA}" destId="{7B5B7743-7C33-42BF-9A59-D085A5767CB3}" srcOrd="2" destOrd="0" presId="urn:microsoft.com/office/officeart/2005/8/layout/orgChart1"/>
    <dgm:cxn modelId="{8A724805-FB7D-4CC4-B3C8-65F7A770F42A}" type="presParOf" srcId="{92BA491C-CEED-4E87-92AD-86B3102D7FE6}" destId="{298EC21C-2873-4040-8B6C-990049939EE5}" srcOrd="2" destOrd="0" presId="urn:microsoft.com/office/officeart/2005/8/layout/orgChart1"/>
    <dgm:cxn modelId="{FB1C754E-EA03-47F4-9AD6-A99294CC9908}" type="presParOf" srcId="{AA18F44C-576C-4F9E-AC9C-4BA7F0D711AD}" destId="{177AD196-2265-495B-84FB-43A7599743D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39A691-5055-4D3C-9245-20F8ABE15F23}">
      <dsp:nvSpPr>
        <dsp:cNvPr id="0" name=""/>
        <dsp:cNvSpPr/>
      </dsp:nvSpPr>
      <dsp:spPr>
        <a:xfrm>
          <a:off x="2796979" y="813681"/>
          <a:ext cx="100835" cy="22183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8385"/>
              </a:lnTo>
              <a:lnTo>
                <a:pt x="100835" y="22183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0E3D92-8162-4F29-850B-189DC56EB292}">
      <dsp:nvSpPr>
        <dsp:cNvPr id="0" name=""/>
        <dsp:cNvSpPr/>
      </dsp:nvSpPr>
      <dsp:spPr>
        <a:xfrm>
          <a:off x="2796979" y="813681"/>
          <a:ext cx="100835" cy="17410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96"/>
              </a:lnTo>
              <a:lnTo>
                <a:pt x="100835" y="17410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6AEC7E-8373-41F5-9C0F-CE43D36A2134}">
      <dsp:nvSpPr>
        <dsp:cNvPr id="0" name=""/>
        <dsp:cNvSpPr/>
      </dsp:nvSpPr>
      <dsp:spPr>
        <a:xfrm>
          <a:off x="2796979" y="813681"/>
          <a:ext cx="100835" cy="12638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40CF5-13EE-4B7B-A63D-A7595DDF5FFD}">
      <dsp:nvSpPr>
        <dsp:cNvPr id="0" name=""/>
        <dsp:cNvSpPr/>
      </dsp:nvSpPr>
      <dsp:spPr>
        <a:xfrm>
          <a:off x="2796979" y="813681"/>
          <a:ext cx="100835" cy="786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BFD98A-E3F3-4308-9740-D865DBE29F32}">
      <dsp:nvSpPr>
        <dsp:cNvPr id="0" name=""/>
        <dsp:cNvSpPr/>
      </dsp:nvSpPr>
      <dsp:spPr>
        <a:xfrm>
          <a:off x="2796979" y="813681"/>
          <a:ext cx="100835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4234F0-A1E6-40A4-9C2D-8B5CD0555B54}">
      <dsp:nvSpPr>
        <dsp:cNvPr id="0" name=""/>
        <dsp:cNvSpPr/>
      </dsp:nvSpPr>
      <dsp:spPr>
        <a:xfrm>
          <a:off x="2659170" y="336392"/>
          <a:ext cx="406704" cy="1411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406704" y="70584"/>
              </a:lnTo>
              <a:lnTo>
                <a:pt x="406704" y="141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90BC6D-388C-49E0-9CB2-43A12B45DC9B}">
      <dsp:nvSpPr>
        <dsp:cNvPr id="0" name=""/>
        <dsp:cNvSpPr/>
      </dsp:nvSpPr>
      <dsp:spPr>
        <a:xfrm>
          <a:off x="1983571" y="813681"/>
          <a:ext cx="100835" cy="22183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18385"/>
              </a:lnTo>
              <a:lnTo>
                <a:pt x="100835" y="22183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E300FE-A8A0-4099-AAB6-D4618DB888F4}">
      <dsp:nvSpPr>
        <dsp:cNvPr id="0" name=""/>
        <dsp:cNvSpPr/>
      </dsp:nvSpPr>
      <dsp:spPr>
        <a:xfrm>
          <a:off x="1983571" y="813681"/>
          <a:ext cx="100835" cy="17410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41096"/>
              </a:lnTo>
              <a:lnTo>
                <a:pt x="100835" y="17410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25A25D4-B366-4DD6-9F9C-851038513BF2}">
      <dsp:nvSpPr>
        <dsp:cNvPr id="0" name=""/>
        <dsp:cNvSpPr/>
      </dsp:nvSpPr>
      <dsp:spPr>
        <a:xfrm>
          <a:off x="1983571" y="813681"/>
          <a:ext cx="100835" cy="12638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92FEFC-97DE-496B-B289-3E119B5CA296}">
      <dsp:nvSpPr>
        <dsp:cNvPr id="0" name=""/>
        <dsp:cNvSpPr/>
      </dsp:nvSpPr>
      <dsp:spPr>
        <a:xfrm>
          <a:off x="1983571" y="813681"/>
          <a:ext cx="100835" cy="7865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A1B708-0251-4A9F-BC6F-17AC857303BE}">
      <dsp:nvSpPr>
        <dsp:cNvPr id="0" name=""/>
        <dsp:cNvSpPr/>
      </dsp:nvSpPr>
      <dsp:spPr>
        <a:xfrm>
          <a:off x="1983571" y="813681"/>
          <a:ext cx="100835" cy="3092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AB3F26-7E46-44F5-A49E-9495ABC80971}">
      <dsp:nvSpPr>
        <dsp:cNvPr id="0" name=""/>
        <dsp:cNvSpPr/>
      </dsp:nvSpPr>
      <dsp:spPr>
        <a:xfrm>
          <a:off x="2252466" y="336392"/>
          <a:ext cx="406704" cy="141169"/>
        </a:xfrm>
        <a:custGeom>
          <a:avLst/>
          <a:gdLst/>
          <a:ahLst/>
          <a:cxnLst/>
          <a:rect l="0" t="0" r="0" b="0"/>
          <a:pathLst>
            <a:path>
              <a:moveTo>
                <a:pt x="406704" y="0"/>
              </a:moveTo>
              <a:lnTo>
                <a:pt x="406704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86EC8D-353A-4643-B7C3-125391B5D136}">
      <dsp:nvSpPr>
        <dsp:cNvPr id="0" name=""/>
        <dsp:cNvSpPr/>
      </dsp:nvSpPr>
      <dsp:spPr>
        <a:xfrm>
          <a:off x="2323051" y="273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Index.html</a:t>
          </a:r>
        </a:p>
      </dsp:txBody>
      <dsp:txXfrm>
        <a:off x="2323051" y="273"/>
        <a:ext cx="672238" cy="336119"/>
      </dsp:txXfrm>
    </dsp:sp>
    <dsp:sp modelId="{2D1506E4-2D66-41A7-B571-817722DD04D4}">
      <dsp:nvSpPr>
        <dsp:cNvPr id="0" name=""/>
        <dsp:cNvSpPr/>
      </dsp:nvSpPr>
      <dsp:spPr>
        <a:xfrm>
          <a:off x="1916347" y="477562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NL</a:t>
          </a:r>
        </a:p>
      </dsp:txBody>
      <dsp:txXfrm>
        <a:off x="1916347" y="477562"/>
        <a:ext cx="672238" cy="336119"/>
      </dsp:txXfrm>
    </dsp:sp>
    <dsp:sp modelId="{208FD5AD-B753-4BAE-ABB4-FD1C84194133}">
      <dsp:nvSpPr>
        <dsp:cNvPr id="0" name=""/>
        <dsp:cNvSpPr/>
      </dsp:nvSpPr>
      <dsp:spPr>
        <a:xfrm>
          <a:off x="2084406" y="954851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Who am I</a:t>
          </a:r>
        </a:p>
      </dsp:txBody>
      <dsp:txXfrm>
        <a:off x="2084406" y="954851"/>
        <a:ext cx="672238" cy="336119"/>
      </dsp:txXfrm>
    </dsp:sp>
    <dsp:sp modelId="{256DE3EA-9420-431A-9DA3-732AEEBDA442}">
      <dsp:nvSpPr>
        <dsp:cNvPr id="0" name=""/>
        <dsp:cNvSpPr/>
      </dsp:nvSpPr>
      <dsp:spPr>
        <a:xfrm>
          <a:off x="2084406" y="1432140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Mijn Poolse Gast</a:t>
          </a:r>
        </a:p>
      </dsp:txBody>
      <dsp:txXfrm>
        <a:off x="2084406" y="1432140"/>
        <a:ext cx="672238" cy="336119"/>
      </dsp:txXfrm>
    </dsp:sp>
    <dsp:sp modelId="{8815DE7B-F21C-487D-AE88-E942D359596F}">
      <dsp:nvSpPr>
        <dsp:cNvPr id="0" name=""/>
        <dsp:cNvSpPr/>
      </dsp:nvSpPr>
      <dsp:spPr>
        <a:xfrm>
          <a:off x="2084406" y="1909429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Verblijf in het gast gezin / schoolse activiteiten</a:t>
          </a:r>
        </a:p>
      </dsp:txBody>
      <dsp:txXfrm>
        <a:off x="2084406" y="1909429"/>
        <a:ext cx="672238" cy="336119"/>
      </dsp:txXfrm>
    </dsp:sp>
    <dsp:sp modelId="{2E2D78F6-4ED5-401C-A434-318F7DA32D55}">
      <dsp:nvSpPr>
        <dsp:cNvPr id="0" name=""/>
        <dsp:cNvSpPr/>
      </dsp:nvSpPr>
      <dsp:spPr>
        <a:xfrm>
          <a:off x="2084406" y="2386718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Dagboek</a:t>
          </a:r>
        </a:p>
      </dsp:txBody>
      <dsp:txXfrm>
        <a:off x="2084406" y="2386718"/>
        <a:ext cx="672238" cy="336119"/>
      </dsp:txXfrm>
    </dsp:sp>
    <dsp:sp modelId="{98C522A4-4845-4065-8B39-1FFA106746CC}">
      <dsp:nvSpPr>
        <dsp:cNvPr id="0" name=""/>
        <dsp:cNvSpPr/>
      </dsp:nvSpPr>
      <dsp:spPr>
        <a:xfrm>
          <a:off x="2084406" y="2864007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Logboek</a:t>
          </a:r>
        </a:p>
      </dsp:txBody>
      <dsp:txXfrm>
        <a:off x="2084406" y="2864007"/>
        <a:ext cx="672238" cy="336119"/>
      </dsp:txXfrm>
    </dsp:sp>
    <dsp:sp modelId="{FAF86AFD-77ED-408B-B4E3-CC1EEC6FAB89}">
      <dsp:nvSpPr>
        <dsp:cNvPr id="0" name=""/>
        <dsp:cNvSpPr/>
      </dsp:nvSpPr>
      <dsp:spPr>
        <a:xfrm>
          <a:off x="2729755" y="477562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EN</a:t>
          </a:r>
        </a:p>
      </dsp:txBody>
      <dsp:txXfrm>
        <a:off x="2729755" y="477562"/>
        <a:ext cx="672238" cy="336119"/>
      </dsp:txXfrm>
    </dsp:sp>
    <dsp:sp modelId="{81939FD7-105C-4363-A5F5-61403E9F44D7}">
      <dsp:nvSpPr>
        <dsp:cNvPr id="0" name=""/>
        <dsp:cNvSpPr/>
      </dsp:nvSpPr>
      <dsp:spPr>
        <a:xfrm>
          <a:off x="2897814" y="954851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Who am I</a:t>
          </a:r>
        </a:p>
      </dsp:txBody>
      <dsp:txXfrm>
        <a:off x="2897814" y="954851"/>
        <a:ext cx="672238" cy="336119"/>
      </dsp:txXfrm>
    </dsp:sp>
    <dsp:sp modelId="{DC7C2526-749A-4409-A535-FCB5ED892483}">
      <dsp:nvSpPr>
        <dsp:cNvPr id="0" name=""/>
        <dsp:cNvSpPr/>
      </dsp:nvSpPr>
      <dsp:spPr>
        <a:xfrm>
          <a:off x="2897814" y="1432140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My Polish Guest</a:t>
          </a:r>
        </a:p>
      </dsp:txBody>
      <dsp:txXfrm>
        <a:off x="2897814" y="1432140"/>
        <a:ext cx="672238" cy="336119"/>
      </dsp:txXfrm>
    </dsp:sp>
    <dsp:sp modelId="{E628F965-1174-42FA-945B-07CF344F2D70}">
      <dsp:nvSpPr>
        <dsp:cNvPr id="0" name=""/>
        <dsp:cNvSpPr/>
      </dsp:nvSpPr>
      <dsp:spPr>
        <a:xfrm>
          <a:off x="2897814" y="1909429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Stay in the guest family / school activities</a:t>
          </a:r>
        </a:p>
      </dsp:txBody>
      <dsp:txXfrm>
        <a:off x="2897814" y="1909429"/>
        <a:ext cx="672238" cy="336119"/>
      </dsp:txXfrm>
    </dsp:sp>
    <dsp:sp modelId="{BCE72D23-CEB5-421C-B142-37ADDC069F87}">
      <dsp:nvSpPr>
        <dsp:cNvPr id="0" name=""/>
        <dsp:cNvSpPr/>
      </dsp:nvSpPr>
      <dsp:spPr>
        <a:xfrm>
          <a:off x="2897814" y="2386718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Diary</a:t>
          </a:r>
        </a:p>
      </dsp:txBody>
      <dsp:txXfrm>
        <a:off x="2897814" y="2386718"/>
        <a:ext cx="672238" cy="336119"/>
      </dsp:txXfrm>
    </dsp:sp>
    <dsp:sp modelId="{4179EF9F-DE4B-49F9-9604-8E4A54C1E54C}">
      <dsp:nvSpPr>
        <dsp:cNvPr id="0" name=""/>
        <dsp:cNvSpPr/>
      </dsp:nvSpPr>
      <dsp:spPr>
        <a:xfrm>
          <a:off x="2897814" y="2864007"/>
          <a:ext cx="672238" cy="3361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BE" sz="700" kern="1200"/>
            <a:t>Logbook</a:t>
          </a:r>
        </a:p>
      </dsp:txBody>
      <dsp:txXfrm>
        <a:off x="2897814" y="2864007"/>
        <a:ext cx="672238" cy="3361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A7891-A9A1-4C20-AB74-57695367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gusco sjabloon opgave toetsen taken</Template>
  <TotalTime>15</TotalTime>
  <Pages>2</Pages>
  <Words>159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Windows-gebruiker</cp:lastModifiedBy>
  <cp:revision>3</cp:revision>
  <cp:lastPrinted>2013-09-01T14:24:00Z</cp:lastPrinted>
  <dcterms:created xsi:type="dcterms:W3CDTF">2014-01-13T07:34:00Z</dcterms:created>
  <dcterms:modified xsi:type="dcterms:W3CDTF">2014-01-13T07:53:00Z</dcterms:modified>
</cp:coreProperties>
</file>