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5B9" w:rsidRDefault="008B37B0">
      <w:bookmarkStart w:id="0" w:name="_GoBack"/>
      <w:bookmarkEnd w:id="0"/>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 xml:space="preserve">blinks. Does not mind this. At all. It also means Kevak can do the same, but instead slips his big hands behind and under the kitty's shirt, gently palming, </w:t>
      </w:r>
      <w:r>
        <w:rPr>
          <w:rStyle w:val="chatmessage"/>
          <w:rFonts w:ascii="Verdana" w:hAnsi="Verdana"/>
          <w:color w:val="EEEEEE"/>
          <w:sz w:val="20"/>
          <w:szCs w:val="20"/>
          <w:shd w:val="clear" w:color="auto" w:fill="1F5284"/>
        </w:rPr>
        <w:t>stroking and rubbing at his back, from up the shoulderblades and down to the base of that thick, fuzzy tail.</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*Eskael</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lets his sharp claws comb the cachorro's fine fur, tail flicking ever so calmly as he feels the other's soft touch on his skin. He</w:t>
      </w:r>
      <w:r>
        <w:rPr>
          <w:rStyle w:val="chatmessage"/>
          <w:rFonts w:ascii="Verdana" w:hAnsi="Verdana"/>
          <w:color w:val="EEEEEE"/>
          <w:sz w:val="20"/>
          <w:szCs w:val="20"/>
          <w:shd w:val="clear" w:color="auto" w:fill="1F5284"/>
        </w:rPr>
        <w:t xml:space="preserve"> kinda likes it. Yeah, definitely. They could sit down somewhere and make out.</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vertAlign w:val="subscript"/>
        </w:rPr>
        <w:t>He's in the mood for that right now.</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has a better idea, and silly, remember that gatito has been sitting on the beefy dog's lap for a while. Now, Kevak sl</w:t>
      </w:r>
      <w:r>
        <w:rPr>
          <w:rStyle w:val="chatmessage"/>
          <w:rFonts w:ascii="Verdana" w:hAnsi="Verdana"/>
          <w:color w:val="EEEEEE"/>
          <w:sz w:val="20"/>
          <w:szCs w:val="20"/>
          <w:shd w:val="clear" w:color="auto" w:fill="1F5284"/>
        </w:rPr>
        <w:t>owly forced the tall feline to slump down on the cough, the smaller, but thicker dog slowly climbing over him, forcing Esk to wrap his legs around Kev's waist, just as the husky kept his arms wrapped around the limber form, his face nudging forward over th</w:t>
      </w:r>
      <w:r>
        <w:rPr>
          <w:rStyle w:val="chatmessage"/>
          <w:rFonts w:ascii="Verdana" w:hAnsi="Verdana"/>
          <w:color w:val="EEEEEE"/>
          <w:sz w:val="20"/>
          <w:szCs w:val="20"/>
          <w:shd w:val="clear" w:color="auto" w:fill="1F5284"/>
        </w:rPr>
        <w:t>at chest, to then gently bump the chin, and place a soft, chaste peck over those lips...and then slowly deepen it, right until it was lewd, obscene and wet, almost as if he hadn't seen gatito for a year or so. And had been put into chastity. That too.</w:t>
      </w:r>
      <w:r>
        <w:rPr>
          <w:rStyle w:val="chattimestamp"/>
          <w:rFonts w:ascii="Verdana" w:hAnsi="Verdana"/>
          <w:color w:val="BBBBBB"/>
          <w:sz w:val="12"/>
          <w:szCs w:val="12"/>
          <w:shd w:val="clear" w:color="auto" w:fill="1F5284"/>
        </w:rPr>
        <w:t>[19/1</w:t>
      </w:r>
      <w:r>
        <w:rPr>
          <w:rStyle w:val="chattimestamp"/>
          <w:rFonts w:ascii="Verdana" w:hAnsi="Verdana"/>
          <w:color w:val="BBBBBB"/>
          <w:sz w:val="12"/>
          <w:szCs w:val="12"/>
          <w:shd w:val="clear" w:color="auto" w:fill="1F5284"/>
        </w:rPr>
        <w:t>1/14]</w:t>
      </w:r>
      <w:r>
        <w:rPr>
          <w:rStyle w:val="chatmessage"/>
          <w:rFonts w:ascii="Verdana" w:hAnsi="Verdana"/>
          <w:color w:val="EEEEEE"/>
          <w:sz w:val="20"/>
          <w:szCs w:val="20"/>
          <w:shd w:val="clear" w:color="auto" w:fill="1F5284"/>
        </w:rPr>
        <w:t xml:space="preserve">*Eskael's eyes widen up just a lil' bit as he is suddenly placed on the couch, ears perking up lightly as he let his thin legs wrap around the male's waist, his breathing sharp and shallow, his entire body shaking as the cachorro slowly makes his way </w:t>
      </w:r>
      <w:r>
        <w:rPr>
          <w:rStyle w:val="chatmessage"/>
          <w:rFonts w:ascii="Verdana" w:hAnsi="Verdana"/>
          <w:color w:val="EEEEEE"/>
          <w:sz w:val="20"/>
          <w:szCs w:val="20"/>
          <w:shd w:val="clear" w:color="auto" w:fill="1F5284"/>
        </w:rPr>
        <w:t xml:space="preserve">up the feline's body, until their heads were pretty close to eachother. "W-what are you even doing?" The lynx squeezes the husky's frame with his thighs, moaning out quietly as their lips press together, the cat squeezes his eyes together, before slipping </w:t>
      </w:r>
      <w:r>
        <w:rPr>
          <w:rStyle w:val="chatmessage"/>
          <w:rFonts w:ascii="Verdana" w:hAnsi="Verdana"/>
          <w:color w:val="EEEEEE"/>
          <w:sz w:val="20"/>
          <w:szCs w:val="20"/>
          <w:shd w:val="clear" w:color="auto" w:fill="1F5284"/>
        </w:rPr>
        <w:t>his slick tongue into the other's maw. Yeah, he likes that.</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folded back his ears, those big hands slowly moving to slide from under the kitten, and gently hold the back of the guy's head, pulling him deeper into the kiss, the husky n</w:t>
      </w:r>
      <w:r>
        <w:rPr>
          <w:rStyle w:val="chatmessage"/>
          <w:rFonts w:ascii="Verdana" w:hAnsi="Verdana"/>
          <w:color w:val="EEEEEE"/>
          <w:sz w:val="20"/>
          <w:szCs w:val="20"/>
          <w:shd w:val="clear" w:color="auto" w:fill="1F5284"/>
        </w:rPr>
        <w:t>ow lewdly sucking the invading, raspy tongue, letting his own fat, shovel-like one swirl around it in return. Not only that, but Kev also began to gently grind back and forth his fat, large, throbbing bulge against the kitten's crotch, letting him feel the</w:t>
      </w:r>
      <w:r>
        <w:rPr>
          <w:rStyle w:val="chatmessage"/>
          <w:rFonts w:ascii="Verdana" w:hAnsi="Verdana"/>
          <w:color w:val="EEEEEE"/>
          <w:sz w:val="20"/>
          <w:szCs w:val="20"/>
          <w:shd w:val="clear" w:color="auto" w:fill="1F5284"/>
        </w:rPr>
        <w:t xml:space="preserve"> curved, vein ridged length throbbing against him through the clothes.</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*Eskael</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 xml:space="preserve">enjoyed the attention paid to his lips greatly, putting his own hand on the back of the male's head to embrace it lightly in return. The lynx groaned out quite loudly, </w:t>
      </w:r>
      <w:r>
        <w:rPr>
          <w:rStyle w:val="chatmessage"/>
          <w:rFonts w:ascii="Verdana" w:hAnsi="Verdana"/>
          <w:color w:val="EEEEEE"/>
          <w:sz w:val="20"/>
          <w:szCs w:val="20"/>
          <w:shd w:val="clear" w:color="auto" w:fill="1F5284"/>
        </w:rPr>
        <w:t xml:space="preserve">right into the other's throat as he felt the tip of the throbbing thing poking against his nuts, his eyes opened to look at the handsome male. Quite an eye candy he was, the husky's deep gaze only making the cat's own shaft swell as he sucked on the wide, </w:t>
      </w:r>
      <w:r>
        <w:rPr>
          <w:rStyle w:val="chatmessage"/>
          <w:rFonts w:ascii="Verdana" w:hAnsi="Verdana"/>
          <w:color w:val="EEEEEE"/>
          <w:sz w:val="20"/>
          <w:szCs w:val="20"/>
          <w:shd w:val="clear" w:color="auto" w:fill="1F5284"/>
        </w:rPr>
        <w:t>slippery tongue. "Mm-mmhh..."</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softly chuckled against those lips, begining to slide his own fat tonge between them, big enough to make the kitten's cheeks to puff out slightly as it wiggled around, the dog's meaty hips rolling, gyrat</w:t>
      </w:r>
      <w:r>
        <w:rPr>
          <w:rStyle w:val="chatmessage"/>
          <w:rFonts w:ascii="Verdana" w:hAnsi="Verdana"/>
          <w:color w:val="EEEEEE"/>
          <w:sz w:val="20"/>
          <w:szCs w:val="20"/>
          <w:shd w:val="clear" w:color="auto" w:fill="1F5284"/>
        </w:rPr>
        <w:t>ing and thrusting veeeeery slow, but firmly, at different angles to trace, stroke and tease the hardening erection under him, those bright, (abnormally so) orange eyes half open, and staring deeply at the handsome feline under him, loving every little soun</w:t>
      </w:r>
      <w:r>
        <w:rPr>
          <w:rStyle w:val="chatmessage"/>
          <w:rFonts w:ascii="Verdana" w:hAnsi="Verdana"/>
          <w:color w:val="EEEEEE"/>
          <w:sz w:val="20"/>
          <w:szCs w:val="20"/>
          <w:shd w:val="clear" w:color="auto" w:fill="1F5284"/>
        </w:rPr>
        <w:t>d, every twitch, every jerk of his body. It was all an orchestra of little things that, together, made a perfect song the husky loved, and greatly appreciated.</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*Eskael</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couldn't help but begin to fill the other's mouth's with his quiet, a bit femin</w:t>
      </w:r>
      <w:r>
        <w:rPr>
          <w:rStyle w:val="chatmessage"/>
          <w:rFonts w:ascii="Verdana" w:hAnsi="Verdana"/>
          <w:color w:val="EEEEEE"/>
          <w:sz w:val="20"/>
          <w:szCs w:val="20"/>
          <w:shd w:val="clear" w:color="auto" w:fill="1F5284"/>
        </w:rPr>
        <w:t>ie moans continuously as the husky's semi-hard dick ground against the feline's not as big shaft. The two triangles sprouting from the top of his head were folded by then, out of pure submission, the kitten's hands moved to the front of his trousers hastil</w:t>
      </w:r>
      <w:r>
        <w:rPr>
          <w:rStyle w:val="chatmessage"/>
          <w:rFonts w:ascii="Verdana" w:hAnsi="Verdana"/>
          <w:color w:val="EEEEEE"/>
          <w:sz w:val="20"/>
          <w:szCs w:val="20"/>
          <w:shd w:val="clear" w:color="auto" w:fill="1F5284"/>
        </w:rPr>
        <w:t>y to undo them and pull them below his fuzzy balls, along with his purple boxer-briefs. He let out a quiet groan and squeezed his eyes again as the oversensitive tip rubbed against the rough cloth, his paws moving to the husky's pants, to undo those too.</w:t>
      </w:r>
      <w:r>
        <w:rPr>
          <w:rStyle w:val="chattimestamp"/>
          <w:rFonts w:ascii="Verdana" w:hAnsi="Verdana"/>
          <w:color w:val="BBBBBB"/>
          <w:sz w:val="12"/>
          <w:szCs w:val="12"/>
          <w:shd w:val="clear" w:color="auto" w:fill="1F5284"/>
        </w:rPr>
        <w:t>[1</w:t>
      </w:r>
      <w:r>
        <w:rPr>
          <w:rStyle w:val="chattimestamp"/>
          <w:rFonts w:ascii="Verdana" w:hAnsi="Verdana"/>
          <w:color w:val="BBBBBB"/>
          <w:sz w:val="12"/>
          <w:szCs w:val="12"/>
          <w:shd w:val="clear" w:color="auto" w:fill="1F5284"/>
        </w:rPr>
        <w:t>9/11/14]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 xml:space="preserve">was forced to close his eyes, the sounds the cat was making under him too much to bear. Fuck...He just...wanted the kitten. He needed--no, desired him. Right here, right now. Still, he let the feline do the work to get them naked, or </w:t>
      </w:r>
      <w:r>
        <w:rPr>
          <w:rStyle w:val="chatmessage"/>
          <w:rFonts w:ascii="Verdana" w:hAnsi="Verdana"/>
          <w:color w:val="EEEEEE"/>
          <w:sz w:val="20"/>
          <w:szCs w:val="20"/>
          <w:shd w:val="clear" w:color="auto" w:fill="1F5284"/>
        </w:rPr>
        <w:t>at least to get their dicks out. After Esk freed his own, he felt those hastily working hands pulling down the husky's baggy sweatpants...only to discover that he was going commando! The fat, half hard thing was the size of the kitty boy's dick, but it was</w:t>
      </w:r>
      <w:r>
        <w:rPr>
          <w:rStyle w:val="chatmessage"/>
          <w:rFonts w:ascii="Verdana" w:hAnsi="Verdana"/>
          <w:color w:val="EEEEEE"/>
          <w:sz w:val="20"/>
          <w:szCs w:val="20"/>
          <w:shd w:val="clear" w:color="auto" w:fill="1F5284"/>
        </w:rPr>
        <w:t xml:space="preserve"> nearly twice as thick. Then...it behan to throb to life, the warm, vein ridged, ebony flesh growing harder....until it was twice the length and thickness, now gently throbbing over the feline's crotch and tummy, those fat, apple </w:t>
      </w:r>
      <w:r>
        <w:rPr>
          <w:rStyle w:val="chatmessage"/>
          <w:rFonts w:ascii="Verdana" w:hAnsi="Verdana"/>
          <w:color w:val="EEEEEE"/>
          <w:sz w:val="20"/>
          <w:szCs w:val="20"/>
          <w:shd w:val="clear" w:color="auto" w:fill="1F5284"/>
        </w:rPr>
        <w:lastRenderedPageBreak/>
        <w:t>sized nuts resting over Es</w:t>
      </w:r>
      <w:r>
        <w:rPr>
          <w:rStyle w:val="chatmessage"/>
          <w:rFonts w:ascii="Verdana" w:hAnsi="Verdana"/>
          <w:color w:val="EEEEEE"/>
          <w:sz w:val="20"/>
          <w:szCs w:val="20"/>
          <w:shd w:val="clear" w:color="auto" w:fill="1F5284"/>
        </w:rPr>
        <w:t>k's balls. They were warm....He was warm...and Kevak loved it. He didn't give a single fuck about the guy's size...he was cute...he was a good kisser...and that's everything that mattered to him right now.</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*Eskael</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 xml:space="preserve">could probably spend a couple of </w:t>
      </w:r>
      <w:r>
        <w:rPr>
          <w:rStyle w:val="chatmessage"/>
          <w:rFonts w:ascii="Verdana" w:hAnsi="Verdana"/>
          <w:color w:val="EEEEEE"/>
          <w:sz w:val="20"/>
          <w:szCs w:val="20"/>
          <w:shd w:val="clear" w:color="auto" w:fill="1F5284"/>
        </w:rPr>
        <w:t xml:space="preserve">hours just kissing and suckling on the guy's tongue, his lips were pretty hot, his drool only making Eskael want to swallow even more of it. He opened his eyes once again as the husky's thick, uncut dick pressed against the feline's own, intact shaft, the </w:t>
      </w:r>
      <w:r>
        <w:rPr>
          <w:rStyle w:val="chatmessage"/>
          <w:rFonts w:ascii="Verdana" w:hAnsi="Verdana"/>
          <w:color w:val="EEEEEE"/>
          <w:sz w:val="20"/>
          <w:szCs w:val="20"/>
          <w:shd w:val="clear" w:color="auto" w:fill="1F5284"/>
        </w:rPr>
        <w:t>balls to balls contact causing the smaller guy to shiver and rumble deeply. His pupils followed Kevak's own, chuckling out softly as they met. The curious feline pressed a fingertip against the dog's leaking, foreskin covered tip to rub it gently, his lips</w:t>
      </w:r>
      <w:r>
        <w:rPr>
          <w:rStyle w:val="chatmessage"/>
          <w:rFonts w:ascii="Verdana" w:hAnsi="Verdana"/>
          <w:color w:val="EEEEEE"/>
          <w:sz w:val="20"/>
          <w:szCs w:val="20"/>
          <w:shd w:val="clear" w:color="auto" w:fill="1F5284"/>
        </w:rPr>
        <w:t xml:space="preserve"> moving away as he moved them closer to the other's ear, to whisper into it</w:t>
      </w:r>
      <w:r>
        <w:rPr>
          <w:rStyle w:val="apple-converted-space"/>
          <w:rFonts w:ascii="Verdana" w:hAnsi="Verdana"/>
          <w:color w:val="EEEEEE"/>
          <w:sz w:val="20"/>
          <w:szCs w:val="20"/>
          <w:shd w:val="clear" w:color="auto" w:fill="1F5284"/>
        </w:rPr>
        <w:t> </w:t>
      </w:r>
      <w:r>
        <w:rPr>
          <w:rStyle w:val="Strong"/>
          <w:rFonts w:ascii="Verdana" w:hAnsi="Verdana"/>
          <w:color w:val="EEEEEE"/>
          <w:sz w:val="20"/>
          <w:szCs w:val="20"/>
          <w:shd w:val="clear" w:color="auto" w:fill="1F5284"/>
        </w:rPr>
        <w:t>lewdly</w:t>
      </w:r>
      <w:r>
        <w:rPr>
          <w:rStyle w:val="chatmessage"/>
          <w:rFonts w:ascii="Verdana" w:hAnsi="Verdana"/>
          <w:color w:val="EEEEEE"/>
          <w:sz w:val="20"/>
          <w:szCs w:val="20"/>
          <w:shd w:val="clear" w:color="auto" w:fill="1F5284"/>
        </w:rPr>
        <w:t>. "Mmff-fuck'cha gonna... y-you're a pretty good kisser, yanno." The other paw wrapped around both cocks to start gliding their skin back and forth over the sensitive tips sl</w:t>
      </w:r>
      <w:r>
        <w:rPr>
          <w:rStyle w:val="chatmessage"/>
          <w:rFonts w:ascii="Verdana" w:hAnsi="Verdana"/>
          <w:color w:val="EEEEEE"/>
          <w:sz w:val="20"/>
          <w:szCs w:val="20"/>
          <w:shd w:val="clear" w:color="auto" w:fill="1F5284"/>
        </w:rPr>
        <w:t>owly as the male kept uttering words into the cachorros' ear. "We can either keep kissing, or just go at it. Your choice."</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Eskael: I totally fucking love those two spanish words, by the way. :I)</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 xml:space="preserve">gently bared his fangs as he </w:t>
      </w:r>
      <w:r>
        <w:rPr>
          <w:rStyle w:val="chatmessage"/>
          <w:rFonts w:ascii="Verdana" w:hAnsi="Verdana"/>
          <w:color w:val="EEEEEE"/>
          <w:sz w:val="20"/>
          <w:szCs w:val="20"/>
          <w:shd w:val="clear" w:color="auto" w:fill="1F5284"/>
        </w:rPr>
        <w:t xml:space="preserve">felt the hot breath of the kitten wash over his ear, those triangular, long things gently twitching and flicking, batting softly at the guy's snout. "RrrrrRRRrrfff....C'mere, you.." Kevak growled, suddenly picking up the guy and lazily floppingo n his own </w:t>
      </w:r>
      <w:r>
        <w:rPr>
          <w:rStyle w:val="chatmessage"/>
          <w:rFonts w:ascii="Verdana" w:hAnsi="Verdana"/>
          <w:color w:val="EEEEEE"/>
          <w:sz w:val="20"/>
          <w:szCs w:val="20"/>
          <w:shd w:val="clear" w:color="auto" w:fill="1F5284"/>
        </w:rPr>
        <w:t xml:space="preserve">back, making the couch under him creak. Then...those big paws moved down to lewdly slide under gatito's clothes to grasp at those firm, compact cheeks, firmly squeezing, spreading and gripping them, forcing Esk to thrust back and forth, and grind his warm </w:t>
      </w:r>
      <w:r>
        <w:rPr>
          <w:rStyle w:val="chatmessage"/>
          <w:rFonts w:ascii="Verdana" w:hAnsi="Verdana"/>
          <w:color w:val="EEEEEE"/>
          <w:sz w:val="20"/>
          <w:szCs w:val="20"/>
          <w:shd w:val="clear" w:color="auto" w:fill="1F5284"/>
        </w:rPr>
        <w:t>dick against the much thicker, uncut one under him. "Fuckin' nut all over me, I want to see what you can do." Kevak ordered, one hand releasing that gorgeous rear to slide up the guy's front, and openly, shamelessly palm at that firm, slender chest, making</w:t>
      </w:r>
      <w:r>
        <w:rPr>
          <w:rStyle w:val="chatmessage"/>
          <w:rFonts w:ascii="Verdana" w:hAnsi="Verdana"/>
          <w:color w:val="EEEEEE"/>
          <w:sz w:val="20"/>
          <w:szCs w:val="20"/>
          <w:shd w:val="clear" w:color="auto" w:fill="1F5284"/>
        </w:rPr>
        <w:t xml:space="preserve"> the shirt to hike up, leaving the husky biting his lower lip.</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Kevak Dituri: Me too, hence why I started it &gt;u&gt;)</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*Eskael</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 xml:space="preserve">blushed just a hint along his cheeks as he found himself atop the other male, his paws on the feline's backside </w:t>
      </w:r>
      <w:r>
        <w:rPr>
          <w:rStyle w:val="chatmessage"/>
          <w:rFonts w:ascii="Verdana" w:hAnsi="Verdana"/>
          <w:color w:val="EEEEEE"/>
          <w:sz w:val="20"/>
          <w:szCs w:val="20"/>
          <w:shd w:val="clear" w:color="auto" w:fill="1F5284"/>
        </w:rPr>
        <w:t>making him moan and squirm from the sheer pleasure they were causing, his dick leaking pre onto the other one under it, flowing down to the cachorro's abdomen to mix with his own fluids there. His ears twitched once again as the guy's voice was heard, both</w:t>
      </w:r>
      <w:r>
        <w:rPr>
          <w:rStyle w:val="chatmessage"/>
          <w:rFonts w:ascii="Verdana" w:hAnsi="Verdana"/>
          <w:color w:val="EEEEEE"/>
          <w:sz w:val="20"/>
          <w:szCs w:val="20"/>
          <w:shd w:val="clear" w:color="auto" w:fill="1F5284"/>
        </w:rPr>
        <w:t xml:space="preserve"> impatient hands placed themselves upon the lynx's chest to get rid of the pesky shirt hastily, throwing it aside once the collar of it was pulled above the cat's head. "Mmh... I'll nut all over you alright. Make sure to make my tummy swell up with your sp</w:t>
      </w:r>
      <w:r>
        <w:rPr>
          <w:rStyle w:val="chatmessage"/>
          <w:rFonts w:ascii="Verdana" w:hAnsi="Verdana"/>
          <w:color w:val="EEEEEE"/>
          <w:sz w:val="20"/>
          <w:szCs w:val="20"/>
          <w:shd w:val="clear" w:color="auto" w:fill="1F5284"/>
        </w:rPr>
        <w:t>unk, though." He grinned at the other male, before moving one hand behind him, to use it to point the tip of the puppy's cock right under the lynx's tail as he began to sit on it, oh so slowly.</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Eskael: We should just call eachother that. l3)</w:t>
      </w:r>
      <w:r>
        <w:rPr>
          <w:rStyle w:val="chattimestamp"/>
          <w:rFonts w:ascii="Verdana" w:hAnsi="Verdana"/>
          <w:color w:val="BBBBBB"/>
          <w:sz w:val="12"/>
          <w:szCs w:val="12"/>
          <w:shd w:val="clear" w:color="auto" w:fill="1F5284"/>
        </w:rPr>
        <w:t>[19/11</w:t>
      </w:r>
      <w:r>
        <w:rPr>
          <w:rStyle w:val="chattimestamp"/>
          <w:rFonts w:ascii="Verdana" w:hAnsi="Verdana"/>
          <w:color w:val="BBBBBB"/>
          <w:sz w:val="12"/>
          <w:szCs w:val="12"/>
          <w:shd w:val="clear" w:color="auto" w:fill="1F5284"/>
        </w:rPr>
        <w:t>/14]</w:t>
      </w:r>
      <w:r>
        <w:rPr>
          <w:rStyle w:val="chatmessage"/>
          <w:rFonts w:ascii="Verdana" w:hAnsi="Verdana"/>
          <w:color w:val="EEEEEE"/>
          <w:sz w:val="20"/>
          <w:szCs w:val="20"/>
          <w:shd w:val="clear" w:color="auto" w:fill="1F5284"/>
        </w:rPr>
        <w:t>Kevak Dituri: Hahaha, sure x3)</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blinked, not believing that gatito wanted to get fucked in their first 'date'....but oh well, he wasn't complaining. "Such a good boy you are...But hey, slowly...I don't want to hurt you." Kevak chu</w:t>
      </w:r>
      <w:r>
        <w:rPr>
          <w:rStyle w:val="chatmessage"/>
          <w:rFonts w:ascii="Verdana" w:hAnsi="Verdana"/>
          <w:color w:val="EEEEEE"/>
          <w:sz w:val="20"/>
          <w:szCs w:val="20"/>
          <w:shd w:val="clear" w:color="auto" w:fill="1F5284"/>
        </w:rPr>
        <w:t>ckled softly, those big hands sensually running down to caress that toned, firm, but slim torso, to then gently hold once again on the squeezeable ass, gently spreading the cheeks, and tease the tight, tiny button of an ass with the fat, hooded glans, lett</w:t>
      </w:r>
      <w:r>
        <w:rPr>
          <w:rStyle w:val="chatmessage"/>
          <w:rFonts w:ascii="Verdana" w:hAnsi="Verdana"/>
          <w:color w:val="EEEEEE"/>
          <w:sz w:val="20"/>
          <w:szCs w:val="20"/>
          <w:shd w:val="clear" w:color="auto" w:fill="1F5284"/>
        </w:rPr>
        <w:t>ing plenty of the warm, slick pre-nut to coat, smear and rub the tight hole, to then slowly, but firmly, push Esk down on it, little by little, the sheer tightness making the large dog to openly whine, fold back his ears, frown, and roughly chew on his lip</w:t>
      </w:r>
      <w:r>
        <w:rPr>
          <w:rStyle w:val="chatmessage"/>
          <w:rFonts w:ascii="Verdana" w:hAnsi="Verdana"/>
          <w:color w:val="EEEEEE"/>
          <w:sz w:val="20"/>
          <w:szCs w:val="20"/>
          <w:shd w:val="clear" w:color="auto" w:fill="1F5284"/>
        </w:rPr>
        <w:t>, those strong hips gently bucking up and down, working on just a couple of inches....right until the feline was sitting on the husky's lap, with an obvious bulge over his taut tummy. "....F...Fffffuck...You're too tight, gatito..." Kevak whined, smiling u</w:t>
      </w:r>
      <w:r>
        <w:rPr>
          <w:rStyle w:val="chatmessage"/>
          <w:rFonts w:ascii="Verdana" w:hAnsi="Verdana"/>
          <w:color w:val="EEEEEE"/>
          <w:sz w:val="20"/>
          <w:szCs w:val="20"/>
          <w:shd w:val="clear" w:color="auto" w:fill="1F5284"/>
        </w:rPr>
        <w:t>p at the feline with only one eye half open.</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Kevak Dituri: (Brb, I'm going to eat, food is ready)</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Eskael: Same here, actually. :'D Enjoy.~)</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Kevak Dituri: (You too! &lt;3)</w:t>
      </w:r>
      <w:r>
        <w:rPr>
          <w:rStyle w:val="chattimestamp"/>
          <w:rFonts w:ascii="Verdana" w:hAnsi="Verdana"/>
          <w:color w:val="BBBBBB"/>
          <w:sz w:val="12"/>
          <w:szCs w:val="12"/>
          <w:shd w:val="clear" w:color="auto" w:fill="1F5284"/>
        </w:rPr>
        <w:t>[19/11/14]</w:t>
      </w:r>
      <w:r>
        <w:rPr>
          <w:rStyle w:val="chatmessage"/>
          <w:rFonts w:ascii="Verdana" w:hAnsi="Verdana"/>
          <w:color w:val="EEEEEE"/>
          <w:sz w:val="20"/>
          <w:szCs w:val="20"/>
          <w:shd w:val="clear" w:color="auto" w:fill="1F5284"/>
        </w:rPr>
        <w:t>*Eskael</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groaned out loudly as the fat, uncut tip pro</w:t>
      </w:r>
      <w:r>
        <w:rPr>
          <w:rStyle w:val="chatmessage"/>
          <w:rFonts w:ascii="Verdana" w:hAnsi="Verdana"/>
          <w:color w:val="EEEEEE"/>
          <w:sz w:val="20"/>
          <w:szCs w:val="20"/>
          <w:shd w:val="clear" w:color="auto" w:fill="1F5284"/>
        </w:rPr>
        <w:t>bed at the lynx's tightness. "Mmh... don't worry, I'm sure I can take it, cachorrro.~" he sighed out lightly, prolonging the 'r' into a short, lewd purr. Such a dirty little liar. Sure, the lynx was used to big dicks, but Kevak's vein ridged cock was way t</w:t>
      </w:r>
      <w:r>
        <w:rPr>
          <w:rStyle w:val="chatmessage"/>
          <w:rFonts w:ascii="Verdana" w:hAnsi="Verdana"/>
          <w:color w:val="EEEEEE"/>
          <w:sz w:val="20"/>
          <w:szCs w:val="20"/>
          <w:shd w:val="clear" w:color="auto" w:fill="1F5284"/>
        </w:rPr>
        <w:t xml:space="preserve">oo big for the poor kitten. He decided to endure for the other though, because hey, what could go wrong? He bit his bottom lip to stifle a </w:t>
      </w:r>
      <w:r>
        <w:rPr>
          <w:rStyle w:val="chatmessage"/>
          <w:rFonts w:ascii="Verdana" w:hAnsi="Verdana"/>
          <w:color w:val="EEEEEE"/>
          <w:sz w:val="20"/>
          <w:szCs w:val="20"/>
          <w:shd w:val="clear" w:color="auto" w:fill="1F5284"/>
        </w:rPr>
        <w:lastRenderedPageBreak/>
        <w:t>moan as the cockhead popped past his tailhole, his ears folding a new as his eyes peeled to the back of his head slow</w:t>
      </w:r>
      <w:r>
        <w:rPr>
          <w:rStyle w:val="chatmessage"/>
          <w:rFonts w:ascii="Verdana" w:hAnsi="Verdana"/>
          <w:color w:val="EEEEEE"/>
          <w:sz w:val="20"/>
          <w:szCs w:val="20"/>
          <w:shd w:val="clear" w:color="auto" w:fill="1F5284"/>
        </w:rPr>
        <w:t>ly, tongue lolling out, toes curling, fingers clenching into fists, his back arching against the fat malehood as it slipped even deeper into the cat's intensines. Not being able to hold his voice back, he parted his lips, and began, with a delay of one sec</w:t>
      </w:r>
      <w:r>
        <w:rPr>
          <w:rStyle w:val="chatmessage"/>
          <w:rFonts w:ascii="Verdana" w:hAnsi="Verdana"/>
          <w:color w:val="EEEEEE"/>
          <w:sz w:val="20"/>
          <w:szCs w:val="20"/>
          <w:shd w:val="clear" w:color="auto" w:fill="1F5284"/>
        </w:rPr>
        <w:t xml:space="preserve">ond, moaning, whining and groaning like a bitch in heat. "H-hooolyy ff-hah... fuck man." The cat stopped giving out all sorts of noises in the cold night air as the entire shaft was lodged in him nicely, one paw moving to his own dick to start gliding the </w:t>
      </w:r>
      <w:r>
        <w:rPr>
          <w:rStyle w:val="chatmessage"/>
          <w:rFonts w:ascii="Verdana" w:hAnsi="Verdana"/>
          <w:color w:val="EEEEEE"/>
          <w:sz w:val="20"/>
          <w:szCs w:val="20"/>
          <w:shd w:val="clear" w:color="auto" w:fill="1F5284"/>
        </w:rPr>
        <w:t>hood back and forth over the tip as he began to bob on the other's arousal steadily.</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*Eskael</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accepts the hug quite wilingly.</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hugs super fucking tight! ...while his stubby tail wags. Dude is happy, apparently.</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*Eskae</w:t>
      </w:r>
      <w:r>
        <w:rPr>
          <w:rStyle w:val="chatmessage"/>
          <w:rFonts w:ascii="Verdana" w:hAnsi="Verdana"/>
          <w:color w:val="EEEEEE"/>
          <w:sz w:val="20"/>
          <w:szCs w:val="20"/>
          <w:shd w:val="clear" w:color="auto" w:fill="1F5284"/>
        </w:rPr>
        <w:t>l</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rumbles deeply while feeling up the guy's arms with his small paws.</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chuckles, nuzzling dat neck, and up to nuzzle and kiss at one cheek.</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*Eskael</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returns the kiss, right on the big guy's soft lips, head tilting to a side to</w:t>
      </w:r>
      <w:r>
        <w:rPr>
          <w:rStyle w:val="chatmessage"/>
          <w:rFonts w:ascii="Verdana" w:hAnsi="Verdana"/>
          <w:color w:val="EEEEEE"/>
          <w:sz w:val="20"/>
          <w:szCs w:val="20"/>
          <w:shd w:val="clear" w:color="auto" w:fill="1F5284"/>
        </w:rPr>
        <w:t xml:space="preserve"> breathe some air out.</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 xml:space="preserve">moves one arm up to gently hold the back of gatito's head, slowly sinking into the kiss, and letting his fat, warm tongue slip between those lips, large enough to gently puff out the guy's cheeks as it wiggled </w:t>
      </w:r>
      <w:r>
        <w:rPr>
          <w:rStyle w:val="chatmessage"/>
          <w:rFonts w:ascii="Verdana" w:hAnsi="Verdana"/>
          <w:color w:val="EEEEEE"/>
          <w:sz w:val="20"/>
          <w:szCs w:val="20"/>
          <w:shd w:val="clear" w:color="auto" w:fill="1F5284"/>
        </w:rPr>
        <w:t>around.</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*Eskael</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squeezes his eyes together as the fat and slick appendage slips into the lynx's mouth, his tail flicking from side to side calmly, while the fuzzy triangles on the top of his head fold back in submission. "M-mmh..."</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*Kevak</w:t>
      </w:r>
      <w:r>
        <w:rPr>
          <w:rStyle w:val="chatmessage"/>
          <w:rFonts w:ascii="Verdana" w:hAnsi="Verdana"/>
          <w:color w:val="EEEEEE"/>
          <w:sz w:val="20"/>
          <w:szCs w:val="20"/>
          <w:shd w:val="clear" w:color="auto" w:fill="1F5284"/>
        </w:rPr>
        <w:t xml:space="preserve">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slowly, but firmly, pins the boy against a wall, those big hands now gently holding, petting and stroking at gatito's cheeks with the thick thumbs, but also to hold him in place as the long, shovel-like tongue gently slid deeper into that tight, wa</w:t>
      </w:r>
      <w:r>
        <w:rPr>
          <w:rStyle w:val="chatmessage"/>
          <w:rFonts w:ascii="Verdana" w:hAnsi="Verdana"/>
          <w:color w:val="EEEEEE"/>
          <w:sz w:val="20"/>
          <w:szCs w:val="20"/>
          <w:shd w:val="clear" w:color="auto" w:fill="1F5284"/>
        </w:rPr>
        <w:t>rm muzzle...and try to go down the throat, to then pull out...wiggle some around...and try to do the same, over and over again, lewdly trying to fuck gatito's throat with his tongue, those deep, bright orange eyes half lidded, wanting to see every reaction</w:t>
      </w:r>
      <w:r>
        <w:rPr>
          <w:rStyle w:val="chatmessage"/>
          <w:rFonts w:ascii="Verdana" w:hAnsi="Verdana"/>
          <w:color w:val="EEEEEE"/>
          <w:sz w:val="20"/>
          <w:szCs w:val="20"/>
          <w:shd w:val="clear" w:color="auto" w:fill="1F5284"/>
        </w:rPr>
        <w:t xml:space="preserve"> fron the kitten.</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*Eskael</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squirms between the wall and the other male as he is suddenly placed there, his legs wrapping around the dog's waist, squeezing around his frame tightly as they share a long, sloppy kiss. The feline's hands move to the ca</w:t>
      </w:r>
      <w:r>
        <w:rPr>
          <w:rStyle w:val="chatmessage"/>
          <w:rFonts w:ascii="Verdana" w:hAnsi="Verdana"/>
          <w:color w:val="EEEEEE"/>
          <w:sz w:val="20"/>
          <w:szCs w:val="20"/>
          <w:shd w:val="clear" w:color="auto" w:fill="1F5284"/>
        </w:rPr>
        <w:t>choror's chest, to brush their fingers through the fine fur there, scratch the husky's skin with the sharp pristine claws while his uncut dick swells against the males' bodies, the kitten pulling his lips away just a little to refill his lungs, before pres</w:t>
      </w:r>
      <w:r>
        <w:rPr>
          <w:rStyle w:val="chatmessage"/>
          <w:rFonts w:ascii="Verdana" w:hAnsi="Verdana"/>
          <w:color w:val="EEEEEE"/>
          <w:sz w:val="20"/>
          <w:szCs w:val="20"/>
          <w:shd w:val="clear" w:color="auto" w:fill="1F5284"/>
        </w:rPr>
        <w:t>sing their foreheads together. "Ff-fffuuuck, Kevak..."</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 xml:space="preserve">slowly dropped his hands to hold on that small, but firm and squeezeable butt, those huge, blunt claws gently scratching at the tight clothes the feline was wearing, threatening </w:t>
      </w:r>
      <w:r>
        <w:rPr>
          <w:rStyle w:val="chatmessage"/>
          <w:rFonts w:ascii="Verdana" w:hAnsi="Verdana"/>
          <w:color w:val="EEEEEE"/>
          <w:sz w:val="20"/>
          <w:szCs w:val="20"/>
          <w:shd w:val="clear" w:color="auto" w:fill="1F5284"/>
        </w:rPr>
        <w:t>to rip them open. just as his huge, throbbing erection pressed against the soft nuts of the kitten, his loincloth pushed at a side by the sheer size of that monster, just as the husky kept Esk pinned against a wall, in an alley of the city's market. "You f</w:t>
      </w:r>
      <w:r>
        <w:rPr>
          <w:rStyle w:val="chatmessage"/>
          <w:rFonts w:ascii="Verdana" w:hAnsi="Verdana"/>
          <w:color w:val="EEEEEE"/>
          <w:sz w:val="20"/>
          <w:szCs w:val="20"/>
          <w:shd w:val="clear" w:color="auto" w:fill="1F5284"/>
        </w:rPr>
        <w:t>ucking idiot." Kevak growled deeply, yet gently nuzzling the feline's forehead with his own. "Look at what you just did." He breathed hotly, his dick, so thick, that it had slid under and between the cheeks of the feline, now the hooded glans gently proddi</w:t>
      </w:r>
      <w:r>
        <w:rPr>
          <w:rStyle w:val="chatmessage"/>
          <w:rFonts w:ascii="Verdana" w:hAnsi="Verdana"/>
          <w:color w:val="EEEEEE"/>
          <w:sz w:val="20"/>
          <w:szCs w:val="20"/>
          <w:shd w:val="clear" w:color="auto" w:fill="1F5284"/>
        </w:rPr>
        <w:t>ng at the wall, smearing his slick, warm pre-nut against it.</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*Eskael</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 xml:space="preserve">let out a content sigh, and a groan as the dog moved his hands below the lynx's back, to feel his soft but firm tush, his own arms draping around the cachorro's neck to pull him </w:t>
      </w:r>
      <w:r>
        <w:rPr>
          <w:rStyle w:val="chatmessage"/>
          <w:rFonts w:ascii="Verdana" w:hAnsi="Verdana"/>
          <w:color w:val="EEEEEE"/>
          <w:sz w:val="20"/>
          <w:szCs w:val="20"/>
          <w:shd w:val="clear" w:color="auto" w:fill="1F5284"/>
        </w:rPr>
        <w:t>in for another kiss after hearing him utter those words. They only made him purr louder, helped him get even more lusty than he already was, one hand moving to his sweatpants' waistband, to pull them right below his nuts, and let his hooded tip leak pre ri</w:t>
      </w:r>
      <w:r>
        <w:rPr>
          <w:rStyle w:val="chatmessage"/>
          <w:rFonts w:ascii="Verdana" w:hAnsi="Verdana"/>
          <w:color w:val="EEEEEE"/>
          <w:sz w:val="20"/>
          <w:szCs w:val="20"/>
          <w:shd w:val="clear" w:color="auto" w:fill="1F5284"/>
        </w:rPr>
        <w:t>ght against the other's clothing, the other paw placed itself behind the husky's head, to rub and scratch there as well, to pull him even deeper into the already wet kiss, just to move his head away from the guy after a few seconds of intense, messy smooch</w:t>
      </w:r>
      <w:r>
        <w:rPr>
          <w:rStyle w:val="chatmessage"/>
          <w:rFonts w:ascii="Verdana" w:hAnsi="Verdana"/>
          <w:color w:val="EEEEEE"/>
          <w:sz w:val="20"/>
          <w:szCs w:val="20"/>
          <w:shd w:val="clear" w:color="auto" w:fill="1F5284"/>
        </w:rPr>
        <w:t>ing. "Ffffah man, I love it when you're like that."</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had no clothes besides his loincloth and chaps, that being a particuarly hot day at the city, meaning that gatito's dick was spreaing its hot pre-nut right against those beefy, well</w:t>
      </w:r>
      <w:r>
        <w:rPr>
          <w:rStyle w:val="chatmessage"/>
          <w:rFonts w:ascii="Verdana" w:hAnsi="Verdana"/>
          <w:color w:val="EEEEEE"/>
          <w:sz w:val="20"/>
          <w:szCs w:val="20"/>
          <w:shd w:val="clear" w:color="auto" w:fill="1F5284"/>
        </w:rPr>
        <w:t xml:space="preserve"> defined and fuzzy abs of the husky. "So you do this on purpose?" Kevak growled again after their lips separated, holding the guy up with an arm while the other hastily removed the sweatpants and down to the floor, to then align the fat tip of his dick aga</w:t>
      </w:r>
      <w:r>
        <w:rPr>
          <w:rStyle w:val="chatmessage"/>
          <w:rFonts w:ascii="Verdana" w:hAnsi="Verdana"/>
          <w:color w:val="EEEEEE"/>
          <w:sz w:val="20"/>
          <w:szCs w:val="20"/>
          <w:shd w:val="clear" w:color="auto" w:fill="1F5284"/>
        </w:rPr>
        <w:t xml:space="preserve">inst that </w:t>
      </w:r>
      <w:r>
        <w:rPr>
          <w:rStyle w:val="chatmessage"/>
          <w:rFonts w:ascii="Verdana" w:hAnsi="Verdana"/>
          <w:color w:val="EEEEEE"/>
          <w:sz w:val="20"/>
          <w:szCs w:val="20"/>
          <w:shd w:val="clear" w:color="auto" w:fill="1F5284"/>
        </w:rPr>
        <w:lastRenderedPageBreak/>
        <w:t>tight little button of an ass, and gently begin to thrust inside. "Mmmff...You were such a good boy yesterday...not many can take my dick balls deep... Ke murmured hotly against the feline's right cheek, his big hands holding on those nice ass ch</w:t>
      </w:r>
      <w:r>
        <w:rPr>
          <w:rStyle w:val="chatmessage"/>
          <w:rFonts w:ascii="Verdana" w:hAnsi="Verdana"/>
          <w:color w:val="EEEEEE"/>
          <w:sz w:val="20"/>
          <w:szCs w:val="20"/>
          <w:shd w:val="clear" w:color="auto" w:fill="1F5284"/>
        </w:rPr>
        <w:t>eeks, holding them spread open, and pulling the guy up and down on his fat, vein ridged, ebony cock, slowly working it in, until Esk was once again holding that mammoth thing down to the balls.</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*Eskael</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 xml:space="preserve">smiled at the husky before yet again kissing </w:t>
      </w:r>
      <w:r>
        <w:rPr>
          <w:rStyle w:val="chatmessage"/>
          <w:rFonts w:ascii="Verdana" w:hAnsi="Verdana"/>
          <w:color w:val="EEEEEE"/>
          <w:sz w:val="20"/>
          <w:szCs w:val="20"/>
          <w:shd w:val="clear" w:color="auto" w:fill="1F5284"/>
        </w:rPr>
        <w:t>his lips briefly. "Mm, mayhaps.~" The lynx's paw wrapped itself around the pink uncut shaft, to slip the foreskin all the way back, and present the pink fruit to the other male, his fingers keeping the extra bit of skin pulled back, looking down to watch t</w:t>
      </w:r>
      <w:r>
        <w:rPr>
          <w:rStyle w:val="chatmessage"/>
          <w:rFonts w:ascii="Verdana" w:hAnsi="Verdana"/>
          <w:color w:val="EEEEEE"/>
          <w:sz w:val="20"/>
          <w:szCs w:val="20"/>
          <w:shd w:val="clear" w:color="auto" w:fill="1F5284"/>
        </w:rPr>
        <w:t>he clear, strongly scented liquid pour out of the cat's urethra, the feeling of the dog's fat cock pressing against his tailhole only made the feline squirm and moan out in delight, he bit his bottom lip to stifle a moan as the cockhead popped past his ent</w:t>
      </w:r>
      <w:r>
        <w:rPr>
          <w:rStyle w:val="chatmessage"/>
          <w:rFonts w:ascii="Verdana" w:hAnsi="Verdana"/>
          <w:color w:val="EEEEEE"/>
          <w:sz w:val="20"/>
          <w:szCs w:val="20"/>
          <w:shd w:val="clear" w:color="auto" w:fill="1F5284"/>
        </w:rPr>
        <w:t>rance, his ears folding as his eyes peeled to the back of his head slowly, tongue lolling out, toes curling, fingers clenching into fists, his back arching against the fat malehood as it slipped even deeper into the cat's intensines.</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 xml:space="preserve">growled deeply, hungrily breathing and lapping over the kitten's neck as he slowly began to pull up and down the feline of the bottom half of the fat dick, those fat, apple sized nuts gently giggling in their pouch and tightening against his crotch every </w:t>
      </w:r>
      <w:r>
        <w:rPr>
          <w:rStyle w:val="chatmessage"/>
          <w:rFonts w:ascii="Verdana" w:hAnsi="Verdana"/>
          <w:color w:val="EEEEEE"/>
          <w:sz w:val="20"/>
          <w:szCs w:val="20"/>
          <w:shd w:val="clear" w:color="auto" w:fill="1F5284"/>
        </w:rPr>
        <w:t>single time he was balls deep, loving how the brutally tight feline felt around him. "Rrrrfff...If...you keep making those weird faces...you're...gonna make me nut early..." Kevak warned with a deep frownm those thick arms flexing, making a show of strengh</w:t>
      </w:r>
      <w:r>
        <w:rPr>
          <w:rStyle w:val="chatmessage"/>
          <w:rFonts w:ascii="Verdana" w:hAnsi="Verdana"/>
          <w:color w:val="EEEEEE"/>
          <w:sz w:val="20"/>
          <w:szCs w:val="20"/>
          <w:shd w:val="clear" w:color="auto" w:fill="1F5284"/>
        </w:rPr>
        <w:t xml:space="preserve">t as they slowly made the guy bounce against the husky's lap, and the wall, the kitten's dick slapping against those hard set of abs each time he was sitting down. Kev's fat, throbbing dick kept the boy's abused ass spread into a wide 'O', ruining him for </w:t>
      </w:r>
      <w:r>
        <w:rPr>
          <w:rStyle w:val="chatmessage"/>
          <w:rFonts w:ascii="Verdana" w:hAnsi="Verdana"/>
          <w:color w:val="EEEEEE"/>
          <w:sz w:val="20"/>
          <w:szCs w:val="20"/>
          <w:shd w:val="clear" w:color="auto" w:fill="1F5284"/>
        </w:rPr>
        <w:t>any other man that dared to lay a finger on Esk.</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Eskael:</w:t>
      </w:r>
      <w:r>
        <w:rPr>
          <w:rStyle w:val="apple-converted-space"/>
          <w:rFonts w:ascii="Verdana" w:hAnsi="Verdana"/>
          <w:color w:val="EEEEEE"/>
          <w:sz w:val="20"/>
          <w:szCs w:val="20"/>
          <w:shd w:val="clear" w:color="auto" w:fill="1F5284"/>
        </w:rPr>
        <w:t> </w:t>
      </w:r>
      <w:r>
        <w:rPr>
          <w:rFonts w:ascii="Verdana" w:hAnsi="Verdana"/>
          <w:color w:val="EEEEEE"/>
          <w:sz w:val="20"/>
          <w:szCs w:val="20"/>
          <w:shd w:val="clear" w:color="auto" w:fill="1F5284"/>
        </w:rPr>
        <w:br/>
      </w:r>
      <w:r>
        <w:rPr>
          <w:rStyle w:val="chatmessage"/>
          <w:rFonts w:ascii="Verdana" w:hAnsi="Verdana"/>
          <w:color w:val="EEEEEE"/>
          <w:sz w:val="20"/>
          <w:szCs w:val="20"/>
          <w:shd w:val="clear" w:color="auto" w:fill="1F5284"/>
        </w:rPr>
        <w:t>/me kept moaning out loudly as the feline's tummy was bulging with the husky's thick, black dick, his eyes opening anew to glare at the handsome orange-eyed male. He liked, he loved being s</w:t>
      </w:r>
      <w:r>
        <w:rPr>
          <w:rStyle w:val="chatmessage"/>
          <w:rFonts w:ascii="Verdana" w:hAnsi="Verdana"/>
          <w:color w:val="EEEEEE"/>
          <w:sz w:val="20"/>
          <w:szCs w:val="20"/>
          <w:shd w:val="clear" w:color="auto" w:fill="1F5284"/>
        </w:rPr>
        <w:t>o close to the other male, and the canine's cock constantly pistoning in and out of the kitten's undertail only made things way better. "Ff. . . ffahk man, I-I looove it, cachorro..~" He clenched his ass around the other's rod tightly, trying to make the g</w:t>
      </w:r>
      <w:r>
        <w:rPr>
          <w:rStyle w:val="chatmessage"/>
          <w:rFonts w:ascii="Verdana" w:hAnsi="Verdana"/>
          <w:color w:val="EEEEEE"/>
          <w:sz w:val="20"/>
          <w:szCs w:val="20"/>
          <w:shd w:val="clear" w:color="auto" w:fill="1F5284"/>
        </w:rPr>
        <w:t>oing feel even more pleasant for him, since it was already pretty fucking great for the bobcat, feeling how the tip of that fat shaft kept scratching against the slightly smaller male's bellybutton. "T-that's right, boy, fill me with your nutbutter, you're</w:t>
      </w:r>
      <w:r>
        <w:rPr>
          <w:rStyle w:val="chatmessage"/>
          <w:rFonts w:ascii="Verdana" w:hAnsi="Verdana"/>
          <w:color w:val="EEEEEE"/>
          <w:sz w:val="20"/>
          <w:szCs w:val="20"/>
          <w:shd w:val="clear" w:color="auto" w:fill="1F5284"/>
        </w:rPr>
        <w:t xml:space="preserve"> just gonna suck it all out later. . ." The poor cat moaned out whenever the thick dick pistoned out of his stomach, just to slip right in after two seconds, into the silky, slick womb.</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Eskael: shit.</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*Eskael</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kept moaning out loudly as the</w:t>
      </w:r>
      <w:r>
        <w:rPr>
          <w:rStyle w:val="chatmessage"/>
          <w:rFonts w:ascii="Verdana" w:hAnsi="Verdana"/>
          <w:color w:val="EEEEEE"/>
          <w:sz w:val="20"/>
          <w:szCs w:val="20"/>
          <w:shd w:val="clear" w:color="auto" w:fill="1F5284"/>
        </w:rPr>
        <w:t xml:space="preserve"> feline's tummy was bulging with the husky's thick, black dick, his eyes opening anew to glare at the handsome orange-eyed male. He liked, he loved being so close to the other male, and the canine's cock constantly pistoning in and out of the kitten's unde</w:t>
      </w:r>
      <w:r>
        <w:rPr>
          <w:rStyle w:val="chatmessage"/>
          <w:rFonts w:ascii="Verdana" w:hAnsi="Verdana"/>
          <w:color w:val="EEEEEE"/>
          <w:sz w:val="20"/>
          <w:szCs w:val="20"/>
          <w:shd w:val="clear" w:color="auto" w:fill="1F5284"/>
        </w:rPr>
        <w:t>rtail only made things way better. "Ff. . . ffahk man, I-I looove it, cachorro..~" He clenched his ass around the other's rod tightly, trying to make the going feel even more pleasant for him, since it was already pretty fucking great for the bobcat, feeli</w:t>
      </w:r>
      <w:r>
        <w:rPr>
          <w:rStyle w:val="chatmessage"/>
          <w:rFonts w:ascii="Verdana" w:hAnsi="Verdana"/>
          <w:color w:val="EEEEEE"/>
          <w:sz w:val="20"/>
          <w:szCs w:val="20"/>
          <w:shd w:val="clear" w:color="auto" w:fill="1F5284"/>
        </w:rPr>
        <w:t xml:space="preserve">ng how the tip of that fat shaft kept scratching against the slightly smaller male's bellybutton. "T-that's right, boy, fill me with your nutbutter, you're just gonna suck it all out later. . ." The poor cat moaned out whenever the thick dick pistoned out </w:t>
      </w:r>
      <w:r>
        <w:rPr>
          <w:rStyle w:val="chatmessage"/>
          <w:rFonts w:ascii="Verdana" w:hAnsi="Verdana"/>
          <w:color w:val="EEEEEE"/>
          <w:sz w:val="20"/>
          <w:szCs w:val="20"/>
          <w:shd w:val="clear" w:color="auto" w:fill="1F5284"/>
        </w:rPr>
        <w:t>of his stomach, just to slip right in after two seconds, into the silky, slick womb.</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grinned wide, frowning deeply as he began to fuck harder the bouncing kitten, licking his lips at the sight ofr the bulge his fat dick made over tha</w:t>
      </w:r>
      <w:r>
        <w:rPr>
          <w:rStyle w:val="chatmessage"/>
          <w:rFonts w:ascii="Verdana" w:hAnsi="Verdana"/>
          <w:color w:val="EEEEEE"/>
          <w:sz w:val="20"/>
          <w:szCs w:val="20"/>
          <w:shd w:val="clear" w:color="auto" w:fill="1F5284"/>
        </w:rPr>
        <w:t>t taut tummy, punching it out every time those strong hips patted at Esk's butt. "Y-you naughty little shit...Mmmmff..." Kevak groaned against his teeth, the thought of being caught in that alley no longer in his mind, those huge, jiggling balls slapping a</w:t>
      </w:r>
      <w:r>
        <w:rPr>
          <w:rStyle w:val="chatmessage"/>
          <w:rFonts w:ascii="Verdana" w:hAnsi="Verdana"/>
          <w:color w:val="EEEEEE"/>
          <w:sz w:val="20"/>
          <w:szCs w:val="20"/>
          <w:shd w:val="clear" w:color="auto" w:fill="1F5284"/>
        </w:rPr>
        <w:t>long the guy's tail base, "Ffff...I'm gonna...gonna fuckin' nut! Hnnghh!!" The dog moaned out, roughly slamming the kitten down to sit on the dog's lap as that dick throbbed -hard- starting to pump load after fat, glue thick, nearly scalding load of dog ji</w:t>
      </w:r>
      <w:r>
        <w:rPr>
          <w:rStyle w:val="chatmessage"/>
          <w:rFonts w:ascii="Verdana" w:hAnsi="Verdana"/>
          <w:color w:val="EEEEEE"/>
          <w:sz w:val="20"/>
          <w:szCs w:val="20"/>
          <w:shd w:val="clear" w:color="auto" w:fill="1F5284"/>
        </w:rPr>
        <w:t xml:space="preserve">zz deep into the kitten's bowels, enough to force his tummy to swell, and </w:t>
      </w:r>
      <w:r>
        <w:rPr>
          <w:rStyle w:val="chatmessage"/>
          <w:rFonts w:ascii="Verdana" w:hAnsi="Verdana"/>
          <w:color w:val="EEEEEE"/>
          <w:sz w:val="20"/>
          <w:szCs w:val="20"/>
          <w:shd w:val="clear" w:color="auto" w:fill="1F5284"/>
        </w:rPr>
        <w:lastRenderedPageBreak/>
        <w:t>look like if he had eaten just too much and was about to burst. It was so much, that even thick strands spurted out of the tightly stretched hole around the pumping dick, lewdly drip</w:t>
      </w:r>
      <w:r>
        <w:rPr>
          <w:rStyle w:val="chatmessage"/>
          <w:rFonts w:ascii="Verdana" w:hAnsi="Verdana"/>
          <w:color w:val="EEEEEE"/>
          <w:sz w:val="20"/>
          <w:szCs w:val="20"/>
          <w:shd w:val="clear" w:color="auto" w:fill="1F5284"/>
        </w:rPr>
        <w:t>ping down over the dog's balls, and floor.</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*Eskael</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welcomed the husky's strong orgasm with his own, not as messy blow, the feline bit into the canine's shoulder rather roughly to stifle his moaning as he began shooting his spunk all over that musc</w:t>
      </w:r>
      <w:r>
        <w:rPr>
          <w:rStyle w:val="chatmessage"/>
          <w:rFonts w:ascii="Verdana" w:hAnsi="Verdana"/>
          <w:color w:val="EEEEEE"/>
          <w:sz w:val="20"/>
          <w:szCs w:val="20"/>
          <w:shd w:val="clear" w:color="auto" w:fill="1F5284"/>
        </w:rPr>
        <w:t>ular chest of the dog, foreskin being worked back and forth by his paw as long strings of semen erupted from the tip of the lynx's cock, squeezing his eyes together as his belly filled up with the cachorro's thick, warm cum, the boy squirming and shivering</w:t>
      </w:r>
      <w:r>
        <w:rPr>
          <w:rStyle w:val="chatmessage"/>
          <w:rFonts w:ascii="Verdana" w:hAnsi="Verdana"/>
          <w:color w:val="EEEEEE"/>
          <w:sz w:val="20"/>
          <w:szCs w:val="20"/>
          <w:shd w:val="clear" w:color="auto" w:fill="1F5284"/>
        </w:rPr>
        <w:t xml:space="preserve"> as it dripped onto the base of his tail, the sound of the liquid dripping onto the floor, into a nice, big puddle only making his ears twitch and his tail sway faster. "H-holy fuck, Kev. . ." he gasped out for air as he let go of the male's flesh, slowly </w:t>
      </w:r>
      <w:r>
        <w:rPr>
          <w:rStyle w:val="chatmessage"/>
          <w:rFonts w:ascii="Verdana" w:hAnsi="Verdana"/>
          <w:color w:val="EEEEEE"/>
          <w:sz w:val="20"/>
          <w:szCs w:val="20"/>
          <w:shd w:val="clear" w:color="auto" w:fill="1F5284"/>
        </w:rPr>
        <w:t xml:space="preserve">licking at it in apology for the instinctive bite. The cat took some of his own semen on his finger and moved it up to the puppy's muzzle, to fill his maw with the digit and grin at him wildly. "Suck on it. I hope you're hungry, 'cause there's way more of </w:t>
      </w:r>
      <w:r>
        <w:rPr>
          <w:rStyle w:val="chatmessage"/>
          <w:rFonts w:ascii="Verdana" w:hAnsi="Verdana"/>
          <w:color w:val="EEEEEE"/>
          <w:sz w:val="20"/>
          <w:szCs w:val="20"/>
          <w:shd w:val="clear" w:color="auto" w:fill="1F5284"/>
        </w:rPr>
        <w:t>this stuff on me, just waitin' to gush out."</w:t>
      </w:r>
      <w:r>
        <w:rPr>
          <w:rFonts w:ascii="Verdana" w:hAnsi="Verdana"/>
          <w:color w:val="EEEEEE"/>
          <w:sz w:val="20"/>
          <w:szCs w:val="20"/>
          <w:shd w:val="clear" w:color="auto" w:fill="1F5284"/>
        </w:rPr>
        <w:br/>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was left erratically panting, his meaty, thick chest pumping in and out as he panted like a feral cousin, his tongue even lolling out at a side of his open muzzle, his neck aching from th</w:t>
      </w:r>
      <w:r>
        <w:rPr>
          <w:rStyle w:val="chatmessage"/>
          <w:rFonts w:ascii="Verdana" w:hAnsi="Verdana"/>
          <w:color w:val="EEEEEE"/>
          <w:sz w:val="20"/>
          <w:szCs w:val="20"/>
          <w:shd w:val="clear" w:color="auto" w:fill="1F5284"/>
        </w:rPr>
        <w:t>e rough, flesh piercing bite...but God...it all felt so fucking hot. When the kitten came back to his senses, and gently smeared and picked some of his warm, spent seed from the chest of the big dog, Kevak gratefully took the digit in his muzzle, lewdly su</w:t>
      </w:r>
      <w:r>
        <w:rPr>
          <w:rStyle w:val="chatmessage"/>
          <w:rFonts w:ascii="Verdana" w:hAnsi="Verdana"/>
          <w:color w:val="EEEEEE"/>
          <w:sz w:val="20"/>
          <w:szCs w:val="20"/>
          <w:shd w:val="clear" w:color="auto" w:fill="1F5284"/>
        </w:rPr>
        <w:t>cking on it as he kept eye contact, showing how he fellated the finger to the knuckle, to then pull back, lick his lips, and lean in for a quick, soft kiss. "...You taste good." Kevak said with a genuinely friendly smile, his stubby tail wagging, to then s</w:t>
      </w:r>
      <w:r>
        <w:rPr>
          <w:rStyle w:val="chatmessage"/>
          <w:rFonts w:ascii="Verdana" w:hAnsi="Verdana"/>
          <w:color w:val="EEEEEE"/>
          <w:sz w:val="20"/>
          <w:szCs w:val="20"/>
          <w:shd w:val="clear" w:color="auto" w:fill="1F5284"/>
        </w:rPr>
        <w:t>lowly, and very gently, pull his dick out of the kitten's abused ,thoroughly fucked ass...and quickly turn him around to keep the goop from spilling out, now placing Esk on his feet, with his back arched and chest pinned against the wall, while Kevak dropp</w:t>
      </w:r>
      <w:r>
        <w:rPr>
          <w:rStyle w:val="chatmessage"/>
          <w:rFonts w:ascii="Verdana" w:hAnsi="Verdana"/>
          <w:color w:val="EEEEEE"/>
          <w:sz w:val="20"/>
          <w:szCs w:val="20"/>
          <w:shd w:val="clear" w:color="auto" w:fill="1F5284"/>
        </w:rPr>
        <w:t>ed to his knees, huge paws spreading open those reddened cheeks, and gaze at the cum caked, gaping hole. "Mmmfff...Time to eat for me." Kevak said hungrily as he dove forward, lewdly, and without warning, shoving his fat tongue as deep as it could go to sc</w:t>
      </w:r>
      <w:r>
        <w:rPr>
          <w:rStyle w:val="chatmessage"/>
          <w:rFonts w:ascii="Verdana" w:hAnsi="Verdana"/>
          <w:color w:val="EEEEEE"/>
          <w:sz w:val="20"/>
          <w:szCs w:val="20"/>
          <w:shd w:val="clear" w:color="auto" w:fill="1F5284"/>
        </w:rPr>
        <w:t>oop out spoonfuls of warm, dog jizz, noisly gulping down every time his tongue came back, but it was so much thick cream that it began to make a mess of his muzzle, even dripping down his chin, and falling over his chest to mix with gatito's spunk,</w:t>
      </w:r>
      <w:r>
        <w:rPr>
          <w:rStyle w:val="chattimestamp"/>
          <w:rFonts w:ascii="Verdana" w:hAnsi="Verdana"/>
          <w:color w:val="BBBBBB"/>
          <w:sz w:val="12"/>
          <w:szCs w:val="12"/>
          <w:shd w:val="clear" w:color="auto" w:fill="1F5284"/>
        </w:rPr>
        <w:t>[20/11/1</w:t>
      </w:r>
      <w:r>
        <w:rPr>
          <w:rStyle w:val="chattimestamp"/>
          <w:rFonts w:ascii="Verdana" w:hAnsi="Verdana"/>
          <w:color w:val="BBBBBB"/>
          <w:sz w:val="12"/>
          <w:szCs w:val="12"/>
          <w:shd w:val="clear" w:color="auto" w:fill="1F5284"/>
        </w:rPr>
        <w:t>4]</w:t>
      </w:r>
      <w:r>
        <w:rPr>
          <w:rStyle w:val="chatmessage"/>
          <w:rFonts w:ascii="Verdana" w:hAnsi="Verdana"/>
          <w:color w:val="EEEEEE"/>
          <w:sz w:val="20"/>
          <w:szCs w:val="20"/>
          <w:shd w:val="clear" w:color="auto" w:fill="1F5284"/>
        </w:rPr>
        <w:t>*Eskael</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couldn't help but chuckle as he saw the eager dog slobber all over his finger, just to collect all the cum the lynx has picked off of his chest, his ears still folded back as the husky tried to force the digits even deeper in. "You're a horny lit</w:t>
      </w:r>
      <w:r>
        <w:rPr>
          <w:rStyle w:val="chatmessage"/>
          <w:rFonts w:ascii="Verdana" w:hAnsi="Verdana"/>
          <w:color w:val="EEEEEE"/>
          <w:sz w:val="20"/>
          <w:szCs w:val="20"/>
          <w:shd w:val="clear" w:color="auto" w:fill="1F5284"/>
        </w:rPr>
        <w:t>tle guy, aint'cha, cachorrrro?~" he sighed out lightly, prolonging the 'r' into a short, lewd purr just as he did yesterday. His eyes closed when the male pulled the cat's head closer to kiss him again, the cat tasting his own spunk on his own lips, the fe</w:t>
      </w:r>
      <w:r>
        <w:rPr>
          <w:rStyle w:val="chatmessage"/>
          <w:rFonts w:ascii="Verdana" w:hAnsi="Verdana"/>
          <w:color w:val="EEEEEE"/>
          <w:sz w:val="20"/>
          <w:szCs w:val="20"/>
          <w:shd w:val="clear" w:color="auto" w:fill="1F5284"/>
        </w:rPr>
        <w:t>el making him lick them clean, his tail straightened out as the puppy began pulling his fat dick out of the feline's loosened up tunnel, groaning and moaning out in sheer pain, but also in the heavenly pleasure the entire ordeal was causing, his eyes widen</w:t>
      </w:r>
      <w:r>
        <w:rPr>
          <w:rStyle w:val="chatmessage"/>
          <w:rFonts w:ascii="Verdana" w:hAnsi="Verdana"/>
          <w:color w:val="EEEEEE"/>
          <w:sz w:val="20"/>
          <w:szCs w:val="20"/>
          <w:shd w:val="clear" w:color="auto" w:fill="1F5284"/>
        </w:rPr>
        <w:t>ed as he was suddenly placed against the wall with his rump up in the air, for the big, muscular dog to clean. "Ah ffuck, Kev. . ." was all the cat could utter, he tilted his head to a side before opening his muzzle just slightly, to begin moaning and shiv</w:t>
      </w:r>
      <w:r>
        <w:rPr>
          <w:rStyle w:val="chatmessage"/>
          <w:rFonts w:ascii="Verdana" w:hAnsi="Verdana"/>
          <w:color w:val="EEEEEE"/>
          <w:sz w:val="20"/>
          <w:szCs w:val="20"/>
          <w:shd w:val="clear" w:color="auto" w:fill="1F5284"/>
        </w:rPr>
        <w:t>ering as the wide, slick shovel began rubbing against the lynx's inner walls, he was amazed by how willing the husky was to swallow his own, thick nutbutter, and get that wet appendage between the gatito's firm buttcheeks, too. "H-hey, keep some in ya mout</w:t>
      </w:r>
      <w:r>
        <w:rPr>
          <w:rStyle w:val="chatmessage"/>
          <w:rFonts w:ascii="Verdana" w:hAnsi="Verdana"/>
          <w:color w:val="EEEEEE"/>
          <w:sz w:val="20"/>
          <w:szCs w:val="20"/>
          <w:shd w:val="clear" w:color="auto" w:fill="1F5284"/>
        </w:rPr>
        <w:t>h. I-I wanna share some of it with you." The poor male slithered and squirmed against the wall delightfully, the tongue inside him proving to be as good as that thick, ebony cock.</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kept his eyes closed, his tongue very busy scooping o</w:t>
      </w:r>
      <w:r>
        <w:rPr>
          <w:rStyle w:val="chatmessage"/>
          <w:rFonts w:ascii="Verdana" w:hAnsi="Verdana"/>
          <w:color w:val="EEEEEE"/>
          <w:sz w:val="20"/>
          <w:szCs w:val="20"/>
          <w:shd w:val="clear" w:color="auto" w:fill="1F5284"/>
        </w:rPr>
        <w:t>ut as much of the warm, thick nut he had pumped in, his own toned tummy slowly puffing out as he drank his own jizz, until the gatito only had a few mouthfuls left. Then...when it was down to the last one, Kevak noisly sucked it all in his mouth, his cheek</w:t>
      </w:r>
      <w:r>
        <w:rPr>
          <w:rStyle w:val="chatmessage"/>
          <w:rFonts w:ascii="Verdana" w:hAnsi="Verdana"/>
          <w:color w:val="EEEEEE"/>
          <w:sz w:val="20"/>
          <w:szCs w:val="20"/>
          <w:shd w:val="clear" w:color="auto" w:fill="1F5284"/>
        </w:rPr>
        <w:t xml:space="preserve">s puffed out, lips outed, and slowly take his head back from the now spit lubed, cleaned, reddened and gaping ass, to gently force the feline down on his knees on the lap of the dog, and join him in a lewd, obscenely </w:t>
      </w:r>
      <w:r>
        <w:rPr>
          <w:rStyle w:val="chatmessage"/>
          <w:rFonts w:ascii="Verdana" w:hAnsi="Verdana"/>
          <w:color w:val="EEEEEE"/>
          <w:sz w:val="20"/>
          <w:szCs w:val="20"/>
          <w:shd w:val="clear" w:color="auto" w:fill="1F5284"/>
        </w:rPr>
        <w:lastRenderedPageBreak/>
        <w:t xml:space="preserve">messy, cum filled kiss, the dog gently </w:t>
      </w:r>
      <w:r>
        <w:rPr>
          <w:rStyle w:val="chatmessage"/>
          <w:rFonts w:ascii="Verdana" w:hAnsi="Verdana"/>
          <w:color w:val="EEEEEE"/>
          <w:sz w:val="20"/>
          <w:szCs w:val="20"/>
          <w:shd w:val="clear" w:color="auto" w:fill="1F5284"/>
        </w:rPr>
        <w:t>pushing that mouthful of warm, frothy jizz in gatito's muzzle, and sloppily making out with him, plenty of the stuff making a mess of their muzzles as it fell over their chests. They would need a few baths after this!</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*Eskael's ears perked up as t</w:t>
      </w:r>
      <w:r>
        <w:rPr>
          <w:rStyle w:val="chatmessage"/>
          <w:rFonts w:ascii="Verdana" w:hAnsi="Verdana"/>
          <w:color w:val="EEEEEE"/>
          <w:sz w:val="20"/>
          <w:szCs w:val="20"/>
          <w:shd w:val="clear" w:color="auto" w:fill="1F5284"/>
        </w:rPr>
        <w:t>he slurping sound was heard by those two fuzzy antennas, his chest heaving as he took a deep breath before being settled down onto the floor again, or so he thought, but he was suddenly placed in the cachorro's lap, his thighs wrapping around the big dog's</w:t>
      </w:r>
      <w:r>
        <w:rPr>
          <w:rStyle w:val="chatmessage"/>
          <w:rFonts w:ascii="Verdana" w:hAnsi="Verdana"/>
          <w:color w:val="EEEEEE"/>
          <w:sz w:val="20"/>
          <w:szCs w:val="20"/>
          <w:shd w:val="clear" w:color="auto" w:fill="1F5284"/>
        </w:rPr>
        <w:t xml:space="preserve"> body once again to pull him as closely as possible, he wanted to be so close to the male all the time, the warmth they both shared with eachother made his tummy fill up with stars and butterflies. He looked in the puppy's eyes once again, before pressing </w:t>
      </w:r>
      <w:r>
        <w:rPr>
          <w:rStyle w:val="chatmessage"/>
          <w:rFonts w:ascii="Verdana" w:hAnsi="Verdana"/>
          <w:color w:val="EEEEEE"/>
          <w:sz w:val="20"/>
          <w:szCs w:val="20"/>
          <w:shd w:val="clear" w:color="auto" w:fill="1F5284"/>
        </w:rPr>
        <w:t xml:space="preserve">his lips to the taller male's own, his intrusive tongue slipping in, to taste the canine's thick cum, and rub it into his and the other's silky gums, not minding his chest being stained with the liquid one bit. The feline even took some on his tongue, and </w:t>
      </w:r>
      <w:r>
        <w:rPr>
          <w:rStyle w:val="chatmessage"/>
          <w:rFonts w:ascii="Verdana" w:hAnsi="Verdana"/>
          <w:color w:val="EEEEEE"/>
          <w:sz w:val="20"/>
          <w:szCs w:val="20"/>
          <w:shd w:val="clear" w:color="auto" w:fill="1F5284"/>
        </w:rPr>
        <w:t>pulled his lips away, to slide it all over the husky's fuzzy face, before nuzzling against him with his own snout, so that the both muzzles could be as sticky.</w:t>
      </w:r>
      <w:r>
        <w:rPr>
          <w:rStyle w:val="chattimestamp"/>
          <w:rFonts w:ascii="Verdana" w:hAnsi="Verdana"/>
          <w:color w:val="BBBBBB"/>
          <w:sz w:val="12"/>
          <w:szCs w:val="12"/>
          <w:shd w:val="clear" w:color="auto" w:fill="1F5284"/>
        </w:rPr>
        <w:t>[20/11/14]</w:t>
      </w:r>
      <w:r>
        <w:rPr>
          <w:rStyle w:val="chatmessage"/>
          <w:rFonts w:ascii="Verdana" w:hAnsi="Verdana"/>
          <w:color w:val="EEEEEE"/>
          <w:sz w:val="20"/>
          <w:szCs w:val="20"/>
          <w:shd w:val="clear" w:color="auto" w:fill="1F5284"/>
        </w:rPr>
        <w:t>*Kevak Dituri</w:t>
      </w:r>
      <w:r>
        <w:rPr>
          <w:rStyle w:val="apple-converted-space"/>
          <w:rFonts w:ascii="Verdana" w:hAnsi="Verdana"/>
          <w:color w:val="EEEEEE"/>
          <w:sz w:val="20"/>
          <w:szCs w:val="20"/>
          <w:shd w:val="clear" w:color="auto" w:fill="1F5284"/>
        </w:rPr>
        <w:t> </w:t>
      </w:r>
      <w:r>
        <w:rPr>
          <w:rStyle w:val="chatmessage"/>
          <w:rFonts w:ascii="Verdana" w:hAnsi="Verdana"/>
          <w:color w:val="EEEEEE"/>
          <w:sz w:val="20"/>
          <w:szCs w:val="20"/>
          <w:shd w:val="clear" w:color="auto" w:fill="1F5284"/>
        </w:rPr>
        <w:t>gently growled under his breath, a makeshift purr to the lewd, sticky pet</w:t>
      </w:r>
      <w:r>
        <w:rPr>
          <w:rStyle w:val="chatmessage"/>
          <w:rFonts w:ascii="Verdana" w:hAnsi="Verdana"/>
          <w:color w:val="EEEEEE"/>
          <w:sz w:val="20"/>
          <w:szCs w:val="20"/>
          <w:shd w:val="clear" w:color="auto" w:fill="1F5284"/>
        </w:rPr>
        <w:t xml:space="preserve">ting he was receiving from the kitten, both of their fuzzy faces caked with the goop along with their torsos, Kev's fat, softening dick now going half hard due to the hotness of it all, those beefy, thick arms gently wrapping around the boy's waist to hug </w:t>
      </w:r>
      <w:r>
        <w:rPr>
          <w:rStyle w:val="chatmessage"/>
          <w:rFonts w:ascii="Verdana" w:hAnsi="Verdana"/>
          <w:color w:val="EEEEEE"/>
          <w:sz w:val="20"/>
          <w:szCs w:val="20"/>
          <w:shd w:val="clear" w:color="auto" w:fill="1F5284"/>
        </w:rPr>
        <w:t>him tightly, and gently kiss him, almost lovingly so. "Mmmh...I'm glad I have you as a partner..." Kevak murmured with a soft chuckle, toying with the leftover nut that was over his tongue and the kitten's, his body reeking of sex. "Hehe...and here I was a</w:t>
      </w:r>
      <w:r>
        <w:rPr>
          <w:rStyle w:val="chatmessage"/>
          <w:rFonts w:ascii="Verdana" w:hAnsi="Verdana"/>
          <w:color w:val="EEEEEE"/>
          <w:sz w:val="20"/>
          <w:szCs w:val="20"/>
          <w:shd w:val="clear" w:color="auto" w:fill="1F5284"/>
        </w:rPr>
        <w:t>bout to ask you if you didn't mind walking like this out the street...because I know I don't." He teased, hands 'sneakily' going down to squeeze that sore, cute little butt.</w:t>
      </w:r>
    </w:p>
    <w:sectPr w:rsidR="006D25B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7B0" w:rsidRDefault="008B37B0">
      <w:pPr>
        <w:spacing w:after="0" w:line="240" w:lineRule="auto"/>
      </w:pPr>
      <w:r>
        <w:separator/>
      </w:r>
    </w:p>
  </w:endnote>
  <w:endnote w:type="continuationSeparator" w:id="0">
    <w:p w:rsidR="008B37B0" w:rsidRDefault="008B3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7B0" w:rsidRDefault="008B37B0">
      <w:pPr>
        <w:spacing w:after="0" w:line="240" w:lineRule="auto"/>
      </w:pPr>
      <w:r>
        <w:rPr>
          <w:color w:val="000000"/>
        </w:rPr>
        <w:separator/>
      </w:r>
    </w:p>
  </w:footnote>
  <w:footnote w:type="continuationSeparator" w:id="0">
    <w:p w:rsidR="008B37B0" w:rsidRDefault="008B37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
  <w:rsids>
    <w:rsidRoot w:val="006D25B9"/>
    <w:rsid w:val="00135AC3"/>
    <w:rsid w:val="002130DC"/>
    <w:rsid w:val="006D25B9"/>
    <w:rsid w:val="008B37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42000F-6F36-404B-A7D6-6ACB3BD7B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tmessage">
    <w:name w:val="chatmessage"/>
    <w:basedOn w:val="DefaultParagraphFont"/>
  </w:style>
  <w:style w:type="character" w:customStyle="1" w:styleId="chattimestamp">
    <w:name w:val="chattimestamp"/>
    <w:basedOn w:val="DefaultParagraphFont"/>
  </w:style>
  <w:style w:type="character" w:customStyle="1" w:styleId="apple-converted-space">
    <w:name w:val="apple-converted-space"/>
    <w:basedOn w:val="DefaultParagraphFont"/>
  </w:style>
  <w:style w:type="character" w:styleId="Strong">
    <w:name w:val="Strong"/>
    <w:basedOn w:val="DefaultParagraphFon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3670</Words>
  <Characters>22024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Kuba</dc:creator>
  <dc:description/>
  <cp:lastModifiedBy>Kuba</cp:lastModifiedBy>
  <cp:revision>2</cp:revision>
  <dcterms:created xsi:type="dcterms:W3CDTF">2014-02-22T15:02:00Z</dcterms:created>
  <dcterms:modified xsi:type="dcterms:W3CDTF">2014-02-22T15:02:00Z</dcterms:modified>
</cp:coreProperties>
</file>