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CC0694">
        <w:tc>
          <w:tcPr>
            <w:tcW w:w="9568" w:type="dxa"/>
            <w:tcBorders>
              <w:top w:val="single" w:sz="12" w:space="0" w:color="auto"/>
              <w:bottom w:val="single" w:sz="12" w:space="0" w:color="auto"/>
            </w:tcBorders>
          </w:tcPr>
          <w:p w:rsidR="00AB2943" w:rsidRPr="004F4E92" w:rsidRDefault="00CC0694" w:rsidP="004608C0">
            <w:r>
              <w:br/>
            </w:r>
            <w:r w:rsidR="00AB2943">
              <w:rPr>
                <w:rFonts w:ascii="FuturaBT-Light" w:hAnsi="FuturaBT-Light" w:cs="FuturaBT-Light"/>
                <w:color w:val="8A9ABD"/>
                <w:sz w:val="32"/>
                <w:szCs w:val="32"/>
              </w:rPr>
              <w:t>HÖHERE TECHNISCHE BUNDESLEHR &amp; VERSUCHSANSTALT</w:t>
            </w:r>
          </w:p>
          <w:p w:rsidR="00AB2943" w:rsidRDefault="00AB2943" w:rsidP="004608C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color w:val="231F20"/>
                <w:sz w:val="32"/>
                <w:szCs w:val="32"/>
              </w:rPr>
            </w:pPr>
            <w:r>
              <w:rPr>
                <w:rFonts w:ascii="FuturaBT-Light" w:hAnsi="FuturaBT-Light" w:cs="FuturaBT-Light"/>
                <w:color w:val="231F20"/>
                <w:sz w:val="32"/>
                <w:szCs w:val="32"/>
              </w:rPr>
              <w:t>FÜR TEXTILINDUSTRIE UND DATENVERARBEITUNG</w:t>
            </w:r>
          </w:p>
          <w:p w:rsidR="00AB2943" w:rsidRDefault="00AB2943" w:rsidP="004608C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color w:val="231F20"/>
                <w:sz w:val="32"/>
                <w:szCs w:val="32"/>
              </w:rPr>
            </w:pPr>
            <w:r>
              <w:rPr>
                <w:rFonts w:ascii="FuturaBT-Light" w:hAnsi="FuturaBT-Light" w:cs="FuturaBT-Light"/>
                <w:color w:val="231F20"/>
                <w:sz w:val="32"/>
                <w:szCs w:val="32"/>
              </w:rPr>
              <w:t>SPENGERGASSE 20</w:t>
            </w:r>
          </w:p>
          <w:p w:rsidR="00CC0694" w:rsidRPr="00AB2943" w:rsidRDefault="00AB2943" w:rsidP="004608C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color w:val="000000"/>
                <w:sz w:val="32"/>
                <w:szCs w:val="32"/>
              </w:rPr>
            </w:pPr>
            <w:r>
              <w:rPr>
                <w:rFonts w:ascii="FuturaBT-Light" w:hAnsi="FuturaBT-Light" w:cs="FuturaBT-Light"/>
                <w:color w:val="231F20"/>
                <w:sz w:val="32"/>
                <w:szCs w:val="32"/>
              </w:rPr>
              <w:t>A - 1050 WIEN</w:t>
            </w:r>
          </w:p>
          <w:p w:rsidR="00CC0694" w:rsidRDefault="00CC0694" w:rsidP="004608C0"/>
        </w:tc>
      </w:tr>
    </w:tbl>
    <w:p w:rsidR="00CC0694" w:rsidRDefault="00CC0694" w:rsidP="004608C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410"/>
        <w:gridCol w:w="992"/>
        <w:gridCol w:w="1436"/>
        <w:gridCol w:w="2392"/>
      </w:tblGrid>
      <w:tr w:rsidR="00CC0694">
        <w:trPr>
          <w:gridAfter w:val="3"/>
          <w:wAfter w:w="4820" w:type="dxa"/>
        </w:trPr>
        <w:tc>
          <w:tcPr>
            <w:tcW w:w="47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0694" w:rsidRDefault="00CC0694" w:rsidP="004608C0">
            <w:pPr>
              <w:rPr>
                <w:sz w:val="8"/>
                <w:szCs w:val="8"/>
              </w:rPr>
            </w:pPr>
          </w:p>
          <w:p w:rsidR="00CC0694" w:rsidRDefault="00CC0694" w:rsidP="004608C0">
            <w:pPr>
              <w:rPr>
                <w:sz w:val="8"/>
                <w:szCs w:val="8"/>
              </w:rPr>
            </w:pPr>
          </w:p>
          <w:p w:rsidR="00CC0694" w:rsidRPr="004F4E92" w:rsidRDefault="00CC0694" w:rsidP="004608C0">
            <w:pPr>
              <w:pStyle w:val="berschrift5"/>
              <w:rPr>
                <w:sz w:val="32"/>
                <w:szCs w:val="32"/>
                <w:lang w:val="de-AT"/>
              </w:rPr>
            </w:pPr>
            <w:r w:rsidRPr="004F4E92">
              <w:rPr>
                <w:sz w:val="32"/>
                <w:szCs w:val="32"/>
                <w:lang w:val="de-AT"/>
              </w:rPr>
              <w:t>LABOR-PROTOKOLL</w:t>
            </w:r>
          </w:p>
          <w:p w:rsidR="00CC0694" w:rsidRPr="004F4E92" w:rsidRDefault="00CC0694" w:rsidP="004608C0">
            <w:pPr>
              <w:rPr>
                <w:sz w:val="8"/>
                <w:szCs w:val="8"/>
                <w:lang w:val="de-AT"/>
              </w:rPr>
            </w:pPr>
          </w:p>
          <w:p w:rsidR="00CC0694" w:rsidRPr="004F4E92" w:rsidRDefault="00CC0694" w:rsidP="004608C0">
            <w:pPr>
              <w:rPr>
                <w:sz w:val="8"/>
                <w:szCs w:val="8"/>
                <w:lang w:val="de-AT"/>
              </w:rPr>
            </w:pPr>
          </w:p>
        </w:tc>
      </w:tr>
      <w:tr w:rsidR="00CC0694">
        <w:tc>
          <w:tcPr>
            <w:tcW w:w="2338" w:type="dxa"/>
            <w:tcBorders>
              <w:top w:val="single" w:sz="12" w:space="0" w:color="auto"/>
              <w:left w:val="single" w:sz="12" w:space="0" w:color="auto"/>
            </w:tcBorders>
          </w:tcPr>
          <w:p w:rsidR="00CC0694" w:rsidRPr="004F4E92" w:rsidRDefault="00B00030" w:rsidP="004608C0">
            <w:pPr>
              <w:rPr>
                <w:sz w:val="8"/>
                <w:szCs w:val="8"/>
                <w:lang w:val="de-AT"/>
              </w:rPr>
            </w:pPr>
            <w:r>
              <w:rPr>
                <w:noProof/>
                <w:lang w:val="de-AT" w:eastAsia="de-A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2651760</wp:posOffset>
                      </wp:positionH>
                      <wp:positionV relativeFrom="paragraph">
                        <wp:posOffset>51435</wp:posOffset>
                      </wp:positionV>
                      <wp:extent cx="182880" cy="182880"/>
                      <wp:effectExtent l="13335" t="13335" r="13335" b="13335"/>
                      <wp:wrapNone/>
                      <wp:docPr id="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208.8pt;margin-top:4.05pt;width:14.4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" o:allowincell="f"/>
                  </w:pict>
                </mc:Fallback>
              </mc:AlternateContent>
            </w:r>
            <w:r>
              <w:rPr>
                <w:noProof/>
                <w:lang w:val="de-AT" w:eastAsia="de-AT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4206240</wp:posOffset>
                      </wp:positionH>
                      <wp:positionV relativeFrom="paragraph">
                        <wp:posOffset>51435</wp:posOffset>
                      </wp:positionV>
                      <wp:extent cx="182880" cy="182880"/>
                      <wp:effectExtent l="5715" t="13335" r="11430" b="13335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331.2pt;margin-top:4.05pt;width:14.4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" o:allowincell="f"/>
                  </w:pict>
                </mc:Fallback>
              </mc:AlternateContent>
            </w:r>
            <w:r>
              <w:rPr>
                <w:noProof/>
                <w:lang w:val="de-AT" w:eastAsia="de-AT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5760720</wp:posOffset>
                      </wp:positionH>
                      <wp:positionV relativeFrom="paragraph">
                        <wp:posOffset>49530</wp:posOffset>
                      </wp:positionV>
                      <wp:extent cx="182880" cy="182880"/>
                      <wp:effectExtent l="7620" t="11430" r="9525" b="5715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453.6pt;margin-top:3.9pt;width:14.4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" o:allowincell="f"/>
                  </w:pict>
                </mc:Fallback>
              </mc:AlternateContent>
            </w:r>
          </w:p>
          <w:p w:rsidR="00CC0694" w:rsidRDefault="00CC0694" w:rsidP="004608C0">
            <w:pPr>
              <w:rPr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CC0694" w:rsidRDefault="00CC0694" w:rsidP="004608C0">
            <w:pPr>
              <w:rPr>
                <w:sz w:val="8"/>
                <w:szCs w:val="8"/>
              </w:rPr>
            </w:pPr>
          </w:p>
          <w:p w:rsidR="00CC0694" w:rsidRDefault="00CC0694" w:rsidP="004608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Lab.:</w:t>
            </w:r>
          </w:p>
          <w:p w:rsidR="00CC0694" w:rsidRDefault="00882E28" w:rsidP="004608C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Netzwerktechnik</w:t>
            </w:r>
          </w:p>
        </w:tc>
        <w:tc>
          <w:tcPr>
            <w:tcW w:w="2428" w:type="dxa"/>
            <w:gridSpan w:val="2"/>
            <w:tcBorders>
              <w:top w:val="single" w:sz="12" w:space="0" w:color="auto"/>
            </w:tcBorders>
          </w:tcPr>
          <w:p w:rsidR="00CC0694" w:rsidRDefault="00B00030" w:rsidP="004608C0">
            <w:pPr>
              <w:rPr>
                <w:sz w:val="8"/>
                <w:szCs w:val="8"/>
              </w:rPr>
            </w:pPr>
            <w:r>
              <w:rPr>
                <w:noProof/>
                <w:sz w:val="8"/>
                <w:szCs w:val="8"/>
                <w:lang w:val="de-AT" w:eastAsia="de-A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1191260</wp:posOffset>
                      </wp:positionH>
                      <wp:positionV relativeFrom="paragraph">
                        <wp:posOffset>32385</wp:posOffset>
                      </wp:positionV>
                      <wp:extent cx="182880" cy="180975"/>
                      <wp:effectExtent l="5715" t="5080" r="11430" b="1397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1809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93.8pt;margin-top:2.55pt;width:14.4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8"/>
                <w:szCs w:val="8"/>
                <w:lang w:val="de-AT" w:eastAsia="de-A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1191260</wp:posOffset>
                      </wp:positionH>
                      <wp:positionV relativeFrom="paragraph">
                        <wp:posOffset>32385</wp:posOffset>
                      </wp:positionV>
                      <wp:extent cx="182880" cy="182880"/>
                      <wp:effectExtent l="5715" t="5080" r="11430" b="12065"/>
                      <wp:wrapNone/>
                      <wp:docPr id="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2880" cy="1828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32" style="position:absolute;margin-left:93.8pt;margin-top:2.55pt;width:14.4pt;height:14.4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"/>
                  </w:pict>
                </mc:Fallback>
              </mc:AlternateContent>
            </w:r>
          </w:p>
          <w:p w:rsidR="00CF25EE" w:rsidRDefault="00CF25EE" w:rsidP="004608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Lab.:</w:t>
            </w:r>
          </w:p>
          <w:p w:rsidR="00CC0694" w:rsidRDefault="00CF25EE" w:rsidP="004608C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MSRT</w:t>
            </w:r>
          </w:p>
        </w:tc>
        <w:tc>
          <w:tcPr>
            <w:tcW w:w="2392" w:type="dxa"/>
            <w:tcBorders>
              <w:top w:val="single" w:sz="12" w:space="0" w:color="auto"/>
              <w:right w:val="single" w:sz="12" w:space="0" w:color="auto"/>
            </w:tcBorders>
          </w:tcPr>
          <w:p w:rsidR="00CC0694" w:rsidRDefault="00CC0694" w:rsidP="004608C0">
            <w:pPr>
              <w:rPr>
                <w:sz w:val="8"/>
                <w:szCs w:val="8"/>
              </w:rPr>
            </w:pPr>
          </w:p>
          <w:p w:rsidR="00CC0694" w:rsidRDefault="00CC0694" w:rsidP="004608C0">
            <w:pPr>
              <w:rPr>
                <w:sz w:val="20"/>
                <w:szCs w:val="20"/>
              </w:rPr>
            </w:pPr>
          </w:p>
        </w:tc>
      </w:tr>
      <w:tr w:rsidR="00CC0694">
        <w:tc>
          <w:tcPr>
            <w:tcW w:w="2338" w:type="dxa"/>
            <w:tcBorders>
              <w:left w:val="single" w:sz="12" w:space="0" w:color="auto"/>
            </w:tcBorders>
          </w:tcPr>
          <w:p w:rsidR="00CC0694" w:rsidRDefault="00CC0694" w:rsidP="004608C0">
            <w:pPr>
              <w:rPr>
                <w:sz w:val="8"/>
                <w:szCs w:val="8"/>
              </w:rPr>
            </w:pPr>
          </w:p>
          <w:p w:rsidR="00CC0694" w:rsidRPr="00034E6D" w:rsidRDefault="00CC0694" w:rsidP="004608C0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Klasse: </w:t>
            </w:r>
            <w:r w:rsidR="00CF25EE">
              <w:rPr>
                <w:b/>
                <w:bCs/>
                <w:sz w:val="20"/>
                <w:szCs w:val="20"/>
              </w:rPr>
              <w:t xml:space="preserve"> </w:t>
            </w:r>
            <w:r w:rsidR="00CF25EE" w:rsidRPr="00034E6D">
              <w:rPr>
                <w:bCs/>
                <w:sz w:val="20"/>
                <w:szCs w:val="20"/>
              </w:rPr>
              <w:t>3AFID</w:t>
            </w:r>
          </w:p>
          <w:p w:rsidR="00CC0694" w:rsidRDefault="00CC0694" w:rsidP="004608C0">
            <w:pPr>
              <w:rPr>
                <w:sz w:val="20"/>
                <w:szCs w:val="20"/>
              </w:rPr>
            </w:pPr>
          </w:p>
          <w:p w:rsidR="00CC0694" w:rsidRDefault="00CC0694" w:rsidP="004608C0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CC0694" w:rsidRDefault="00CC0694" w:rsidP="004608C0">
            <w:pPr>
              <w:rPr>
                <w:sz w:val="8"/>
                <w:szCs w:val="8"/>
              </w:rPr>
            </w:pPr>
          </w:p>
          <w:p w:rsidR="00CC0694" w:rsidRDefault="00CC0694" w:rsidP="00D45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Name:</w:t>
            </w:r>
            <w:r w:rsidR="00CF25EE">
              <w:rPr>
                <w:b/>
                <w:bCs/>
                <w:sz w:val="20"/>
                <w:szCs w:val="20"/>
              </w:rPr>
              <w:t xml:space="preserve">  </w:t>
            </w:r>
            <w:r w:rsidR="00B21AC6" w:rsidRPr="00034E6D">
              <w:rPr>
                <w:bCs/>
                <w:sz w:val="20"/>
                <w:szCs w:val="20"/>
              </w:rPr>
              <w:t>Manuel Adam</w:t>
            </w:r>
          </w:p>
        </w:tc>
        <w:tc>
          <w:tcPr>
            <w:tcW w:w="3828" w:type="dxa"/>
            <w:gridSpan w:val="2"/>
            <w:tcBorders>
              <w:right w:val="single" w:sz="12" w:space="0" w:color="auto"/>
            </w:tcBorders>
          </w:tcPr>
          <w:p w:rsidR="00CC0694" w:rsidRDefault="00CC0694" w:rsidP="004608C0">
            <w:pPr>
              <w:rPr>
                <w:sz w:val="8"/>
                <w:szCs w:val="8"/>
              </w:rPr>
            </w:pPr>
          </w:p>
          <w:p w:rsidR="00CC0694" w:rsidRDefault="00CC0694" w:rsidP="004608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Lehrer:</w:t>
            </w:r>
            <w:r w:rsidR="00CF25EE">
              <w:rPr>
                <w:b/>
                <w:bCs/>
                <w:sz w:val="20"/>
                <w:szCs w:val="20"/>
              </w:rPr>
              <w:t xml:space="preserve"> </w:t>
            </w:r>
            <w:r w:rsidR="00CF25EE" w:rsidRPr="00034E6D">
              <w:rPr>
                <w:bCs/>
                <w:sz w:val="20"/>
                <w:szCs w:val="20"/>
              </w:rPr>
              <w:t xml:space="preserve"> HAMMERL</w:t>
            </w:r>
          </w:p>
        </w:tc>
      </w:tr>
      <w:tr w:rsidR="00CC0694">
        <w:tc>
          <w:tcPr>
            <w:tcW w:w="2338" w:type="dxa"/>
            <w:tcBorders>
              <w:left w:val="single" w:sz="12" w:space="0" w:color="auto"/>
            </w:tcBorders>
          </w:tcPr>
          <w:p w:rsidR="00CC0694" w:rsidRDefault="00CC0694" w:rsidP="004608C0">
            <w:pPr>
              <w:rPr>
                <w:sz w:val="8"/>
                <w:szCs w:val="8"/>
              </w:rPr>
            </w:pPr>
          </w:p>
          <w:p w:rsidR="00CC0694" w:rsidRDefault="00CC0694" w:rsidP="003D6FB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Übung Nr.:</w:t>
            </w:r>
            <w:r w:rsidR="00CF25EE">
              <w:rPr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r w:rsidR="00CF25EE" w:rsidRPr="00BF2BCD">
              <w:rPr>
                <w:bCs/>
                <w:sz w:val="20"/>
                <w:szCs w:val="20"/>
              </w:rPr>
              <w:t xml:space="preserve"> 0</w:t>
            </w:r>
            <w:r w:rsidR="00BF2BCD" w:rsidRPr="00BF2BCD">
              <w:rPr>
                <w:bCs/>
                <w:sz w:val="20"/>
                <w:szCs w:val="20"/>
              </w:rPr>
              <w:t>3</w:t>
            </w:r>
            <w:bookmarkEnd w:id="0"/>
          </w:p>
        </w:tc>
        <w:tc>
          <w:tcPr>
            <w:tcW w:w="3402" w:type="dxa"/>
            <w:gridSpan w:val="2"/>
          </w:tcPr>
          <w:p w:rsidR="00CC0694" w:rsidRDefault="00CC0694" w:rsidP="004608C0">
            <w:pPr>
              <w:rPr>
                <w:sz w:val="8"/>
                <w:szCs w:val="8"/>
              </w:rPr>
            </w:pPr>
          </w:p>
          <w:p w:rsidR="007A406E" w:rsidRDefault="00CC0694" w:rsidP="004608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Mitarbeiter:</w:t>
            </w:r>
          </w:p>
        </w:tc>
        <w:tc>
          <w:tcPr>
            <w:tcW w:w="3828" w:type="dxa"/>
            <w:gridSpan w:val="2"/>
            <w:tcBorders>
              <w:right w:val="single" w:sz="12" w:space="0" w:color="auto"/>
            </w:tcBorders>
          </w:tcPr>
          <w:p w:rsidR="00CC0694" w:rsidRDefault="00CC0694" w:rsidP="004608C0">
            <w:pPr>
              <w:rPr>
                <w:sz w:val="8"/>
                <w:szCs w:val="8"/>
              </w:rPr>
            </w:pPr>
          </w:p>
          <w:p w:rsidR="00CC0694" w:rsidRDefault="00CC0694" w:rsidP="004608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Übung am</w:t>
            </w:r>
            <w:r w:rsidR="00CF25EE">
              <w:rPr>
                <w:b/>
                <w:bCs/>
                <w:sz w:val="20"/>
                <w:szCs w:val="20"/>
              </w:rPr>
              <w:t xml:space="preserve">: </w:t>
            </w:r>
            <w:r w:rsidR="003D6FBE">
              <w:rPr>
                <w:b/>
                <w:bCs/>
                <w:sz w:val="20"/>
                <w:szCs w:val="20"/>
              </w:rPr>
              <w:t>16</w:t>
            </w:r>
            <w:r w:rsidR="004608C0">
              <w:rPr>
                <w:b/>
                <w:bCs/>
                <w:sz w:val="20"/>
                <w:szCs w:val="20"/>
              </w:rPr>
              <w:t>.10</w:t>
            </w:r>
            <w:r w:rsidR="00CF25EE">
              <w:rPr>
                <w:b/>
                <w:bCs/>
                <w:sz w:val="20"/>
                <w:szCs w:val="20"/>
              </w:rPr>
              <w:t>.2013</w:t>
            </w:r>
          </w:p>
          <w:p w:rsidR="00CC0694" w:rsidRDefault="00CC0694" w:rsidP="004608C0">
            <w:pPr>
              <w:rPr>
                <w:sz w:val="20"/>
                <w:szCs w:val="20"/>
              </w:rPr>
            </w:pPr>
          </w:p>
          <w:p w:rsidR="00CC0694" w:rsidRDefault="00CC0694" w:rsidP="004608C0">
            <w:pPr>
              <w:rPr>
                <w:sz w:val="20"/>
                <w:szCs w:val="20"/>
              </w:rPr>
            </w:pPr>
          </w:p>
          <w:p w:rsidR="00CC0694" w:rsidRDefault="00CC0694" w:rsidP="004608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Abgabe am:</w:t>
            </w:r>
            <w:r w:rsidR="007A406E">
              <w:rPr>
                <w:b/>
                <w:bCs/>
                <w:sz w:val="20"/>
                <w:szCs w:val="20"/>
              </w:rPr>
              <w:t xml:space="preserve"> </w:t>
            </w:r>
          </w:p>
          <w:p w:rsidR="00CC0694" w:rsidRDefault="00CC0694" w:rsidP="004608C0">
            <w:pPr>
              <w:rPr>
                <w:sz w:val="20"/>
                <w:szCs w:val="20"/>
              </w:rPr>
            </w:pPr>
          </w:p>
        </w:tc>
      </w:tr>
      <w:tr w:rsidR="00CC0694">
        <w:tc>
          <w:tcPr>
            <w:tcW w:w="9568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0694" w:rsidRDefault="00CC0694" w:rsidP="004608C0">
            <w:pPr>
              <w:rPr>
                <w:sz w:val="8"/>
                <w:szCs w:val="8"/>
              </w:rPr>
            </w:pPr>
          </w:p>
          <w:p w:rsidR="00CC0694" w:rsidRDefault="00CC0694" w:rsidP="004608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Thema:</w:t>
            </w:r>
            <w:r w:rsidR="001071EA">
              <w:rPr>
                <w:b/>
                <w:bCs/>
                <w:sz w:val="20"/>
                <w:szCs w:val="20"/>
              </w:rPr>
              <w:t xml:space="preserve"> Kurzbeschreibung in Stichworte</w:t>
            </w:r>
            <w:r w:rsidR="00CF25EE">
              <w:rPr>
                <w:b/>
                <w:bCs/>
                <w:sz w:val="20"/>
                <w:szCs w:val="20"/>
              </w:rPr>
              <w:t>n</w:t>
            </w:r>
            <w:r w:rsidR="001071EA">
              <w:rPr>
                <w:b/>
                <w:bCs/>
                <w:sz w:val="20"/>
                <w:szCs w:val="20"/>
              </w:rPr>
              <w:t>:</w:t>
            </w:r>
          </w:p>
          <w:p w:rsidR="00CC0694" w:rsidRDefault="00CC0694" w:rsidP="004608C0">
            <w:pPr>
              <w:rPr>
                <w:sz w:val="20"/>
                <w:szCs w:val="20"/>
              </w:rPr>
            </w:pPr>
          </w:p>
          <w:p w:rsidR="00CF25EE" w:rsidRDefault="00B21AC6" w:rsidP="004608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USB Master</w:t>
            </w:r>
          </w:p>
          <w:p w:rsidR="00395071" w:rsidRDefault="00395071" w:rsidP="004608C0">
            <w:pPr>
              <w:rPr>
                <w:sz w:val="20"/>
                <w:szCs w:val="20"/>
              </w:rPr>
            </w:pPr>
          </w:p>
          <w:p w:rsidR="00395071" w:rsidRDefault="00395071" w:rsidP="004608C0">
            <w:pPr>
              <w:rPr>
                <w:sz w:val="20"/>
                <w:szCs w:val="20"/>
              </w:rPr>
            </w:pPr>
          </w:p>
          <w:p w:rsidR="00395071" w:rsidRDefault="00395071" w:rsidP="004608C0">
            <w:pPr>
              <w:rPr>
                <w:sz w:val="20"/>
                <w:szCs w:val="20"/>
              </w:rPr>
            </w:pPr>
          </w:p>
          <w:p w:rsidR="00CC0694" w:rsidRDefault="00CC0694" w:rsidP="004608C0">
            <w:pPr>
              <w:rPr>
                <w:sz w:val="20"/>
                <w:szCs w:val="20"/>
              </w:rPr>
            </w:pPr>
          </w:p>
        </w:tc>
      </w:tr>
    </w:tbl>
    <w:p w:rsidR="00CC0694" w:rsidRDefault="00CC0694" w:rsidP="004608C0"/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079"/>
        <w:gridCol w:w="2079"/>
        <w:gridCol w:w="2079"/>
      </w:tblGrid>
      <w:tr w:rsidR="00CC0694" w:rsidTr="00395071">
        <w:trPr>
          <w:gridAfter w:val="3"/>
          <w:wAfter w:w="6237" w:type="dxa"/>
        </w:trPr>
        <w:tc>
          <w:tcPr>
            <w:tcW w:w="33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0694" w:rsidRDefault="00CC0694" w:rsidP="004608C0">
            <w:pPr>
              <w:jc w:val="center"/>
              <w:rPr>
                <w:sz w:val="8"/>
                <w:szCs w:val="8"/>
              </w:rPr>
            </w:pPr>
          </w:p>
        </w:tc>
      </w:tr>
      <w:tr w:rsidR="00CC0694" w:rsidTr="00395071">
        <w:tc>
          <w:tcPr>
            <w:tcW w:w="33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C0694" w:rsidRDefault="00CC0694" w:rsidP="004608C0">
            <w:pPr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0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C0694" w:rsidRDefault="00CC0694" w:rsidP="004608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C0694" w:rsidRDefault="00CC0694" w:rsidP="004608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C0694" w:rsidRDefault="00CC0694" w:rsidP="004608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C0694" w:rsidTr="00395071">
        <w:tc>
          <w:tcPr>
            <w:tcW w:w="333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0694" w:rsidRDefault="00CC0694" w:rsidP="004608C0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694" w:rsidRDefault="00CC0694" w:rsidP="004608C0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694" w:rsidRDefault="00CC0694" w:rsidP="004608C0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0694" w:rsidRDefault="00CC0694" w:rsidP="004608C0">
            <w:pPr>
              <w:rPr>
                <w:sz w:val="20"/>
                <w:szCs w:val="20"/>
              </w:rPr>
            </w:pPr>
          </w:p>
        </w:tc>
      </w:tr>
      <w:tr w:rsidR="00CC0694" w:rsidTr="00395071">
        <w:tc>
          <w:tcPr>
            <w:tcW w:w="33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0694" w:rsidRDefault="00CC0694" w:rsidP="004608C0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694" w:rsidRDefault="00CC0694" w:rsidP="004608C0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694" w:rsidRDefault="00CC0694" w:rsidP="004608C0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0694" w:rsidRDefault="00CC0694" w:rsidP="004608C0">
            <w:pPr>
              <w:rPr>
                <w:sz w:val="20"/>
                <w:szCs w:val="20"/>
              </w:rPr>
            </w:pPr>
          </w:p>
        </w:tc>
      </w:tr>
      <w:tr w:rsidR="00CC0694" w:rsidTr="00395071">
        <w:tc>
          <w:tcPr>
            <w:tcW w:w="333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C0694" w:rsidRDefault="00CC0694" w:rsidP="004608C0">
            <w:pPr>
              <w:rPr>
                <w:sz w:val="20"/>
                <w:szCs w:val="20"/>
              </w:rPr>
            </w:pPr>
          </w:p>
          <w:p w:rsidR="00CC0694" w:rsidRDefault="00CC0694" w:rsidP="004608C0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C0694" w:rsidRDefault="00CC0694" w:rsidP="004608C0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C0694" w:rsidRDefault="00CC0694" w:rsidP="004608C0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C0694" w:rsidRDefault="00CC0694" w:rsidP="004608C0">
            <w:pPr>
              <w:rPr>
                <w:sz w:val="20"/>
                <w:szCs w:val="20"/>
              </w:rPr>
            </w:pPr>
          </w:p>
        </w:tc>
      </w:tr>
    </w:tbl>
    <w:p w:rsidR="00CC0694" w:rsidRDefault="00CC0694" w:rsidP="004608C0">
      <w:pPr>
        <w:rPr>
          <w:sz w:val="8"/>
          <w:szCs w:val="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237"/>
      </w:tblGrid>
      <w:tr w:rsidR="00CC0694">
        <w:tc>
          <w:tcPr>
            <w:tcW w:w="3331" w:type="dxa"/>
            <w:tcBorders>
              <w:top w:val="single" w:sz="12" w:space="0" w:color="auto"/>
              <w:bottom w:val="single" w:sz="12" w:space="0" w:color="auto"/>
            </w:tcBorders>
          </w:tcPr>
          <w:p w:rsidR="00CC0694" w:rsidRDefault="00CC0694" w:rsidP="004608C0">
            <w:pPr>
              <w:rPr>
                <w:sz w:val="8"/>
                <w:szCs w:val="8"/>
              </w:rPr>
            </w:pPr>
          </w:p>
          <w:p w:rsidR="00395071" w:rsidRDefault="00395071" w:rsidP="004608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Abgegeben am:</w:t>
            </w:r>
            <w:r w:rsidR="007A406E">
              <w:rPr>
                <w:b/>
                <w:bCs/>
                <w:sz w:val="20"/>
                <w:szCs w:val="20"/>
              </w:rPr>
              <w:t xml:space="preserve"> 16.10.2013</w:t>
            </w:r>
          </w:p>
          <w:p w:rsidR="00395071" w:rsidRDefault="00395071" w:rsidP="004608C0">
            <w:pPr>
              <w:rPr>
                <w:b/>
                <w:bCs/>
                <w:sz w:val="20"/>
                <w:szCs w:val="20"/>
              </w:rPr>
            </w:pPr>
          </w:p>
          <w:p w:rsidR="00395071" w:rsidRDefault="00395071" w:rsidP="004608C0">
            <w:pPr>
              <w:rPr>
                <w:b/>
                <w:bCs/>
                <w:sz w:val="20"/>
                <w:szCs w:val="20"/>
              </w:rPr>
            </w:pPr>
          </w:p>
          <w:p w:rsidR="00CC0694" w:rsidRDefault="00CC0694" w:rsidP="004608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Geprüft am:</w:t>
            </w:r>
          </w:p>
          <w:p w:rsidR="00CC0694" w:rsidRDefault="00CC0694" w:rsidP="004608C0">
            <w:pPr>
              <w:rPr>
                <w:sz w:val="20"/>
                <w:szCs w:val="20"/>
              </w:rPr>
            </w:pPr>
          </w:p>
          <w:p w:rsidR="00CC0694" w:rsidRDefault="00CC0694" w:rsidP="004608C0">
            <w:pPr>
              <w:rPr>
                <w:sz w:val="20"/>
                <w:szCs w:val="20"/>
              </w:rPr>
            </w:pPr>
          </w:p>
          <w:p w:rsidR="00CC0694" w:rsidRDefault="00CC0694" w:rsidP="004608C0">
            <w:pPr>
              <w:rPr>
                <w:sz w:val="20"/>
                <w:szCs w:val="20"/>
              </w:rPr>
            </w:pPr>
          </w:p>
          <w:p w:rsidR="00CC0694" w:rsidRDefault="00CC0694" w:rsidP="004608C0">
            <w:pPr>
              <w:rPr>
                <w:sz w:val="20"/>
                <w:szCs w:val="20"/>
              </w:rPr>
            </w:pPr>
          </w:p>
          <w:p w:rsidR="00CC0694" w:rsidRDefault="00CC0694" w:rsidP="004608C0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12" w:space="0" w:color="auto"/>
              <w:bottom w:val="single" w:sz="12" w:space="0" w:color="auto"/>
            </w:tcBorders>
          </w:tcPr>
          <w:p w:rsidR="00CC0694" w:rsidRDefault="00CC0694" w:rsidP="004608C0">
            <w:pPr>
              <w:rPr>
                <w:sz w:val="8"/>
                <w:szCs w:val="8"/>
              </w:rPr>
            </w:pPr>
          </w:p>
          <w:p w:rsidR="00B21AC6" w:rsidRDefault="00CC0694" w:rsidP="004608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Anmerkung:</w:t>
            </w:r>
          </w:p>
        </w:tc>
      </w:tr>
    </w:tbl>
    <w:p w:rsidR="00CC0694" w:rsidRDefault="00CC0694" w:rsidP="004608C0">
      <w:pPr>
        <w:rPr>
          <w:sz w:val="8"/>
          <w:szCs w:val="8"/>
        </w:rPr>
      </w:pPr>
    </w:p>
    <w:tbl>
      <w:tblPr>
        <w:tblW w:w="0" w:type="auto"/>
        <w:tblInd w:w="33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</w:tblGrid>
      <w:tr w:rsidR="00CC0694">
        <w:tc>
          <w:tcPr>
            <w:tcW w:w="6237" w:type="dxa"/>
            <w:tcBorders>
              <w:top w:val="single" w:sz="12" w:space="0" w:color="auto"/>
              <w:bottom w:val="single" w:sz="12" w:space="0" w:color="auto"/>
            </w:tcBorders>
          </w:tcPr>
          <w:p w:rsidR="00CC0694" w:rsidRDefault="00CC0694" w:rsidP="004608C0">
            <w:pPr>
              <w:rPr>
                <w:sz w:val="8"/>
                <w:szCs w:val="8"/>
              </w:rPr>
            </w:pPr>
          </w:p>
          <w:p w:rsidR="00CC0694" w:rsidRDefault="001071EA" w:rsidP="004608C0">
            <w:r>
              <w:t>Unterschrift:</w:t>
            </w:r>
          </w:p>
        </w:tc>
      </w:tr>
    </w:tbl>
    <w:p w:rsidR="00CC0694" w:rsidRDefault="00CC0694" w:rsidP="004608C0"/>
    <w:p w:rsidR="00BD0EDB" w:rsidRDefault="00BD0EDB" w:rsidP="004608C0"/>
    <w:p w:rsidR="00BD0EDB" w:rsidRDefault="00BD0EDB" w:rsidP="004608C0"/>
    <w:p w:rsidR="00BD0EDB" w:rsidRDefault="00BD0EDB" w:rsidP="004608C0"/>
    <w:p w:rsidR="00BD0EDB" w:rsidRDefault="00BD0EDB" w:rsidP="004608C0"/>
    <w:p w:rsidR="00B21AC6" w:rsidRDefault="00B21AC6">
      <w:pPr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br w:type="page"/>
      </w:r>
    </w:p>
    <w:p w:rsidR="003D6FBE" w:rsidRDefault="001806A6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Programm 1)</w:t>
      </w:r>
    </w:p>
    <w:p w:rsidR="00B21AC6" w:rsidRDefault="00B21AC6" w:rsidP="004608C0">
      <w:pPr>
        <w:spacing w:line="276" w:lineRule="auto"/>
        <w:rPr>
          <w:rFonts w:asciiTheme="minorHAnsi" w:hAnsiTheme="minorHAnsi" w:cstheme="minorHAnsi"/>
        </w:rPr>
      </w:pPr>
    </w:p>
    <w:p w:rsidR="00B21AC6" w:rsidRDefault="00B21AC6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Start: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toggle</w:t>
      </w:r>
      <w:proofErr w:type="spellEnd"/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0</w:t>
      </w:r>
      <w:r>
        <w:rPr>
          <w:rFonts w:asciiTheme="minorHAnsi" w:hAnsiTheme="minorHAnsi" w:cstheme="minorHAnsi"/>
        </w:rPr>
        <w:tab/>
        <w:t>; umschalten des Pins 0</w:t>
      </w:r>
    </w:p>
    <w:p w:rsidR="00B21AC6" w:rsidRDefault="00B21AC6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Pause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60000</w:t>
      </w:r>
      <w:r>
        <w:rPr>
          <w:rFonts w:asciiTheme="minorHAnsi" w:hAnsiTheme="minorHAnsi" w:cstheme="minorHAnsi"/>
        </w:rPr>
        <w:tab/>
        <w:t xml:space="preserve">; warte </w:t>
      </w:r>
      <w:proofErr w:type="spellStart"/>
      <w:r>
        <w:rPr>
          <w:rFonts w:asciiTheme="minorHAnsi" w:hAnsiTheme="minorHAnsi" w:cstheme="minorHAnsi"/>
        </w:rPr>
        <w:t>ca</w:t>
      </w:r>
      <w:proofErr w:type="spellEnd"/>
      <w:r>
        <w:rPr>
          <w:rFonts w:asciiTheme="minorHAnsi" w:hAnsiTheme="minorHAnsi" w:cstheme="minorHAnsi"/>
        </w:rPr>
        <w:t xml:space="preserve"> 0,2 Sekunden</w:t>
      </w:r>
    </w:p>
    <w:p w:rsidR="00B21AC6" w:rsidRDefault="00B21AC6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Jmp</w:t>
      </w:r>
      <w:proofErr w:type="spellEnd"/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Start</w:t>
      </w:r>
      <w:r>
        <w:rPr>
          <w:rFonts w:asciiTheme="minorHAnsi" w:hAnsiTheme="minorHAnsi" w:cstheme="minorHAnsi"/>
        </w:rPr>
        <w:tab/>
        <w:t>; wiederhole das Programm</w:t>
      </w:r>
    </w:p>
    <w:p w:rsidR="00B21AC6" w:rsidRDefault="00B21AC6" w:rsidP="004608C0">
      <w:pPr>
        <w:spacing w:line="276" w:lineRule="auto"/>
        <w:rPr>
          <w:rFonts w:asciiTheme="minorHAnsi" w:hAnsiTheme="minorHAnsi" w:cstheme="minorHAnsi"/>
        </w:rPr>
      </w:pPr>
    </w:p>
    <w:p w:rsidR="00B21AC6" w:rsidRDefault="00B21AC6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End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;</w:t>
      </w: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simu</w:t>
      </w:r>
      <w:proofErr w:type="spellEnd"/>
      <w:r>
        <w:rPr>
          <w:rFonts w:asciiTheme="minorHAnsi" w:hAnsiTheme="minorHAnsi" w:cstheme="minorHAnsi"/>
        </w:rPr>
        <w:t>-version: 1.21</w:t>
      </w:r>
    </w:p>
    <w:p w:rsidR="001806A6" w:rsidRDefault="001806A6" w:rsidP="004608C0">
      <w:pPr>
        <w:spacing w:line="276" w:lineRule="auto"/>
        <w:rPr>
          <w:rFonts w:asciiTheme="minorHAnsi" w:hAnsiTheme="minorHAnsi" w:cstheme="minorHAnsi"/>
        </w:rPr>
      </w:pPr>
    </w:p>
    <w:p w:rsidR="00F33D6F" w:rsidRDefault="00F33D6F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Der Pin 0 wird im 0,2 Sekunden Takt </w:t>
      </w:r>
      <w:proofErr w:type="spellStart"/>
      <w:r>
        <w:rPr>
          <w:rFonts w:asciiTheme="minorHAnsi" w:hAnsiTheme="minorHAnsi" w:cstheme="minorHAnsi"/>
        </w:rPr>
        <w:t>umgeschalten</w:t>
      </w:r>
      <w:proofErr w:type="spellEnd"/>
      <w:r>
        <w:rPr>
          <w:rFonts w:asciiTheme="minorHAnsi" w:hAnsiTheme="minorHAnsi" w:cstheme="minorHAnsi"/>
        </w:rPr>
        <w:t>.</w:t>
      </w:r>
    </w:p>
    <w:p w:rsidR="00F33D6F" w:rsidRDefault="00F33D6F" w:rsidP="004608C0">
      <w:pPr>
        <w:spacing w:line="276" w:lineRule="auto"/>
        <w:rPr>
          <w:rFonts w:asciiTheme="minorHAnsi" w:hAnsiTheme="minorHAnsi" w:cstheme="minorHAnsi"/>
        </w:rPr>
      </w:pPr>
    </w:p>
    <w:p w:rsidR="00F33D6F" w:rsidRDefault="00F33D6F" w:rsidP="004608C0">
      <w:pPr>
        <w:spacing w:line="276" w:lineRule="auto"/>
        <w:rPr>
          <w:rFonts w:asciiTheme="minorHAnsi" w:hAnsiTheme="minorHAnsi" w:cstheme="minorHAnsi"/>
        </w:rPr>
      </w:pPr>
    </w:p>
    <w:p w:rsidR="001806A6" w:rsidRDefault="001806A6" w:rsidP="004608C0">
      <w:pPr>
        <w:spacing w:line="276" w:lineRule="auto"/>
        <w:rPr>
          <w:rFonts w:asciiTheme="minorHAnsi" w:hAnsiTheme="minorHAnsi" w:cstheme="minorHAnsi"/>
        </w:rPr>
      </w:pPr>
    </w:p>
    <w:p w:rsidR="001806A6" w:rsidRDefault="001806A6" w:rsidP="004608C0">
      <w:pPr>
        <w:spacing w:line="276" w:lineRule="auto"/>
        <w:rPr>
          <w:rFonts w:asciiTheme="minorHAnsi" w:hAnsiTheme="minorHAnsi" w:cstheme="minorHAnsi"/>
        </w:rPr>
      </w:pPr>
    </w:p>
    <w:p w:rsidR="001806A6" w:rsidRDefault="001806A6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Programm 2)</w:t>
      </w:r>
    </w:p>
    <w:p w:rsidR="001806A6" w:rsidRDefault="001806A6" w:rsidP="004608C0">
      <w:pPr>
        <w:spacing w:line="276" w:lineRule="auto"/>
        <w:rPr>
          <w:rFonts w:asciiTheme="minorHAnsi" w:hAnsiTheme="minorHAnsi" w:cstheme="minorHAnsi"/>
        </w:rPr>
      </w:pPr>
    </w:p>
    <w:p w:rsidR="001806A6" w:rsidRDefault="001806A6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Start: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pin</w:t>
      </w:r>
      <w:proofErr w:type="spellEnd"/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1</w:t>
      </w:r>
      <w:r>
        <w:rPr>
          <w:rFonts w:asciiTheme="minorHAnsi" w:hAnsiTheme="minorHAnsi" w:cstheme="minorHAnsi"/>
        </w:rPr>
        <w:tab/>
        <w:t>; Abfrage des Schalters S1</w:t>
      </w:r>
    </w:p>
    <w:p w:rsidR="001806A6" w:rsidRDefault="001806A6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Jz</w:t>
      </w:r>
      <w:proofErr w:type="spellEnd"/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Aus</w:t>
      </w:r>
      <w:r>
        <w:rPr>
          <w:rFonts w:asciiTheme="minorHAnsi" w:hAnsiTheme="minorHAnsi" w:cstheme="minorHAnsi"/>
        </w:rPr>
        <w:tab/>
        <w:t xml:space="preserve">; Springe zu Aus, wenn das Zero </w:t>
      </w:r>
      <w:proofErr w:type="spellStart"/>
      <w:r>
        <w:rPr>
          <w:rFonts w:asciiTheme="minorHAnsi" w:hAnsiTheme="minorHAnsi" w:cstheme="minorHAnsi"/>
        </w:rPr>
        <w:t>Flag</w:t>
      </w:r>
      <w:proofErr w:type="spellEnd"/>
      <w:r>
        <w:rPr>
          <w:rFonts w:asciiTheme="minorHAnsi" w:hAnsiTheme="minorHAnsi" w:cstheme="minorHAnsi"/>
        </w:rPr>
        <w:t xml:space="preserve"> gesetzt ist (S1=off)</w:t>
      </w:r>
    </w:p>
    <w:p w:rsidR="001806A6" w:rsidRDefault="001806A6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High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7</w:t>
      </w:r>
      <w:r>
        <w:rPr>
          <w:rFonts w:asciiTheme="minorHAnsi" w:hAnsiTheme="minorHAnsi" w:cstheme="minorHAnsi"/>
        </w:rPr>
        <w:tab/>
        <w:t>; LED7 wird eingeschaltet</w:t>
      </w:r>
    </w:p>
    <w:p w:rsidR="001806A6" w:rsidRDefault="001806A6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Jmp</w:t>
      </w:r>
      <w:proofErr w:type="spellEnd"/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Start</w:t>
      </w:r>
      <w:r w:rsidR="00F33D6F">
        <w:rPr>
          <w:rFonts w:asciiTheme="minorHAnsi" w:hAnsiTheme="minorHAnsi" w:cstheme="minorHAnsi"/>
        </w:rPr>
        <w:tab/>
        <w:t>; wiederhole das Programm</w:t>
      </w:r>
    </w:p>
    <w:p w:rsidR="001806A6" w:rsidRDefault="001806A6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Aus: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low</w:t>
      </w:r>
      <w:proofErr w:type="spellEnd"/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7</w:t>
      </w:r>
      <w:r>
        <w:rPr>
          <w:rFonts w:asciiTheme="minorHAnsi" w:hAnsiTheme="minorHAnsi" w:cstheme="minorHAnsi"/>
        </w:rPr>
        <w:tab/>
        <w:t>; LED7 wird ausgeschaltet</w:t>
      </w:r>
    </w:p>
    <w:p w:rsidR="001806A6" w:rsidRDefault="001806A6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Jmp</w:t>
      </w:r>
      <w:proofErr w:type="spellEnd"/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Start</w:t>
      </w:r>
      <w:r>
        <w:rPr>
          <w:rFonts w:asciiTheme="minorHAnsi" w:hAnsiTheme="minorHAnsi" w:cstheme="minorHAnsi"/>
        </w:rPr>
        <w:tab/>
        <w:t>; wiederhole das Programm</w:t>
      </w:r>
    </w:p>
    <w:p w:rsidR="001806A6" w:rsidRDefault="001806A6" w:rsidP="004608C0">
      <w:pPr>
        <w:spacing w:line="276" w:lineRule="auto"/>
        <w:rPr>
          <w:rFonts w:asciiTheme="minorHAnsi" w:hAnsiTheme="minorHAnsi" w:cstheme="minorHAnsi"/>
        </w:rPr>
      </w:pPr>
    </w:p>
    <w:p w:rsidR="001806A6" w:rsidRDefault="001806A6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End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;</w:t>
      </w: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simu</w:t>
      </w:r>
      <w:proofErr w:type="spellEnd"/>
      <w:r>
        <w:rPr>
          <w:rFonts w:asciiTheme="minorHAnsi" w:hAnsiTheme="minorHAnsi" w:cstheme="minorHAnsi"/>
        </w:rPr>
        <w:t>-version: 1.21</w:t>
      </w:r>
    </w:p>
    <w:p w:rsidR="00EE7CBD" w:rsidRDefault="00EE7CBD" w:rsidP="004608C0">
      <w:pPr>
        <w:spacing w:line="276" w:lineRule="auto"/>
        <w:rPr>
          <w:rFonts w:asciiTheme="minorHAnsi" w:hAnsiTheme="minorHAnsi" w:cstheme="minorHAnsi"/>
        </w:rPr>
      </w:pPr>
    </w:p>
    <w:p w:rsidR="00EE7CBD" w:rsidRDefault="00F33D6F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LED7 passt sich dem S1 an.</w:t>
      </w:r>
    </w:p>
    <w:p w:rsidR="00F33D6F" w:rsidRDefault="00F33D6F" w:rsidP="004608C0">
      <w:pPr>
        <w:spacing w:line="276" w:lineRule="auto"/>
        <w:rPr>
          <w:rFonts w:asciiTheme="minorHAnsi" w:hAnsiTheme="minorHAnsi" w:cstheme="minorHAnsi"/>
        </w:rPr>
      </w:pPr>
    </w:p>
    <w:p w:rsidR="00F33D6F" w:rsidRDefault="00F33D6F" w:rsidP="004608C0">
      <w:pPr>
        <w:spacing w:line="276" w:lineRule="auto"/>
        <w:rPr>
          <w:rFonts w:asciiTheme="minorHAnsi" w:hAnsiTheme="minorHAnsi" w:cstheme="minorHAnsi"/>
        </w:rPr>
      </w:pPr>
    </w:p>
    <w:p w:rsidR="00F33D6F" w:rsidRDefault="00F33D6F" w:rsidP="004608C0">
      <w:pPr>
        <w:spacing w:line="276" w:lineRule="auto"/>
        <w:rPr>
          <w:rFonts w:asciiTheme="minorHAnsi" w:hAnsiTheme="minorHAnsi" w:cstheme="minorHAnsi"/>
        </w:rPr>
      </w:pPr>
    </w:p>
    <w:p w:rsidR="00F33D6F" w:rsidRDefault="00F33D6F" w:rsidP="004608C0">
      <w:pPr>
        <w:spacing w:line="276" w:lineRule="auto"/>
        <w:rPr>
          <w:rFonts w:asciiTheme="minorHAnsi" w:hAnsiTheme="minorHAnsi" w:cstheme="minorHAnsi"/>
        </w:rPr>
      </w:pPr>
    </w:p>
    <w:p w:rsidR="00EE7CBD" w:rsidRDefault="00EE7CBD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Programm 3)</w:t>
      </w:r>
    </w:p>
    <w:p w:rsidR="00EE7CBD" w:rsidRDefault="00EE7CBD" w:rsidP="004608C0">
      <w:pPr>
        <w:spacing w:line="276" w:lineRule="auto"/>
        <w:rPr>
          <w:rFonts w:asciiTheme="minorHAnsi" w:hAnsiTheme="minorHAnsi" w:cstheme="minorHAnsi"/>
        </w:rPr>
      </w:pPr>
    </w:p>
    <w:p w:rsidR="00EE7CBD" w:rsidRDefault="00EE7CBD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Start: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pin</w:t>
      </w:r>
      <w:proofErr w:type="spellEnd"/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1</w:t>
      </w:r>
      <w:r>
        <w:rPr>
          <w:rFonts w:asciiTheme="minorHAnsi" w:hAnsiTheme="minorHAnsi" w:cstheme="minorHAnsi"/>
        </w:rPr>
        <w:tab/>
        <w:t>; Abfrage des Schalters S1</w:t>
      </w:r>
    </w:p>
    <w:p w:rsidR="00EE7CBD" w:rsidRDefault="00EE7CBD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Jz</w:t>
      </w:r>
      <w:proofErr w:type="spellEnd"/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Aus</w:t>
      </w:r>
      <w:r>
        <w:rPr>
          <w:rFonts w:asciiTheme="minorHAnsi" w:hAnsiTheme="minorHAnsi" w:cstheme="minorHAnsi"/>
        </w:rPr>
        <w:tab/>
        <w:t xml:space="preserve">; Springe zu Aus, wenn das Zero </w:t>
      </w:r>
      <w:proofErr w:type="spellStart"/>
      <w:r>
        <w:rPr>
          <w:rFonts w:asciiTheme="minorHAnsi" w:hAnsiTheme="minorHAnsi" w:cstheme="minorHAnsi"/>
        </w:rPr>
        <w:t>Flag</w:t>
      </w:r>
      <w:proofErr w:type="spellEnd"/>
      <w:r>
        <w:rPr>
          <w:rFonts w:asciiTheme="minorHAnsi" w:hAnsiTheme="minorHAnsi" w:cstheme="minorHAnsi"/>
        </w:rPr>
        <w:t xml:space="preserve"> gesetzt ist</w:t>
      </w:r>
    </w:p>
    <w:p w:rsidR="00EE7CBD" w:rsidRDefault="00EE7CBD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Low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7</w:t>
      </w:r>
      <w:r>
        <w:rPr>
          <w:rFonts w:asciiTheme="minorHAnsi" w:hAnsiTheme="minorHAnsi" w:cstheme="minorHAnsi"/>
        </w:rPr>
        <w:tab/>
        <w:t>; LED7 wird ausgeschaltet</w:t>
      </w:r>
    </w:p>
    <w:p w:rsidR="00EE7CBD" w:rsidRDefault="00EE7CBD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Jmp</w:t>
      </w:r>
      <w:proofErr w:type="spellEnd"/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Start</w:t>
      </w:r>
      <w:r>
        <w:rPr>
          <w:rFonts w:asciiTheme="minorHAnsi" w:hAnsiTheme="minorHAnsi" w:cstheme="minorHAnsi"/>
        </w:rPr>
        <w:tab/>
      </w:r>
      <w:r w:rsidR="00F33D6F">
        <w:rPr>
          <w:rFonts w:asciiTheme="minorHAnsi" w:hAnsiTheme="minorHAnsi" w:cstheme="minorHAnsi"/>
        </w:rPr>
        <w:t>; wiederhole das Programm</w:t>
      </w:r>
    </w:p>
    <w:p w:rsidR="00EE7CBD" w:rsidRDefault="00F33D6F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Aus: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high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7</w:t>
      </w:r>
      <w:r>
        <w:rPr>
          <w:rFonts w:asciiTheme="minorHAnsi" w:hAnsiTheme="minorHAnsi" w:cstheme="minorHAnsi"/>
        </w:rPr>
        <w:tab/>
        <w:t>; LED7 wird eingeschaltet</w:t>
      </w:r>
    </w:p>
    <w:p w:rsidR="00F33D6F" w:rsidRDefault="00F33D6F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Jmp</w:t>
      </w:r>
      <w:proofErr w:type="spellEnd"/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Start</w:t>
      </w:r>
      <w:r>
        <w:rPr>
          <w:rFonts w:asciiTheme="minorHAnsi" w:hAnsiTheme="minorHAnsi" w:cstheme="minorHAnsi"/>
        </w:rPr>
        <w:tab/>
        <w:t>; wiederhole das Programm</w:t>
      </w:r>
    </w:p>
    <w:p w:rsidR="00F33D6F" w:rsidRDefault="00F33D6F" w:rsidP="004608C0">
      <w:pPr>
        <w:spacing w:line="276" w:lineRule="auto"/>
        <w:rPr>
          <w:rFonts w:asciiTheme="minorHAnsi" w:hAnsiTheme="minorHAnsi" w:cstheme="minorHAnsi"/>
        </w:rPr>
      </w:pPr>
    </w:p>
    <w:p w:rsidR="00F33D6F" w:rsidRDefault="00F33D6F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End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;</w:t>
      </w: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simu</w:t>
      </w:r>
      <w:proofErr w:type="spellEnd"/>
      <w:r>
        <w:rPr>
          <w:rFonts w:asciiTheme="minorHAnsi" w:hAnsiTheme="minorHAnsi" w:cstheme="minorHAnsi"/>
        </w:rPr>
        <w:t>-version: 1.21</w:t>
      </w:r>
    </w:p>
    <w:p w:rsidR="00F33D6F" w:rsidRDefault="00F33D6F" w:rsidP="004608C0">
      <w:pPr>
        <w:spacing w:line="276" w:lineRule="auto"/>
        <w:rPr>
          <w:rFonts w:asciiTheme="minorHAnsi" w:hAnsiTheme="minorHAnsi" w:cstheme="minorHAnsi"/>
        </w:rPr>
      </w:pPr>
    </w:p>
    <w:p w:rsidR="00F33D6F" w:rsidRPr="00B21AC6" w:rsidRDefault="00F33D6F" w:rsidP="004608C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LED7 ist immer das Gegenteil von S1.</w:t>
      </w:r>
    </w:p>
    <w:sectPr w:rsidR="00F33D6F" w:rsidRPr="00B21AC6" w:rsidSect="00E84C38">
      <w:type w:val="continuous"/>
      <w:pgSz w:w="11916" w:h="16800"/>
      <w:pgMar w:top="851" w:right="1452" w:bottom="142" w:left="1440" w:header="144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BT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05570"/>
    <w:multiLevelType w:val="hybridMultilevel"/>
    <w:tmpl w:val="60E6C460"/>
    <w:lvl w:ilvl="0" w:tplc="C0948CFE">
      <w:start w:val="20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7A4BEC"/>
    <w:multiLevelType w:val="hybridMultilevel"/>
    <w:tmpl w:val="48BE2FE4"/>
    <w:lvl w:ilvl="0" w:tplc="41FE26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EDB"/>
    <w:rsid w:val="00034E6D"/>
    <w:rsid w:val="00077786"/>
    <w:rsid w:val="000C5B6B"/>
    <w:rsid w:val="00101739"/>
    <w:rsid w:val="001071EA"/>
    <w:rsid w:val="001806A6"/>
    <w:rsid w:val="001F2949"/>
    <w:rsid w:val="00216622"/>
    <w:rsid w:val="002C79A1"/>
    <w:rsid w:val="00303267"/>
    <w:rsid w:val="003779F9"/>
    <w:rsid w:val="00395071"/>
    <w:rsid w:val="003D6FBE"/>
    <w:rsid w:val="00431103"/>
    <w:rsid w:val="004608C0"/>
    <w:rsid w:val="004C5A0D"/>
    <w:rsid w:val="004F4E92"/>
    <w:rsid w:val="005A66F5"/>
    <w:rsid w:val="006441B2"/>
    <w:rsid w:val="006B0878"/>
    <w:rsid w:val="006D4C53"/>
    <w:rsid w:val="0075665F"/>
    <w:rsid w:val="007921C5"/>
    <w:rsid w:val="007A406E"/>
    <w:rsid w:val="00833D5D"/>
    <w:rsid w:val="00882E28"/>
    <w:rsid w:val="00895C95"/>
    <w:rsid w:val="00965D0A"/>
    <w:rsid w:val="009A5C72"/>
    <w:rsid w:val="009E4A98"/>
    <w:rsid w:val="00AB2943"/>
    <w:rsid w:val="00AF5DE5"/>
    <w:rsid w:val="00B00030"/>
    <w:rsid w:val="00B04196"/>
    <w:rsid w:val="00B21AC6"/>
    <w:rsid w:val="00BB1129"/>
    <w:rsid w:val="00BD0EDB"/>
    <w:rsid w:val="00BD7920"/>
    <w:rsid w:val="00BF2BCD"/>
    <w:rsid w:val="00CC0694"/>
    <w:rsid w:val="00CF25EE"/>
    <w:rsid w:val="00D454A2"/>
    <w:rsid w:val="00D7169B"/>
    <w:rsid w:val="00E84C38"/>
    <w:rsid w:val="00EE7CBD"/>
    <w:rsid w:val="00EF46F5"/>
    <w:rsid w:val="00F33D6F"/>
    <w:rsid w:val="00FD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665F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75665F"/>
    <w:pPr>
      <w:keepNext/>
      <w:outlineLvl w:val="0"/>
    </w:pPr>
    <w:rPr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75665F"/>
    <w:pPr>
      <w:keepNext/>
      <w:jc w:val="center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75665F"/>
    <w:pPr>
      <w:keepNext/>
      <w:jc w:val="center"/>
      <w:outlineLvl w:val="2"/>
    </w:pPr>
    <w:rPr>
      <w:sz w:val="40"/>
      <w:szCs w:val="40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75665F"/>
    <w:pPr>
      <w:keepNext/>
      <w:jc w:val="center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75665F"/>
    <w:pPr>
      <w:keepNext/>
      <w:outlineLvl w:val="4"/>
    </w:pPr>
    <w:rPr>
      <w:b/>
      <w:bCs/>
      <w:sz w:val="36"/>
      <w:szCs w:val="36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75665F"/>
    <w:pPr>
      <w:keepNext/>
      <w:jc w:val="center"/>
      <w:outlineLvl w:val="5"/>
    </w:pPr>
    <w:rPr>
      <w:b/>
      <w:bCs/>
      <w:sz w:val="20"/>
      <w:szCs w:val="20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75665F"/>
    <w:pPr>
      <w:keepNext/>
      <w:outlineLvl w:val="6"/>
    </w:pPr>
    <w:rPr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75665F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75665F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locked/>
    <w:rsid w:val="0075665F"/>
    <w:rPr>
      <w:rFonts w:ascii="Cambria" w:eastAsia="Times New Roman" w:hAnsi="Cambria" w:cs="Cambria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75665F"/>
    <w:rPr>
      <w:rFonts w:ascii="Calibri" w:eastAsia="Times New Roman" w:hAnsi="Calibri" w:cs="Calibr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sid w:val="0075665F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locked/>
    <w:rsid w:val="0075665F"/>
    <w:rPr>
      <w:rFonts w:ascii="Calibri" w:eastAsia="Times New Roman" w:hAnsi="Calibri" w:cs="Calibri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locked/>
    <w:rsid w:val="0075665F"/>
    <w:rPr>
      <w:rFonts w:ascii="Calibri" w:eastAsia="Times New Roman" w:hAnsi="Calibri" w:cs="Calibri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2C79A1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79A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79A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locked/>
    <w:rsid w:val="0010173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6D4C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665F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75665F"/>
    <w:pPr>
      <w:keepNext/>
      <w:outlineLvl w:val="0"/>
    </w:pPr>
    <w:rPr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75665F"/>
    <w:pPr>
      <w:keepNext/>
      <w:jc w:val="center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75665F"/>
    <w:pPr>
      <w:keepNext/>
      <w:jc w:val="center"/>
      <w:outlineLvl w:val="2"/>
    </w:pPr>
    <w:rPr>
      <w:sz w:val="40"/>
      <w:szCs w:val="40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75665F"/>
    <w:pPr>
      <w:keepNext/>
      <w:jc w:val="center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75665F"/>
    <w:pPr>
      <w:keepNext/>
      <w:outlineLvl w:val="4"/>
    </w:pPr>
    <w:rPr>
      <w:b/>
      <w:bCs/>
      <w:sz w:val="36"/>
      <w:szCs w:val="36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75665F"/>
    <w:pPr>
      <w:keepNext/>
      <w:jc w:val="center"/>
      <w:outlineLvl w:val="5"/>
    </w:pPr>
    <w:rPr>
      <w:b/>
      <w:bCs/>
      <w:sz w:val="20"/>
      <w:szCs w:val="20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75665F"/>
    <w:pPr>
      <w:keepNext/>
      <w:outlineLvl w:val="6"/>
    </w:pPr>
    <w:rPr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75665F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75665F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locked/>
    <w:rsid w:val="0075665F"/>
    <w:rPr>
      <w:rFonts w:ascii="Cambria" w:eastAsia="Times New Roman" w:hAnsi="Cambria" w:cs="Cambria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75665F"/>
    <w:rPr>
      <w:rFonts w:ascii="Calibri" w:eastAsia="Times New Roman" w:hAnsi="Calibri" w:cs="Calibr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sid w:val="0075665F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locked/>
    <w:rsid w:val="0075665F"/>
    <w:rPr>
      <w:rFonts w:ascii="Calibri" w:eastAsia="Times New Roman" w:hAnsi="Calibri" w:cs="Calibri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locked/>
    <w:rsid w:val="0075665F"/>
    <w:rPr>
      <w:rFonts w:ascii="Calibri" w:eastAsia="Times New Roman" w:hAnsi="Calibri" w:cs="Calibri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2C79A1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79A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79A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locked/>
    <w:rsid w:val="0010173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6D4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14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UXX\SkyDrive\Dokumente\Schule\3AFID-2\MSRT\AA%20Vorlage%20Protokoll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 Vorlage Protokoll.dotx</Template>
  <TotalTime>0</TotalTime>
  <Pages>2</Pages>
  <Words>186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Adam</dc:creator>
  <cp:lastModifiedBy>ismail - [2010]</cp:lastModifiedBy>
  <cp:revision>3</cp:revision>
  <cp:lastPrinted>2008-09-24T11:07:00Z</cp:lastPrinted>
  <dcterms:created xsi:type="dcterms:W3CDTF">2013-11-13T07:39:00Z</dcterms:created>
  <dcterms:modified xsi:type="dcterms:W3CDTF">2013-11-13T07:40:00Z</dcterms:modified>
</cp:coreProperties>
</file>