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5C" w:rsidRDefault="007120DC" w:rsidP="00BA319A">
      <w:pPr>
        <w:pStyle w:val="ContactInfo"/>
      </w:pPr>
      <w:r>
        <w:t>559 South Unionville Avenue,</w:t>
      </w:r>
      <w:r w:rsidR="00F15207">
        <w:t xml:space="preserve"> </w:t>
      </w:r>
      <w:r>
        <w:t>Markham, ON L3R 5G8</w:t>
      </w:r>
    </w:p>
    <w:p w:rsidR="00F15207" w:rsidRDefault="007120DC" w:rsidP="00BA319A">
      <w:pPr>
        <w:pStyle w:val="ContactInfo"/>
      </w:pPr>
      <w:r>
        <w:t>H: (905)-947-0709 C: (647)-505-4933</w:t>
      </w:r>
    </w:p>
    <w:p w:rsidR="007120DC" w:rsidRDefault="007120DC" w:rsidP="00BA319A">
      <w:pPr>
        <w:pStyle w:val="ContactInfo"/>
      </w:pPr>
      <w:r>
        <w:t>b.changg@gmail.com</w:t>
      </w:r>
    </w:p>
    <w:p w:rsidR="00DC205C" w:rsidRPr="00A7732F" w:rsidRDefault="007120DC" w:rsidP="00A7732F">
      <w:pPr>
        <w:pStyle w:val="Name"/>
      </w:pPr>
      <w:r w:rsidRPr="00A7732F">
        <w:t>Brandon Chang</w:t>
      </w:r>
    </w:p>
    <w:p w:rsidR="00DC205C" w:rsidRPr="00A7732F" w:rsidRDefault="00DC205C" w:rsidP="00DC205C">
      <w:pPr>
        <w:pStyle w:val="SectionTitle"/>
        <w:rPr>
          <w:rFonts w:ascii="Delicious" w:hAnsi="Delicious"/>
          <w:sz w:val="20"/>
        </w:rPr>
      </w:pPr>
      <w:r w:rsidRPr="00A7732F">
        <w:rPr>
          <w:rFonts w:ascii="Delicious" w:hAnsi="Delicious"/>
          <w:sz w:val="20"/>
        </w:rPr>
        <w:t>Objective</w:t>
      </w:r>
    </w:p>
    <w:p w:rsidR="00DC205C" w:rsidRPr="00DC205C" w:rsidRDefault="004F752F" w:rsidP="00E545EF">
      <w:pPr>
        <w:pStyle w:val="Objective"/>
      </w:pPr>
      <w:r>
        <w:t>A position in a results-oriented company that seeks an ambitious and career conscious person, where acquired skills and education will be utilized toward continued growth and advancement. To work in a challenging position, that would assist your company in achieving growth and profits through maximum use of previous experience, and qualifications.</w:t>
      </w:r>
    </w:p>
    <w:p w:rsidR="00DC205C" w:rsidRPr="00A7732F" w:rsidRDefault="007120DC" w:rsidP="00DC205C">
      <w:pPr>
        <w:pStyle w:val="SectionTitle"/>
        <w:rPr>
          <w:rFonts w:ascii="Delicious" w:hAnsi="Delicious"/>
          <w:sz w:val="20"/>
        </w:rPr>
      </w:pPr>
      <w:r w:rsidRPr="00A7732F">
        <w:rPr>
          <w:rFonts w:ascii="Delicious" w:hAnsi="Delicious"/>
          <w:sz w:val="20"/>
        </w:rPr>
        <w:t xml:space="preserve">Work </w:t>
      </w:r>
      <w:r w:rsidR="00DC205C" w:rsidRPr="00A7732F">
        <w:rPr>
          <w:rFonts w:ascii="Delicious" w:hAnsi="Delicious"/>
          <w:sz w:val="20"/>
        </w:rPr>
        <w:t>Experience</w:t>
      </w:r>
    </w:p>
    <w:p w:rsidR="00DC205C" w:rsidRPr="00DC6890" w:rsidRDefault="007120DC" w:rsidP="00DC6890">
      <w:pPr>
        <w:pStyle w:val="DateandLocation"/>
      </w:pPr>
      <w:r>
        <w:t>2011-2012</w:t>
      </w:r>
      <w:r w:rsidR="00DC205C" w:rsidRPr="00DC6890">
        <w:tab/>
      </w:r>
      <w:r>
        <w:t>Crosby Memorial Community Centre</w:t>
      </w:r>
      <w:r w:rsidR="0057153D" w:rsidRPr="00DC6890">
        <w:tab/>
      </w:r>
      <w:r w:rsidR="00E64091">
        <w:t>Unionville</w:t>
      </w:r>
      <w:r>
        <w:t>, ON</w:t>
      </w:r>
    </w:p>
    <w:p w:rsidR="00DC205C" w:rsidRDefault="007120DC" w:rsidP="002D0446">
      <w:pPr>
        <w:pStyle w:val="JobTitle"/>
      </w:pPr>
      <w:r>
        <w:t>Maintenance Management Services</w:t>
      </w:r>
    </w:p>
    <w:p w:rsidR="00DC205C" w:rsidRDefault="00394A5B" w:rsidP="00060912">
      <w:pPr>
        <w:pStyle w:val="Achievements"/>
      </w:pPr>
      <w:r>
        <w:t>Interacted and provided service to any persons within the installment.</w:t>
      </w:r>
    </w:p>
    <w:p w:rsidR="007120DC" w:rsidRDefault="00206D2E" w:rsidP="007120DC">
      <w:pPr>
        <w:pStyle w:val="Achievements"/>
      </w:pPr>
      <w:r>
        <w:t>Maintained</w:t>
      </w:r>
      <w:r w:rsidR="002C285B">
        <w:t xml:space="preserve"> a presentable facility to all</w:t>
      </w:r>
      <w:r w:rsidR="004D5BB6">
        <w:t xml:space="preserve"> of the</w:t>
      </w:r>
      <w:r w:rsidR="002C285B">
        <w:t xml:space="preserve"> </w:t>
      </w:r>
      <w:r w:rsidR="004D5BB6">
        <w:t>general public.</w:t>
      </w:r>
    </w:p>
    <w:p w:rsidR="00DC205C" w:rsidRDefault="00206D2E" w:rsidP="007120DC">
      <w:pPr>
        <w:pStyle w:val="Achievements"/>
      </w:pPr>
      <w:r>
        <w:t>Responded to phone calls and answered queries regarding facility operations.</w:t>
      </w:r>
    </w:p>
    <w:p w:rsidR="007120DC" w:rsidRDefault="007120DC" w:rsidP="007120DC">
      <w:pPr>
        <w:pStyle w:val="Achievements"/>
        <w:numPr>
          <w:ilvl w:val="0"/>
          <w:numId w:val="0"/>
        </w:numPr>
        <w:ind w:left="2520" w:hanging="360"/>
      </w:pPr>
    </w:p>
    <w:p w:rsidR="007120DC" w:rsidRPr="00A7732F" w:rsidRDefault="007120DC" w:rsidP="00E64091">
      <w:pPr>
        <w:pStyle w:val="SectionTitle"/>
        <w:rPr>
          <w:rFonts w:ascii="Delicious" w:hAnsi="Delicious"/>
          <w:sz w:val="20"/>
        </w:rPr>
      </w:pPr>
      <w:r w:rsidRPr="00A7732F">
        <w:rPr>
          <w:rFonts w:ascii="Delicious" w:hAnsi="Delicious"/>
          <w:sz w:val="20"/>
        </w:rPr>
        <w:t>Volunteer Experience</w:t>
      </w:r>
    </w:p>
    <w:p w:rsidR="007120DC" w:rsidRDefault="00910CFD" w:rsidP="00E64091">
      <w:pPr>
        <w:pStyle w:val="DateandLocation"/>
        <w:spacing w:before="0"/>
      </w:pPr>
      <w:r>
        <w:t>2009-2012</w:t>
      </w:r>
      <w:bookmarkStart w:id="0" w:name="_GoBack"/>
      <w:bookmarkEnd w:id="0"/>
      <w:r w:rsidR="007120DC" w:rsidRPr="00DC6890">
        <w:tab/>
      </w:r>
      <w:r w:rsidR="004D5F9E">
        <w:t>York Region Police Department</w:t>
      </w:r>
      <w:r w:rsidR="00E64091">
        <w:tab/>
        <w:t>Markham, ON</w:t>
      </w:r>
    </w:p>
    <w:p w:rsidR="00E64091" w:rsidRPr="00DC6890" w:rsidRDefault="00E64091" w:rsidP="00E64091">
      <w:pPr>
        <w:pStyle w:val="DateandLocation"/>
        <w:spacing w:before="0"/>
      </w:pPr>
      <w:r>
        <w:tab/>
        <w:t xml:space="preserve">Elimination of Racial </w:t>
      </w:r>
      <w:r w:rsidR="00394A5B">
        <w:t>Discrimination</w:t>
      </w:r>
      <w:r>
        <w:t xml:space="preserve"> Presentation</w:t>
      </w:r>
    </w:p>
    <w:p w:rsidR="00E64091" w:rsidRDefault="00E64091" w:rsidP="00E64091">
      <w:pPr>
        <w:pStyle w:val="Achievements"/>
        <w:spacing w:before="0"/>
      </w:pPr>
      <w:r>
        <w:t xml:space="preserve">Prepared and introduced a wide variety of </w:t>
      </w:r>
      <w:r w:rsidR="00206D2E">
        <w:t>cultural</w:t>
      </w:r>
      <w:r>
        <w:t xml:space="preserve"> foods to attendees.</w:t>
      </w:r>
    </w:p>
    <w:p w:rsidR="00E64091" w:rsidRDefault="00206D2E" w:rsidP="00E64091">
      <w:pPr>
        <w:pStyle w:val="Achievements"/>
        <w:spacing w:before="0"/>
      </w:pPr>
      <w:r>
        <w:t>Organized the</w:t>
      </w:r>
      <w:r w:rsidR="00E64091">
        <w:t xml:space="preserve"> display for refreshment distribution.</w:t>
      </w:r>
    </w:p>
    <w:p w:rsidR="00E64091" w:rsidRDefault="00206D2E" w:rsidP="00E64091">
      <w:pPr>
        <w:pStyle w:val="Achievements"/>
        <w:spacing w:before="0"/>
      </w:pPr>
      <w:r>
        <w:t>Took responsibility and coordinated the</w:t>
      </w:r>
      <w:r w:rsidR="004D3BFF">
        <w:t xml:space="preserve"> order of performances for participants.</w:t>
      </w:r>
    </w:p>
    <w:p w:rsidR="007120DC" w:rsidRDefault="007120DC" w:rsidP="007120DC">
      <w:pPr>
        <w:pStyle w:val="Achievements"/>
        <w:numPr>
          <w:ilvl w:val="0"/>
          <w:numId w:val="0"/>
        </w:numPr>
        <w:ind w:left="2520" w:hanging="360"/>
      </w:pPr>
    </w:p>
    <w:p w:rsidR="007120DC" w:rsidRPr="00A7732F" w:rsidRDefault="0057153D" w:rsidP="0057153D">
      <w:pPr>
        <w:pStyle w:val="SectionTitle"/>
        <w:rPr>
          <w:rFonts w:ascii="Delicious" w:hAnsi="Delicious"/>
          <w:sz w:val="20"/>
        </w:rPr>
      </w:pPr>
      <w:r w:rsidRPr="00A7732F">
        <w:rPr>
          <w:rFonts w:ascii="Delicious" w:hAnsi="Delicious"/>
          <w:sz w:val="20"/>
        </w:rPr>
        <w:t>Education</w:t>
      </w:r>
    </w:p>
    <w:p w:rsidR="0057153D" w:rsidRDefault="002C285B" w:rsidP="00DC6890">
      <w:pPr>
        <w:pStyle w:val="DateandLocation"/>
      </w:pPr>
      <w:r>
        <w:t>2009-2012</w:t>
      </w:r>
      <w:r>
        <w:tab/>
        <w:t>Markville Secondary School</w:t>
      </w:r>
      <w:r w:rsidR="0057153D">
        <w:tab/>
      </w:r>
      <w:r>
        <w:t>Markham, ON</w:t>
      </w:r>
    </w:p>
    <w:p w:rsidR="0057153D" w:rsidRDefault="002C285B" w:rsidP="00BA319A">
      <w:pPr>
        <w:pStyle w:val="Achievements"/>
      </w:pPr>
      <w:r>
        <w:t>Graduat</w:t>
      </w:r>
      <w:r w:rsidR="00206D2E">
        <w:t>ed</w:t>
      </w:r>
      <w:r>
        <w:t xml:space="preserve"> Senior Student (Grade 12)</w:t>
      </w:r>
    </w:p>
    <w:p w:rsidR="008B4658" w:rsidRDefault="008B4658" w:rsidP="00BA319A">
      <w:pPr>
        <w:pStyle w:val="Achievements"/>
      </w:pPr>
      <w:r>
        <w:t>French Certificate</w:t>
      </w:r>
    </w:p>
    <w:p w:rsidR="002C285B" w:rsidRDefault="002C285B" w:rsidP="002C285B">
      <w:pPr>
        <w:pStyle w:val="Achievements"/>
        <w:numPr>
          <w:ilvl w:val="0"/>
          <w:numId w:val="0"/>
        </w:numPr>
        <w:ind w:left="2520" w:hanging="360"/>
      </w:pPr>
    </w:p>
    <w:p w:rsidR="002C285B" w:rsidRDefault="002C285B" w:rsidP="002C285B">
      <w:pPr>
        <w:pStyle w:val="Achievements"/>
        <w:numPr>
          <w:ilvl w:val="0"/>
          <w:numId w:val="0"/>
        </w:numPr>
        <w:ind w:left="2520" w:hanging="360"/>
      </w:pPr>
      <w:r>
        <w:t>2009</w:t>
      </w:r>
      <w:r>
        <w:tab/>
      </w:r>
      <w:r>
        <w:tab/>
        <w:t>Markham Centennial Pool</w:t>
      </w:r>
      <w:r>
        <w:tab/>
      </w:r>
      <w:r>
        <w:tab/>
      </w:r>
      <w:r>
        <w:tab/>
        <w:t xml:space="preserve">     </w:t>
      </w:r>
    </w:p>
    <w:p w:rsidR="002C285B" w:rsidRDefault="002C285B" w:rsidP="002C285B">
      <w:pPr>
        <w:pStyle w:val="Achievements"/>
      </w:pPr>
      <w:r>
        <w:t>Certified in Standard First Aid and CPR</w:t>
      </w:r>
    </w:p>
    <w:p w:rsidR="002C285B" w:rsidRDefault="002C285B" w:rsidP="002C285B">
      <w:pPr>
        <w:pStyle w:val="Achievements"/>
      </w:pPr>
      <w:r>
        <w:t>Certified in Lifesaving Society Ontario: Bronze Cross</w:t>
      </w:r>
    </w:p>
    <w:p w:rsidR="002C285B" w:rsidRDefault="002C285B" w:rsidP="002C285B">
      <w:pPr>
        <w:pStyle w:val="Achievements"/>
        <w:numPr>
          <w:ilvl w:val="0"/>
          <w:numId w:val="0"/>
        </w:numPr>
        <w:ind w:left="2520" w:hanging="360"/>
      </w:pPr>
    </w:p>
    <w:p w:rsidR="002C285B" w:rsidRDefault="002C285B" w:rsidP="002C285B">
      <w:pPr>
        <w:pStyle w:val="Achievements"/>
        <w:numPr>
          <w:ilvl w:val="0"/>
          <w:numId w:val="0"/>
        </w:numPr>
        <w:ind w:left="2160"/>
      </w:pPr>
      <w:r>
        <w:t>2012</w:t>
      </w:r>
      <w:r>
        <w:tab/>
      </w:r>
      <w:r>
        <w:tab/>
        <w:t>Markham Centennial Pool</w:t>
      </w:r>
      <w:r>
        <w:tab/>
      </w:r>
      <w:r>
        <w:tab/>
      </w:r>
      <w:r>
        <w:tab/>
        <w:t xml:space="preserve">     Markham, ON</w:t>
      </w:r>
    </w:p>
    <w:p w:rsidR="002C285B" w:rsidRDefault="002C285B" w:rsidP="002C285B">
      <w:pPr>
        <w:pStyle w:val="Achievements"/>
      </w:pPr>
      <w:r>
        <w:t>Certified as a Lifesaving and Aquatics Instructor</w:t>
      </w:r>
    </w:p>
    <w:p w:rsidR="00206D2E" w:rsidRPr="00206D2E" w:rsidRDefault="00206D2E" w:rsidP="002C285B">
      <w:pPr>
        <w:pStyle w:val="Achievements"/>
        <w:rPr>
          <w:rFonts w:cs="Tahoma"/>
        </w:rPr>
      </w:pPr>
      <w:r>
        <w:rPr>
          <w:rFonts w:cs="Tahoma"/>
        </w:rPr>
        <w:t>Achieved High Five Principles of Healthy Child Development (PHCD) Certificate</w:t>
      </w:r>
    </w:p>
    <w:p w:rsidR="0057153D" w:rsidRPr="00A7732F" w:rsidRDefault="00FE724F" w:rsidP="007120DC">
      <w:pPr>
        <w:pStyle w:val="SectionTitle"/>
        <w:pBdr>
          <w:bottom w:val="single" w:sz="4" w:space="0" w:color="C0C0C0"/>
        </w:pBdr>
        <w:rPr>
          <w:rFonts w:ascii="Delicious" w:hAnsi="Delicious"/>
          <w:sz w:val="20"/>
        </w:rPr>
      </w:pPr>
      <w:r>
        <w:rPr>
          <w:rFonts w:ascii="Delicious" w:hAnsi="Delicious"/>
          <w:sz w:val="20"/>
        </w:rPr>
        <w:t>Key Skill</w:t>
      </w:r>
      <w:r w:rsidR="0057153D" w:rsidRPr="00A7732F">
        <w:rPr>
          <w:rFonts w:ascii="Delicious" w:hAnsi="Delicious"/>
          <w:sz w:val="20"/>
        </w:rPr>
        <w:t>s</w:t>
      </w:r>
      <w:r w:rsidR="005C3EA4">
        <w:rPr>
          <w:rFonts w:ascii="Delicious" w:hAnsi="Delicious"/>
          <w:sz w:val="20"/>
        </w:rPr>
        <w:t xml:space="preserve"> &amp; Professions</w:t>
      </w:r>
    </w:p>
    <w:p w:rsidR="00FE724F" w:rsidRDefault="00FE724F" w:rsidP="00FE724F">
      <w:pPr>
        <w:pStyle w:val="Achievements"/>
      </w:pPr>
      <w:r>
        <w:t>Excellent interpersonal and leadership skills.</w:t>
      </w:r>
    </w:p>
    <w:p w:rsidR="00FE724F" w:rsidRDefault="00FE724F" w:rsidP="00FE724F">
      <w:pPr>
        <w:pStyle w:val="Achievements"/>
      </w:pPr>
      <w:r>
        <w:t>A significantly hardworking and responsible individual.</w:t>
      </w:r>
    </w:p>
    <w:p w:rsidR="00FE724F" w:rsidRDefault="00A23703" w:rsidP="00FE724F">
      <w:pPr>
        <w:pStyle w:val="Achievements"/>
      </w:pPr>
      <w:r>
        <w:t>Highly ecstatic towards providing customer service.</w:t>
      </w:r>
    </w:p>
    <w:p w:rsidR="00A23703" w:rsidRDefault="00A23703" w:rsidP="00FE724F">
      <w:pPr>
        <w:pStyle w:val="Achievements"/>
      </w:pPr>
      <w:r>
        <w:t>Extremely ambitious and reliable within the work force.</w:t>
      </w:r>
    </w:p>
    <w:p w:rsidR="008B4658" w:rsidRDefault="008B4658" w:rsidP="00FE724F">
      <w:pPr>
        <w:pStyle w:val="Achievements"/>
      </w:pPr>
      <w:r>
        <w:t>Fluent in English and Mandarin, Manageable in French</w:t>
      </w:r>
      <w:r w:rsidR="00174A50">
        <w:t xml:space="preserve"> and Cantonese</w:t>
      </w:r>
      <w:r>
        <w:t>.</w:t>
      </w:r>
    </w:p>
    <w:p w:rsidR="00A23703" w:rsidRDefault="00A23703" w:rsidP="00FE724F">
      <w:pPr>
        <w:pStyle w:val="Achievements"/>
        <w:numPr>
          <w:ilvl w:val="0"/>
          <w:numId w:val="0"/>
        </w:numPr>
        <w:ind w:left="2520"/>
      </w:pPr>
    </w:p>
    <w:p w:rsidR="00A23703" w:rsidRDefault="00A23703" w:rsidP="00FE724F">
      <w:pPr>
        <w:pStyle w:val="Achievements"/>
        <w:numPr>
          <w:ilvl w:val="0"/>
          <w:numId w:val="0"/>
        </w:numPr>
        <w:ind w:left="2520"/>
      </w:pPr>
    </w:p>
    <w:p w:rsidR="00A23703" w:rsidRPr="005B7A19" w:rsidRDefault="005B7A19" w:rsidP="005B7A19">
      <w:pPr>
        <w:pStyle w:val="Achievements"/>
        <w:numPr>
          <w:ilvl w:val="0"/>
          <w:numId w:val="0"/>
        </w:numPr>
        <w:ind w:left="2520"/>
        <w:rPr>
          <w:b/>
        </w:rPr>
      </w:pPr>
      <w:r w:rsidRPr="005B7A19">
        <w:rPr>
          <w:b/>
        </w:rPr>
        <w:t>References will be provided upon request.</w:t>
      </w:r>
    </w:p>
    <w:sectPr w:rsidR="00A23703" w:rsidRPr="005B7A19" w:rsidSect="00BA319A">
      <w:pgSz w:w="12240" w:h="15840"/>
      <w:pgMar w:top="1440" w:right="2160" w:bottom="7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Arial"/>
    <w:panose1 w:val="00000000000000000000"/>
    <w:charset w:val="00"/>
    <w:family w:val="modern"/>
    <w:notTrueType/>
    <w:pitch w:val="variable"/>
    <w:sig w:usb0="00000001" w:usb1="40002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E0C89"/>
    <w:multiLevelType w:val="multilevel"/>
    <w:tmpl w:val="3BC8EABA"/>
    <w:lvl w:ilvl="0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A37A6"/>
    <w:multiLevelType w:val="hybridMultilevel"/>
    <w:tmpl w:val="57F6EB7A"/>
    <w:lvl w:ilvl="0" w:tplc="4A365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BFBFBF" w:themeColor="background1" w:themeShade="BF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87D534B"/>
    <w:multiLevelType w:val="hybridMultilevel"/>
    <w:tmpl w:val="E45E66B2"/>
    <w:lvl w:ilvl="0" w:tplc="84148F0A">
      <w:start w:val="1"/>
      <w:numFmt w:val="bullet"/>
      <w:pStyle w:val="Achievements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hint="default"/>
        <w:color w:val="999999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2623D"/>
    <w:multiLevelType w:val="hybridMultilevel"/>
    <w:tmpl w:val="FFCCDD8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523A360D"/>
    <w:multiLevelType w:val="multilevel"/>
    <w:tmpl w:val="37B6B180"/>
    <w:lvl w:ilvl="0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hint="default"/>
        <w:color w:val="8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900A34"/>
    <w:multiLevelType w:val="hybridMultilevel"/>
    <w:tmpl w:val="62609072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5FDF483C"/>
    <w:multiLevelType w:val="multilevel"/>
    <w:tmpl w:val="370C2762"/>
    <w:lvl w:ilvl="0">
      <w:start w:val="1"/>
      <w:numFmt w:val="bullet"/>
      <w:lvlText w:val="o"/>
      <w:lvlJc w:val="left"/>
      <w:pPr>
        <w:tabs>
          <w:tab w:val="num" w:pos="-360"/>
        </w:tabs>
        <w:ind w:left="2520" w:hanging="360"/>
      </w:pPr>
      <w:rPr>
        <w:rFonts w:ascii="Courier New" w:hAnsi="Courier New" w:hint="default"/>
        <w:color w:val="8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B83BFC"/>
    <w:multiLevelType w:val="hybridMultilevel"/>
    <w:tmpl w:val="E81AC6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7120DC"/>
    <w:rsid w:val="00060912"/>
    <w:rsid w:val="00096B2D"/>
    <w:rsid w:val="00107916"/>
    <w:rsid w:val="00174A50"/>
    <w:rsid w:val="00206D2E"/>
    <w:rsid w:val="002C285B"/>
    <w:rsid w:val="002D0446"/>
    <w:rsid w:val="003701E7"/>
    <w:rsid w:val="00394A5B"/>
    <w:rsid w:val="003B32DC"/>
    <w:rsid w:val="003B6096"/>
    <w:rsid w:val="003F3DDF"/>
    <w:rsid w:val="004506BF"/>
    <w:rsid w:val="004D3BFF"/>
    <w:rsid w:val="004D5BB6"/>
    <w:rsid w:val="004D5F9E"/>
    <w:rsid w:val="004F752F"/>
    <w:rsid w:val="0057153D"/>
    <w:rsid w:val="005B7A19"/>
    <w:rsid w:val="005C3EA4"/>
    <w:rsid w:val="007120DC"/>
    <w:rsid w:val="00733312"/>
    <w:rsid w:val="00743C09"/>
    <w:rsid w:val="00775145"/>
    <w:rsid w:val="00845A3E"/>
    <w:rsid w:val="008B4658"/>
    <w:rsid w:val="00910CFD"/>
    <w:rsid w:val="009E3B6A"/>
    <w:rsid w:val="00A23703"/>
    <w:rsid w:val="00A7732F"/>
    <w:rsid w:val="00B94D96"/>
    <w:rsid w:val="00BA319A"/>
    <w:rsid w:val="00C94402"/>
    <w:rsid w:val="00CF6C49"/>
    <w:rsid w:val="00D009B1"/>
    <w:rsid w:val="00DB5E11"/>
    <w:rsid w:val="00DC205C"/>
    <w:rsid w:val="00DC6890"/>
    <w:rsid w:val="00DD168A"/>
    <w:rsid w:val="00E545EF"/>
    <w:rsid w:val="00E64091"/>
    <w:rsid w:val="00F15207"/>
    <w:rsid w:val="00F705D7"/>
    <w:rsid w:val="00FA3322"/>
    <w:rsid w:val="00FE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6B8282-52DE-4B30-94CC-1822D947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19A"/>
    <w:pPr>
      <w:spacing w:before="60" w:after="60"/>
      <w:ind w:left="2160"/>
    </w:pPr>
    <w:rPr>
      <w:rFonts w:ascii="Tahoma" w:hAnsi="Tahoma"/>
      <w:spacing w:val="1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next w:val="Normal"/>
    <w:autoRedefine/>
    <w:rsid w:val="00A7732F"/>
    <w:pPr>
      <w:spacing w:before="360" w:after="440" w:line="240" w:lineRule="atLeast"/>
    </w:pPr>
    <w:rPr>
      <w:rFonts w:ascii="Delicious" w:hAnsi="Delicious"/>
      <w:noProof/>
      <w:color w:val="999999"/>
      <w:spacing w:val="10"/>
      <w:sz w:val="56"/>
      <w:szCs w:val="48"/>
    </w:rPr>
  </w:style>
  <w:style w:type="paragraph" w:styleId="BalloonText">
    <w:name w:val="Balloon Text"/>
    <w:basedOn w:val="Normal"/>
    <w:semiHidden/>
    <w:rsid w:val="00DC205C"/>
    <w:rPr>
      <w:rFonts w:cs="Tahoma"/>
    </w:rPr>
  </w:style>
  <w:style w:type="paragraph" w:customStyle="1" w:styleId="SectionTitle">
    <w:name w:val="Section Title"/>
    <w:rsid w:val="00DC6890"/>
    <w:pPr>
      <w:pBdr>
        <w:bottom w:val="single" w:sz="4" w:space="1" w:color="C0C0C0"/>
      </w:pBdr>
      <w:spacing w:before="160"/>
    </w:pPr>
    <w:rPr>
      <w:rFonts w:ascii="Tahoma" w:hAnsi="Tahoma"/>
      <w:spacing w:val="10"/>
      <w:sz w:val="16"/>
      <w:szCs w:val="16"/>
    </w:rPr>
  </w:style>
  <w:style w:type="paragraph" w:customStyle="1" w:styleId="ContactInfo">
    <w:name w:val="Contact Info"/>
    <w:rsid w:val="00BA319A"/>
    <w:rPr>
      <w:rFonts w:ascii="Tahoma" w:hAnsi="Tahoma"/>
      <w:spacing w:val="10"/>
      <w:sz w:val="16"/>
      <w:szCs w:val="16"/>
    </w:rPr>
  </w:style>
  <w:style w:type="paragraph" w:customStyle="1" w:styleId="JobTitle">
    <w:name w:val="Job Title"/>
    <w:basedOn w:val="Normal"/>
    <w:rsid w:val="002D0446"/>
    <w:pPr>
      <w:spacing w:before="0"/>
    </w:pPr>
    <w:rPr>
      <w:color w:val="808080"/>
    </w:rPr>
  </w:style>
  <w:style w:type="paragraph" w:customStyle="1" w:styleId="Achievements">
    <w:name w:val="Achievements"/>
    <w:basedOn w:val="Normal"/>
    <w:rsid w:val="00060912"/>
    <w:pPr>
      <w:numPr>
        <w:numId w:val="1"/>
      </w:numPr>
    </w:pPr>
  </w:style>
  <w:style w:type="paragraph" w:customStyle="1" w:styleId="DateandLocation">
    <w:name w:val="Date and Location"/>
    <w:basedOn w:val="Normal"/>
    <w:rsid w:val="00E545EF"/>
    <w:pPr>
      <w:tabs>
        <w:tab w:val="left" w:pos="3600"/>
        <w:tab w:val="right" w:pos="8640"/>
      </w:tabs>
      <w:spacing w:before="160"/>
    </w:pPr>
  </w:style>
  <w:style w:type="paragraph" w:customStyle="1" w:styleId="Objective">
    <w:name w:val="Objective"/>
    <w:basedOn w:val="Normal"/>
    <w:rsid w:val="00E545EF"/>
    <w:pPr>
      <w:spacing w:after="200"/>
    </w:pPr>
  </w:style>
  <w:style w:type="character" w:styleId="Hyperlink">
    <w:name w:val="Hyperlink"/>
    <w:basedOn w:val="DefaultParagraphFont"/>
    <w:rsid w:val="007120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7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ndorothy\AppData\Roaming\Microsoft\Templates\Sales%20manager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manager resume.dot</Template>
  <TotalTime>127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brandorothy</dc:creator>
  <cp:lastModifiedBy>brandorothy</cp:lastModifiedBy>
  <cp:revision>19</cp:revision>
  <cp:lastPrinted>2012-09-23T13:48:00Z</cp:lastPrinted>
  <dcterms:created xsi:type="dcterms:W3CDTF">2012-05-13T16:37:00Z</dcterms:created>
  <dcterms:modified xsi:type="dcterms:W3CDTF">2013-08-01T23:52:00Z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TC063694991033</vt:lpwstr>
  </property>
</Properties>
</file>