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jpeg"/>
  <Override PartName="/word/document.xml" ContentType="application/vnd.openxmlformats-officedocument.wordprocessingml.template.main+xml"/>
  <Override PartName="/word/glossary/endnotes.xml" ContentType="application/vnd.openxmlformats-officedocument.wordprocessingml.endnotes+xml"/>
  <Override PartName="/word/footer1.xml" ContentType="application/vnd.openxmlformats-officedocument.wordprocessingml.footer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Relationship Type="http://schemas.openxmlformats.org/package/2006/relationships/metadata/thumbnail" Target="/docProps/Thumbnail.png" Id="rId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C42BC" w:rsidRDefault="00FA678E">
      <w:pPr>
        <w:pStyle w:val="ContactInfo"/>
      </w:pPr>
      <w:sdt>
        <w:sdtPr>
          <w:alias w:val="Street Address"/>
          <w:tag w:val="Street Address"/>
          <w:id w:val="1415969137"/>
          <w:placeholder>
            <w:docPart w:val="69871D4CB15D4616AB5F9F36ED99F8A6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EndPr/>
        <w:sdtContent>
          <w:r w:rsidR="00414819">
            <w:t>[Street Address]</w:t>
          </w:r>
        </w:sdtContent>
      </w:sdt>
    </w:p>
    <w:sdt>
      <w:sdtPr>
        <w:alias w:val="Category"/>
        <w:tag w:val=""/>
        <w:id w:val="1543715586"/>
        <w:placeholder>
          <w:docPart w:val="8C8C696871F6420C80998EFB81DC857E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p w:rsidR="002C42BC" w:rsidRDefault="00414819">
          <w:pPr>
            <w:pStyle w:val="ContactInfo"/>
          </w:pPr>
          <w:r>
            <w:t>[City, ST ZIP Code]</w:t>
          </w:r>
        </w:p>
      </w:sdtContent>
    </w:sdt>
    <w:p w:rsidR="002C42BC" w:rsidRDefault="00FA678E">
      <w:pPr>
        <w:pStyle w:val="ContactInfo"/>
      </w:pPr>
      <w:sdt>
        <w:sdtPr>
          <w:alias w:val="Telephone"/>
          <w:tag w:val="Telephone"/>
          <w:id w:val="599758962"/>
          <w:placeholder>
            <w:docPart w:val="DA66EFF5A4A34A919A8DC0F9CB2EC0E1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414819">
            <w:t>[Telephone]</w:t>
          </w:r>
        </w:sdtContent>
      </w:sdt>
    </w:p>
    <w:sdt>
      <w:sdtPr>
        <w:alias w:val="Website"/>
        <w:tag w:val="Website"/>
        <w:id w:val="48967594"/>
        <w:placeholder>
          <w:docPart w:val="952649E5A07148F882ED6B373F2F989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p w:rsidR="002C42BC" w:rsidRDefault="00414819">
          <w:pPr>
            <w:pStyle w:val="ContactInfo"/>
          </w:pPr>
          <w:r>
            <w:t>[Website]</w:t>
          </w:r>
        </w:p>
      </w:sdtContent>
    </w:sdt>
    <w:sdt>
      <w:sdtPr>
        <w:rPr>
          <w:rStyle w:val="Emphasis"/>
        </w:rPr>
        <w:alias w:val="Email"/>
        <w:tag w:val=""/>
        <w:id w:val="1889536063"/>
        <w:placeholder>
          <w:docPart w:val="A76E285695D2499284E9DD2DFF07250D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:text/>
      </w:sdtPr>
      <w:sdtEndPr>
        <w:rPr>
          <w:rStyle w:val="Emphasis"/>
        </w:rPr>
      </w:sdtEndPr>
      <w:sdtContent>
        <w:p w:rsidR="002C42BC" w:rsidRDefault="00414819">
          <w:pPr>
            <w:pStyle w:val="ContactInfo"/>
            <w:rPr>
              <w:rStyle w:val="Emphasis"/>
            </w:rPr>
          </w:pPr>
          <w:r>
            <w:rPr>
              <w:rStyle w:val="Emphasis"/>
            </w:rPr>
            <w:t>[Email]</w:t>
          </w:r>
        </w:p>
      </w:sdtContent>
    </w:sdt>
    <w:p w:rsidR="002C42BC" w:rsidRDefault="00FA678E">
      <w:pPr>
        <w:pStyle w:val="Name"/>
      </w:pPr>
      <w:sdt>
        <w:sdtPr>
          <w:alias w:val="Your Name"/>
          <w:tag w:val=""/>
          <w:id w:val="1197042864"/>
          <w:placeholder>
            <w:docPart w:val="C90DDE1E9EE34CB3ACDEE4F900FA831C"/>
          </w:placeholder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414819">
            <w:t>[Your Name]</w:t>
          </w:r>
        </w:sdtContent>
      </w:sdt>
    </w:p>
    <w:tbl>
      <w:tblPr>
        <w:tblStyle w:val="ResumeTable"/>
        <w:tblW w:w="5000" w:type="pct"/>
        <w:tblLook w:val="04A0" w:firstRow="1" w:lastRow="0" w:firstColumn="1" w:lastColumn="0" w:noHBand="0" w:noVBand="1"/>
        <w:tblDescription w:val="Resume"/>
      </w:tblPr>
      <w:tblGrid>
        <w:gridCol w:w="1778"/>
        <w:gridCol w:w="472"/>
        <w:gridCol w:w="7830"/>
      </w:tblGrid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Objective</w:t>
            </w:r>
          </w:p>
        </w:tc>
        <w:tc>
          <w:tcPr>
            <w:tcW w:w="472" w:type="dxa"/>
          </w:tcPr>
          <w:p w:rsidR="002C42BC" w:rsidRDefault="002C42BC"/>
        </w:tc>
        <w:tc>
          <w:tcPr>
            <w:tcW w:w="7830" w:type="dxa"/>
          </w:tcPr>
          <w:sdt>
            <w:sdtPr>
              <w:id w:val="-2077266207"/>
              <w:placeholder>
                <w:docPart w:val="8FC526408D5C4D80820D3A213AC71AC9"/>
              </w:placeholder>
              <w:temporary/>
              <w:showingPlcHdr/>
              <w15:appearance w15:val="hidden"/>
              <w:text/>
            </w:sdtPr>
            <w:sdtEndPr/>
            <w:sdtContent>
              <w:p w:rsidR="002C42BC" w:rsidRDefault="00414819">
                <w:pPr>
                  <w:pStyle w:val="ResumeText"/>
                </w:pPr>
                <w:r>
                  <w:t xml:space="preserve">Check out the few quick tips below to help you get started. To replace any tip text with your own, just click it and start typing. </w:t>
                </w:r>
              </w:p>
            </w:sdtContent>
          </w:sdt>
        </w:tc>
      </w:tr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Skills &amp; Abilities</w:t>
            </w:r>
          </w:p>
        </w:tc>
        <w:tc>
          <w:tcPr>
            <w:tcW w:w="472" w:type="dxa"/>
          </w:tcPr>
          <w:p w:rsidR="002C42BC" w:rsidRDefault="002C42BC"/>
        </w:tc>
        <w:tc>
          <w:tcPr>
            <w:tcW w:w="7830" w:type="dxa"/>
          </w:tcPr>
          <w:sdt>
            <w:sdtPr>
              <w:id w:val="-234705391"/>
              <w:placeholder>
                <w:docPart w:val="A870E6DF6B534A6DACF42359AB27AFDF"/>
              </w:placeholder>
              <w:temporary/>
              <w:showingPlcHdr/>
              <w15:color w:val="C0C0C0"/>
              <w15:appearance w15:val="hidden"/>
            </w:sdtPr>
            <w:sdtEndPr/>
            <w:sdtContent>
              <w:p w:rsidR="002C42BC" w:rsidRDefault="00414819">
                <w:pPr>
                  <w:pStyle w:val="ResumeText"/>
                </w:pPr>
                <w:r>
                  <w:t>On the Design tab of the ribbon, check out the Themes, Colors, and Fonts galleries to get a custom look with just a click.</w:t>
                </w:r>
              </w:p>
              <w:p w:rsidR="002C42BC" w:rsidRDefault="00414819">
                <w:pPr>
                  <w:pStyle w:val="ResumeText"/>
                </w:pPr>
                <w:r>
                  <w:t>Need another experience, education, or reference entry? You got it. Just click in the sample entries below and then click the plus sign that appears.</w:t>
                </w:r>
              </w:p>
              <w:p w:rsidR="002C42BC" w:rsidRDefault="00414819">
                <w:pPr>
                  <w:pStyle w:val="ResumeText"/>
                </w:pPr>
                <w:r>
                  <w:t>Looking for a matching cover letter? All you had to do was ask! On the Insert tab, select Cover Page.</w:t>
                </w:r>
              </w:p>
            </w:sdtContent>
          </w:sdt>
        </w:tc>
      </w:tr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Experience</w:t>
            </w:r>
          </w:p>
        </w:tc>
        <w:tc>
          <w:tcPr>
            <w:tcW w:w="472" w:type="dxa"/>
          </w:tcPr>
          <w:p w:rsidR="002C42BC" w:rsidRDefault="002C42BC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1436861535"/>
              <w15:color w:val="C0C0C0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221802691"/>
                  <w:placeholder>
                    <w:docPart w:val="E225802D14E34816A6ABAE7CFE293A8F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id w:val="335887804"/>
                      <w:placeholder>
                        <w:docPart w:val="E14B09070A2B4379B0259E2415CC110E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Heading2"/>
                        </w:pPr>
                        <w:r>
                          <w:t>[Job Title, Company Name]</w:t>
                        </w:r>
                      </w:p>
                    </w:sdtContent>
                  </w:sdt>
                  <w:sdt>
                    <w:sdtPr>
                      <w:id w:val="155736957"/>
                      <w:placeholder>
                        <w:docPart w:val="68229D5A56C34C18A0A64D33088A5063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ResumeText"/>
                        </w:pPr>
                        <w:r>
                          <w:t>[Dates From – To]</w:t>
                        </w:r>
                      </w:p>
                    </w:sdtContent>
                  </w:sdt>
                  <w:sdt>
                    <w:sdtPr>
                      <w:id w:val="-513455036"/>
                      <w:placeholder>
                        <w:docPart w:val="D8DCA32E6CEF489B9F7FC8230583593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2C42BC" w:rsidRDefault="00414819">
                        <w:r>
                          <w:t>This is the place for a brief summary of your key responsibilities and most stellar accomplishments.</w:t>
                        </w:r>
                      </w:p>
                    </w:sdtContent>
                  </w:sdt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68699791"/>
                  <w:placeholder>
                    <w:docPart w:val="E225802D14E34816A6ABAE7CFE293A8F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id w:val="871502144"/>
                      <w:placeholder>
                        <w:docPart w:val="E14B09070A2B4379B0259E2415CC110E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Heading2"/>
                        </w:pPr>
                        <w:r>
                          <w:t>[Job Title, Company Name]</w:t>
                        </w:r>
                      </w:p>
                    </w:sdtContent>
                  </w:sdt>
                  <w:sdt>
                    <w:sdtPr>
                      <w:id w:val="525447839"/>
                      <w:placeholder>
                        <w:docPart w:val="68229D5A56C34C18A0A64D33088A5063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ResumeText"/>
                        </w:pPr>
                        <w:r>
                          <w:t>[Dates From – To]</w:t>
                        </w:r>
                      </w:p>
                    </w:sdtContent>
                  </w:sdt>
                  <w:sdt>
                    <w:sdtPr>
                      <w:id w:val="-223295061"/>
                      <w:placeholder>
                        <w:docPart w:val="D8DCA32E6CEF489B9F7FC8230583593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2C42BC" w:rsidRDefault="00414819">
                        <w:r>
                          <w:t>This is the place for a brief summary of your key responsibilities and most stellar accomplishments.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Education</w:t>
            </w:r>
          </w:p>
        </w:tc>
        <w:tc>
          <w:tcPr>
            <w:tcW w:w="472" w:type="dxa"/>
          </w:tcPr>
          <w:p w:rsidR="002C42BC" w:rsidRDefault="002C42BC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E225802D14E34816A6ABAE7CFE293A8F"/>
                  </w:placeholder>
                  <w15:repeatingSectionItem/>
                </w:sdtPr>
                <w:sdtEndPr/>
                <w:sdtContent>
                  <w:sdt>
                    <w:sdtPr>
                      <w:id w:val="-298228076"/>
                      <w:placeholder>
                        <w:docPart w:val="C4FFE6E5746946758A4BA04C71AD88F1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Heading2"/>
                        </w:pPr>
                        <w:r>
                          <w:t>[School Name—Location—Degree]</w:t>
                        </w:r>
                      </w:p>
                    </w:sdtContent>
                  </w:sdt>
                  <w:sdt>
                    <w:sdtPr>
                      <w:id w:val="1437799257"/>
                      <w:placeholder>
                        <w:docPart w:val="E3E3B2A8D13D402AA96F55265214929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2C42BC" w:rsidRDefault="00414819">
                        <w:r>
                          <w:t>You might want to include your GPA here and a brief summary of relevant coursework, awards, and honors.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Communication</w:t>
            </w:r>
          </w:p>
        </w:tc>
        <w:tc>
          <w:tcPr>
            <w:tcW w:w="472" w:type="dxa"/>
          </w:tcPr>
          <w:p w:rsidR="002C42BC" w:rsidRDefault="002C42BC"/>
        </w:tc>
        <w:sdt>
          <w:sdtPr>
            <w:id w:val="-2024851273"/>
            <w:placeholder>
              <w:docPart w:val="1CBA1A51C2EF4B9A8F9C555F0AA531B7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7830" w:type="dxa"/>
              </w:tcPr>
              <w:p w:rsidR="002C42BC" w:rsidRDefault="00414819">
                <w:pPr>
                  <w:pStyle w:val="ResumeText"/>
                </w:pPr>
                <w:r>
                  <w:t>You delivered that big presentation to rave reviews. Don’t be shy about it now! This is the place to show how well you work and play with others.</w:t>
                </w:r>
              </w:p>
            </w:tc>
          </w:sdtContent>
        </w:sdt>
      </w:tr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Leadership</w:t>
            </w:r>
          </w:p>
        </w:tc>
        <w:tc>
          <w:tcPr>
            <w:tcW w:w="472" w:type="dxa"/>
          </w:tcPr>
          <w:p w:rsidR="002C42BC" w:rsidRDefault="002C42BC"/>
        </w:tc>
        <w:sdt>
          <w:sdtPr>
            <w:id w:val="2002840272"/>
            <w:placeholder>
              <w:docPart w:val="DC62EFF5B00B4767A80DA466240EE89B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7830" w:type="dxa"/>
              </w:tcPr>
              <w:p w:rsidR="002C42BC" w:rsidRDefault="00414819">
                <w:pPr>
                  <w:pStyle w:val="ResumeText"/>
                </w:pPr>
                <w:r>
                  <w:t>Are you president of your fraternity, head of the condo board, or a team lead for your favorite charity? You’re a natural leader—tell it like it is!</w:t>
                </w:r>
              </w:p>
            </w:tc>
          </w:sdtContent>
        </w:sdt>
      </w:tr>
      <w:tr w:rsidR="002C42BC">
        <w:tc>
          <w:tcPr>
            <w:tcW w:w="1778" w:type="dxa"/>
          </w:tcPr>
          <w:p w:rsidR="002C42BC" w:rsidRDefault="00414819">
            <w:pPr>
              <w:pStyle w:val="Heading1"/>
            </w:pPr>
            <w:r>
              <w:t>References</w:t>
            </w:r>
          </w:p>
        </w:tc>
        <w:tc>
          <w:tcPr>
            <w:tcW w:w="472" w:type="dxa"/>
          </w:tcPr>
          <w:p w:rsidR="002C42BC" w:rsidRDefault="002C42BC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1883713024"/>
              <w15:color w:val="C0C0C0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368215953"/>
                  <w:placeholder>
                    <w:docPart w:val="E225802D14E34816A6ABAE7CFE293A8F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id w:val="1044170624"/>
                      <w:placeholder>
                        <w:docPart w:val="3AE0AF0EC27B43B79A6DD90FF2705824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Heading2"/>
                        </w:pPr>
                        <w:r>
                          <w:t>[Reference Name]</w:t>
                        </w:r>
                      </w:p>
                    </w:sdtContent>
                  </w:sdt>
                  <w:sdt>
                    <w:sdtPr>
                      <w:id w:val="-765149349"/>
                      <w:placeholder>
                        <w:docPart w:val="D2F95319417C477CB87C778F68E4E8E0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2C42BC" w:rsidRDefault="00414819">
                        <w:pPr>
                          <w:pStyle w:val="ResumeText"/>
                        </w:pPr>
                        <w:r>
                          <w:t>[Title, Company]</w:t>
                        </w:r>
                      </w:p>
                    </w:sdtContent>
                  </w:sdt>
                  <w:sdt>
                    <w:sdtPr>
                      <w:id w:val="1492217909"/>
                      <w:placeholder>
                        <w:docPart w:val="8F45152A55B64946A9F77DE58A3933D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2C42BC" w:rsidRDefault="00414819">
                        <w:r>
                          <w:t>[Contact Information]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:rsidR="002C42BC" w:rsidRDefault="002C42BC"/>
    <w:sectPr w:rsidR="002C42BC">
      <w:footerReference w:type="default" r:id="rId8"/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2BC" w:rsidRDefault="00414819">
      <w:pPr>
        <w:spacing w:before="0" w:after="0" w:line="240" w:lineRule="auto"/>
      </w:pPr>
      <w:r>
        <w:separator/>
      </w:r>
    </w:p>
  </w:endnote>
  <w:endnote w:type="continuationSeparator" w:id="0">
    <w:p w:rsidR="002C42BC" w:rsidRDefault="004148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2BC" w:rsidRDefault="00414819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2BC" w:rsidRDefault="00414819">
      <w:pPr>
        <w:spacing w:before="0" w:after="0" w:line="240" w:lineRule="auto"/>
      </w:pPr>
      <w:r>
        <w:separator/>
      </w:r>
    </w:p>
  </w:footnote>
  <w:footnote w:type="continuationSeparator" w:id="0">
    <w:p w:rsidR="002C42BC" w:rsidRDefault="00414819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efaultTableStyle w:val="LetterTable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BC"/>
    <w:rsid w:val="002C42BC"/>
    <w:rsid w:val="00414819"/>
    <w:rsid w:val="00FA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"/>
    <w:rPr>
      <w:kern w:val="20"/>
    </w:rPr>
  </w:style>
  <w:style w:type="paragraph" w:styleId="Footer">
    <w:name w:val="footer"/>
    <w:basedOn w:val="Normal"/>
    <w:link w:val="FooterChar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2"/>
    <w:rPr>
      <w:kern w:val="20"/>
    </w:rPr>
  </w:style>
  <w:style w:type="paragraph" w:customStyle="1" w:styleId="ResumeText">
    <w:name w:val="Resume Text"/>
    <w:basedOn w:val="Normal"/>
    <w:qFormat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tblPr>
      <w:tblInd w:w="0" w:type="dxa"/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pPr>
      <w:spacing w:after="0" w:line="240" w:lineRule="auto"/>
      <w:ind w:left="144" w:right="144"/>
    </w:pPr>
    <w:tblPr>
      <w:tblInd w:w="0" w:type="dxa"/>
      <w:tblBorders>
        <w:insideH w:val="single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har">
    <w:name w:val="Date Char"/>
    <w:basedOn w:val="DefaultParagraphFont"/>
    <w:link w:val="Date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Recipient">
    <w:name w:val="Recipient"/>
    <w:basedOn w:val="Normal"/>
    <w:uiPriority w:val="8"/>
    <w:unhideWhenUsed/>
    <w:qFormat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8"/>
    <w:unhideWhenUsed/>
    <w:qFormat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8"/>
    <w:rPr>
      <w:kern w:val="20"/>
    </w:rPr>
  </w:style>
  <w:style w:type="paragraph" w:styleId="Closing">
    <w:name w:val="Closing"/>
    <w:basedOn w:val="Normal"/>
    <w:link w:val="ClosingChar"/>
    <w:uiPriority w:val="8"/>
    <w:unhideWhenUsed/>
    <w:qFormat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8"/>
    <w:rPr>
      <w:kern w:val="20"/>
    </w:rPr>
  </w:style>
  <w:style w:type="paragraph" w:styleId="Signature">
    <w:name w:val="Signature"/>
    <w:basedOn w:val="Normal"/>
    <w:link w:val="SignatureChar"/>
    <w:uiPriority w:val="8"/>
    <w:unhideWhenUsed/>
    <w:qFormat/>
    <w:pPr>
      <w:spacing w:after="48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bCs/>
      <w:kern w:val="20"/>
    </w:rPr>
  </w:style>
  <w:style w:type="character" w:styleId="Emphasis">
    <w:name w:val="Emphasis"/>
    <w:basedOn w:val="DefaultParagraphFont"/>
    <w:uiPriority w:val="2"/>
    <w:unhideWhenUsed/>
    <w:qFormat/>
    <w:rPr>
      <w:color w:val="7E97AD" w:themeColor="accent1"/>
    </w:rPr>
  </w:style>
  <w:style w:type="paragraph" w:customStyle="1" w:styleId="ContactInfo">
    <w:name w:val="Contact Info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customXml" Target="../customXml/item2.xml" Id="rId2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glossaryDocument" Target="glossary/document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871D4CB15D4616AB5F9F36ED99F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42C51-FE1F-4E21-BF54-3A13D5777CCA}"/>
      </w:docPartPr>
      <w:docPartBody>
        <w:p w:rsidR="00C02171" w:rsidRDefault="00C02171">
          <w:r>
            <w:t>[Street Address]</w:t>
          </w:r>
        </w:p>
      </w:docPartBody>
    </w:docPart>
    <w:docPart>
      <w:docPartPr>
        <w:name w:val="DA66EFF5A4A34A919A8DC0F9CB2EC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332F0-628E-4327-9C00-32DF5936A405}"/>
      </w:docPartPr>
      <w:docPartBody>
        <w:p w:rsidR="00C02171" w:rsidRDefault="00C02171">
          <w:r>
            <w:t>[Telephone]</w:t>
          </w:r>
        </w:p>
      </w:docPartBody>
    </w:docPart>
    <w:docPart>
      <w:docPartPr>
        <w:name w:val="952649E5A07148F882ED6B373F2F9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7F32F-35A7-44B5-A43C-5621EDB73683}"/>
      </w:docPartPr>
      <w:docPartBody>
        <w:p w:rsidR="00C02171" w:rsidRDefault="00C02171">
          <w:r>
            <w:t>[Website]</w:t>
          </w:r>
        </w:p>
      </w:docPartBody>
    </w:docPart>
    <w:docPart>
      <w:docPartPr>
        <w:name w:val="A76E285695D2499284E9DD2DFF072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CFE87-99C0-41CC-9D08-99DDC6DB9868}"/>
      </w:docPartPr>
      <w:docPartBody>
        <w:p w:rsidR="00C02171" w:rsidRDefault="00C02171">
          <w:pPr>
            <w:pStyle w:val="A76E285695D2499284E9DD2DFF07250D"/>
          </w:pPr>
          <w:r>
            <w:rPr>
              <w:rStyle w:val="Emphasis"/>
            </w:rPr>
            <w:t>[Email]</w:t>
          </w:r>
        </w:p>
      </w:docPartBody>
    </w:docPart>
    <w:docPart>
      <w:docPartPr>
        <w:name w:val="C90DDE1E9EE34CB3ACDEE4F900FA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91EEC-FEAD-4388-804D-E082055929D4}"/>
      </w:docPartPr>
      <w:docPartBody>
        <w:p w:rsidR="00C02171" w:rsidRDefault="00C02171">
          <w:r>
            <w:t>[Your Name]</w:t>
          </w:r>
        </w:p>
      </w:docPartBody>
    </w:docPart>
    <w:docPart>
      <w:docPartPr>
        <w:name w:val="8C8C696871F6420C80998EFB81DC8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876F1-C5AC-41D3-BCF4-97747FB291DD}"/>
      </w:docPartPr>
      <w:docPartBody>
        <w:p w:rsidR="00C02171" w:rsidRDefault="00C02171">
          <w:r>
            <w:t>[City, ST ZIP Code]</w:t>
          </w:r>
        </w:p>
      </w:docPartBody>
    </w:docPart>
    <w:docPart>
      <w:docPartPr>
        <w:name w:val="8FC526408D5C4D80820D3A213AC71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81938-475F-491A-B313-D01AA51373DE}"/>
      </w:docPartPr>
      <w:docPartBody>
        <w:p w:rsidR="00C02171" w:rsidRDefault="00C02171">
          <w:r>
            <w:t xml:space="preserve">Check out the few quick tips below to help you get started. To replace any tip text with your own, just click it and start typing. </w:t>
          </w:r>
        </w:p>
      </w:docPartBody>
    </w:docPart>
    <w:docPart>
      <w:docPartPr>
        <w:name w:val="1CBA1A51C2EF4B9A8F9C555F0AA53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B5EA1-B409-4877-9C9A-727EBF98649A}"/>
      </w:docPartPr>
      <w:docPartBody>
        <w:p w:rsidR="00C02171" w:rsidRDefault="00C02171">
          <w:r>
            <w:t>You delivered that big presentation to rave reviews. Don’t be shy about it now! This is the place to show how well you work and play with others.</w:t>
          </w:r>
        </w:p>
      </w:docPartBody>
    </w:docPart>
    <w:docPart>
      <w:docPartPr>
        <w:name w:val="DC62EFF5B00B4767A80DA466240EE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AB039-B5C8-457C-9069-E4FE2AA9DA47}"/>
      </w:docPartPr>
      <w:docPartBody>
        <w:p w:rsidR="00C02171" w:rsidRDefault="00C02171">
          <w:r>
            <w:t>Are you president of your fraternity, head of the condo board, or a team lead for your favorite charity? You’re a natural leader—tell it like it is!</w:t>
          </w:r>
        </w:p>
      </w:docPartBody>
    </w:docPart>
    <w:docPart>
      <w:docPartPr>
        <w:name w:val="E225802D14E34816A6ABAE7CFE293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DBF9A-8BAF-4630-B353-25D4F88DE9A3}"/>
      </w:docPartPr>
      <w:docPartBody>
        <w:p w:rsidR="00C02171" w:rsidRDefault="00C02171"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AE0AF0EC27B43B79A6DD90FF2705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F71BC-A201-4F8D-BD98-6C7FA50B20F6}"/>
      </w:docPartPr>
      <w:docPartBody>
        <w:p w:rsidR="00C02171" w:rsidRDefault="00C02171">
          <w:r>
            <w:t>[Reference Name]</w:t>
          </w:r>
        </w:p>
      </w:docPartBody>
    </w:docPart>
    <w:docPart>
      <w:docPartPr>
        <w:name w:val="D2F95319417C477CB87C778F68E4E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2A90B-B97A-467B-8007-AFEC27AFE3DD}"/>
      </w:docPartPr>
      <w:docPartBody>
        <w:p w:rsidR="00C02171" w:rsidRDefault="00C02171">
          <w:r>
            <w:t>[Title, Company]</w:t>
          </w:r>
        </w:p>
      </w:docPartBody>
    </w:docPart>
    <w:docPart>
      <w:docPartPr>
        <w:name w:val="8F45152A55B64946A9F77DE58A393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8B864-B25D-4F5F-BB09-FB320E768AD7}"/>
      </w:docPartPr>
      <w:docPartBody>
        <w:p w:rsidR="00C02171" w:rsidRDefault="00C02171">
          <w:r>
            <w:t>[Contact Information]</w:t>
          </w:r>
        </w:p>
      </w:docPartBody>
    </w:docPart>
    <w:docPart>
      <w:docPartPr>
        <w:name w:val="E14B09070A2B4379B0259E2415CC1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501E7-ACE9-4461-926A-FBC9C71992C4}"/>
      </w:docPartPr>
      <w:docPartBody>
        <w:p w:rsidR="00C02171" w:rsidRDefault="00C02171">
          <w:r>
            <w:t>[Job Title, Company Name]</w:t>
          </w:r>
        </w:p>
      </w:docPartBody>
    </w:docPart>
    <w:docPart>
      <w:docPartPr>
        <w:name w:val="68229D5A56C34C18A0A64D33088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6FA67-3330-4C29-89BA-3910856E08AC}"/>
      </w:docPartPr>
      <w:docPartBody>
        <w:p w:rsidR="00C02171" w:rsidRDefault="00C02171">
          <w:r>
            <w:t>[Dates From – To]</w:t>
          </w:r>
        </w:p>
      </w:docPartBody>
    </w:docPart>
    <w:docPart>
      <w:docPartPr>
        <w:name w:val="D8DCA32E6CEF489B9F7FC82305835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AF4C4-7267-4EF7-A063-35567EE94FF4}"/>
      </w:docPartPr>
      <w:docPartBody>
        <w:p w:rsidR="00C02171" w:rsidRDefault="00C02171">
          <w:r>
            <w:t>This is the place for a brief summary of your key responsibilities and most stellar accomplishments.</w:t>
          </w:r>
        </w:p>
      </w:docPartBody>
    </w:docPart>
    <w:docPart>
      <w:docPartPr>
        <w:name w:val="A870E6DF6B534A6DACF42359AB27A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4C084-2667-4C08-8DC2-2ED30DEE6235}"/>
      </w:docPartPr>
      <w:docPartBody>
        <w:p w:rsidR="00C02171" w:rsidRDefault="00C02171">
          <w:pPr>
            <w:pStyle w:val="ResumeText"/>
          </w:pPr>
          <w:r>
            <w:t>On the Design tab of the ribbon, check out the Themes, Colors, and Fonts galleries to get a custom look with just a click.</w:t>
          </w:r>
        </w:p>
        <w:p w:rsidR="00C02171" w:rsidRDefault="00C02171">
          <w:pPr>
            <w:pStyle w:val="ResumeText"/>
          </w:pPr>
          <w:r>
            <w:t>Need another experience, education, or reference entry? You got it. Just click in the sample entries below and then click the plus sign that appears.</w:t>
          </w:r>
        </w:p>
        <w:p w:rsidR="00C02171" w:rsidRDefault="00C02171">
          <w:r>
            <w:t>Looking for a matching cover letter? All you had to do was ask! On the Insert tab, select Cover Page.</w:t>
          </w:r>
        </w:p>
      </w:docPartBody>
    </w:docPart>
    <w:docPart>
      <w:docPartPr>
        <w:name w:val="C4FFE6E5746946758A4BA04C71AD8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FE601-607C-4A55-AE50-592AC2FD271D}"/>
      </w:docPartPr>
      <w:docPartBody>
        <w:p w:rsidR="00C02171" w:rsidRDefault="00C02171">
          <w:r>
            <w:t>[School Name—Location—Degree]</w:t>
          </w:r>
        </w:p>
      </w:docPartBody>
    </w:docPart>
    <w:docPart>
      <w:docPartPr>
        <w:name w:val="E3E3B2A8D13D402AA96F552652149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79EE-25E0-4839-AF4C-F79DF5991DDE}"/>
      </w:docPartPr>
      <w:docPartBody>
        <w:p w:rsidR="00C02171" w:rsidRDefault="00C02171">
          <w:r>
            <w:t>You might want to include your GPA here and a brief summary of relevant coursework, awards, and honors.</w:t>
          </w:r>
        </w:p>
      </w:docPartBody>
    </w:docPart>
    <w:docPart>
      <w:docPartPr>
        <w:name w:val="Cover Letter"/>
        <w:style w:val="Contact Info"/>
        <w:category>
          <w:name w:val=" Resume"/>
          <w:gallery w:val="coverPg"/>
        </w:category>
        <w:behaviors>
          <w:behavior w:val="content"/>
        </w:behaviors>
        <w:description w:val="Matching cover letter for resume"/>
        <w:guid w:val="{2D2C7052-5357-4BC0-93A2-CAFFFF7111DB}"/>
      </w:docPartPr>
      <w:docPartBody>
        <w:p w:rsidR="00C02171" w:rsidRDefault="00C135C4">
          <w:pPr>
            <w:pStyle w:val="ContactInfo"/>
          </w:pPr>
          <w:sdt>
            <w:sdtPr>
              <w:alias w:val="Street Address"/>
              <w:tag w:val="Street Address"/>
              <w:id w:val="1331259964"/>
              <w:placeholder>
                <w:docPart w:val="12701AA5BAB74F4E9BDA93CBC94A9601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r w:rsidR="00C02171">
                <w:t>[Street Address]</w:t>
              </w:r>
            </w:sdtContent>
          </w:sdt>
        </w:p>
        <w:sdt>
          <w:sdtPr>
            <w:alias w:val="Category"/>
            <w:tag w:val=""/>
            <w:id w:val="-834992622"/>
            <w:placeholder>
              <w:docPart w:val="E8C767369CB64730A29AE3CE78C1578F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02171" w:rsidRDefault="00C02171">
              <w:pPr>
                <w:pStyle w:val="ContactInfo"/>
              </w:pPr>
              <w:r>
                <w:t>[City, ST ZIP Code]</w:t>
              </w:r>
            </w:p>
          </w:sdtContent>
        </w:sdt>
        <w:p w:rsidR="00C02171" w:rsidRDefault="00C135C4">
          <w:pPr>
            <w:pStyle w:val="ContactInfo"/>
          </w:pPr>
          <w:sdt>
            <w:sdtPr>
              <w:alias w:val="Telephone"/>
              <w:tag w:val="Telephone"/>
              <w:id w:val="506787029"/>
              <w:placeholder>
                <w:docPart w:val="062D6E3198DF4AED8B345F374B192BF0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 w:rsidR="00C02171">
                <w:t>[Telephone]</w:t>
              </w:r>
            </w:sdtContent>
          </w:sdt>
        </w:p>
        <w:sdt>
          <w:sdtPr>
            <w:alias w:val="Website"/>
            <w:tag w:val="Website"/>
            <w:id w:val="-128404386"/>
            <w:placeholder>
              <w:docPart w:val="D0B8D40DC1274AA6819C00CFD09F6E95"/>
            </w:placeholder>
            <w:showingPlcHdr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p w:rsidR="00C02171" w:rsidRDefault="00C02171">
              <w:pPr>
                <w:pStyle w:val="ContactInfo"/>
              </w:pPr>
              <w:r>
                <w:t>[Website]</w:t>
              </w:r>
            </w:p>
          </w:sdtContent>
        </w:sdt>
        <w:sdt>
          <w:sdtPr>
            <w:rPr>
              <w:rStyle w:val="Emphasis"/>
            </w:rPr>
            <w:alias w:val="Email"/>
            <w:tag w:val=""/>
            <w:id w:val="-309335934"/>
            <w:placeholder>
              <w:docPart w:val="E0CB5F4AFABE4BCD8DBBD5117C1063CE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>
            <w:rPr>
              <w:rStyle w:val="Emphasis"/>
            </w:rPr>
          </w:sdtEndPr>
          <w:sdtContent>
            <w:p w:rsidR="00C02171" w:rsidRDefault="00C02171">
              <w:pPr>
                <w:pStyle w:val="ContactInfo"/>
                <w:rPr>
                  <w:rStyle w:val="Emphasis"/>
                </w:rPr>
              </w:pPr>
              <w:r>
                <w:rPr>
                  <w:rStyle w:val="Emphasis"/>
                </w:rPr>
                <w:t>[Email]</w:t>
              </w:r>
            </w:p>
          </w:sdtContent>
        </w:sdt>
        <w:p w:rsidR="00C02171" w:rsidRDefault="00C135C4">
          <w:pPr>
            <w:pStyle w:val="Date"/>
          </w:pPr>
          <w:sdt>
            <w:sdtPr>
              <w:id w:val="1090121960"/>
              <w:placeholder>
                <w:docPart w:val="C608F14676604F258DCE6EB43E0E2A0A"/>
              </w:placeholder>
              <w:showingPlcHdr/>
              <w:date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C02171">
                <w:t>Click Here to Select A Date</w:t>
              </w:r>
            </w:sdtContent>
          </w:sdt>
          <w:r w:rsidR="00C02171">
            <w:t xml:space="preserve"> </w:t>
          </w:r>
        </w:p>
        <w:sdt>
          <w:sdtPr>
            <w:id w:val="1506008085"/>
            <w:placeholder>
              <w:docPart w:val="FF334E1355914A3D8DC33FAB6E4FAC9F"/>
            </w:placeholder>
            <w:temporary/>
            <w:showingPlcHdr/>
            <w15:appearance w15:val="hidden"/>
            <w:text/>
          </w:sdtPr>
          <w:sdtEndPr/>
          <w:sdtContent>
            <w:p w:rsidR="00C02171" w:rsidRDefault="00C02171">
              <w:pPr>
                <w:pStyle w:val="Recipient"/>
              </w:pPr>
              <w:r>
                <w:t>[Recipient Name]</w:t>
              </w:r>
            </w:p>
          </w:sdtContent>
        </w:sdt>
        <w:sdt>
          <w:sdtPr>
            <w:id w:val="-1843155033"/>
            <w:placeholder>
              <w:docPart w:val="0644638CD7294FD5A99964AB6B80B3C7"/>
            </w:placeholder>
            <w:temporary/>
            <w:showingPlcHdr/>
            <w15:appearance w15:val="hidden"/>
            <w:text/>
          </w:sdtPr>
          <w:sdtEndPr/>
          <w:sdtContent>
            <w:p w:rsidR="00C02171" w:rsidRDefault="00C02171">
              <w:r>
                <w:t>[Recipient Street Address, City, ST ZIP Code]</w:t>
              </w:r>
            </w:p>
          </w:sdtContent>
        </w:sdt>
        <w:p w:rsidR="00C02171" w:rsidRDefault="00C02171">
          <w:pPr>
            <w:pStyle w:val="Salutation"/>
          </w:pPr>
          <w:r>
            <w:t xml:space="preserve">Dear </w:t>
          </w:r>
          <w:sdt>
            <w:sdtPr>
              <w:id w:val="1586728313"/>
              <w:placeholder>
                <w:docPart w:val="0D0F66CE0DB342028D988270AE3AD265"/>
              </w:placeholder>
              <w:temporary/>
              <w:showingPlcHdr/>
              <w15:appearance w15:val="hidden"/>
              <w:text/>
            </w:sdtPr>
            <w:sdtEndPr/>
            <w:sdtContent>
              <w:r>
                <w:t>[Recipient]</w:t>
              </w:r>
            </w:sdtContent>
          </w:sdt>
          <w:r>
            <w:t>,</w:t>
          </w:r>
        </w:p>
        <w:sdt>
          <w:sdtPr>
            <w:id w:val="413980692"/>
            <w:placeholder>
              <w:docPart w:val="F6EDB51951614B07B65EB856D64235DD"/>
            </w:placeholder>
            <w:temporary/>
            <w:showingPlcHdr/>
            <w15:appearance w15:val="hidden"/>
          </w:sdtPr>
          <w:sdtEndPr/>
          <w:sdtContent>
            <w:p w:rsidR="00C02171" w:rsidRDefault="00C02171">
              <w:r>
                <w:t xml:space="preserve">If you’re ready to write, just click here and go to it! </w:t>
              </w:r>
            </w:p>
            <w:p w:rsidR="00C02171" w:rsidRDefault="00C02171">
              <w:r>
                <w:t xml:space="preserve">Or, if you want to customize the look of your letter, you can do that in almost no time… </w:t>
              </w:r>
            </w:p>
            <w:p w:rsidR="00C02171" w:rsidRDefault="00C02171">
              <w:r>
                <w:t xml:space="preserve">On the Design tab of the ribbon, check out the Themes, Colors, and Fonts galleries to preview different looks from a variety of choices. Then just click to apply one you like. </w:t>
              </w:r>
            </w:p>
            <w:p w:rsidR="00C02171" w:rsidRDefault="00C02171">
              <w:r>
                <w:t>If you love the look (and who wouldn’t?), see other templates under File, New that coordinate with this one, such as a report. So, you can quickly create your own professional, branded look.</w:t>
              </w:r>
            </w:p>
            <w:p w:rsidR="00C02171" w:rsidRDefault="00C02171">
              <w:r>
                <w:t>Wondering what to include in your cover letter? It’s a good idea to include key points about why you’re a great fit for the company and the best choice for the specific job. Of course, don’t forget to ask for the interview—but keep it brief! A cover letter shouldn’t read like a novel, no matter how great a plot you’ve got.</w:t>
              </w:r>
            </w:p>
          </w:sdtContent>
        </w:sdt>
        <w:p w:rsidR="00C02171" w:rsidRDefault="00C02171">
          <w:pPr>
            <w:pStyle w:val="Closing"/>
          </w:pPr>
          <w:r>
            <w:t>Warm regards,</w:t>
          </w:r>
        </w:p>
        <w:p w:rsidR="00C02171" w:rsidRDefault="00C135C4">
          <w:pPr>
            <w:pStyle w:val="Signature"/>
          </w:pPr>
          <w:sdt>
            <w:sdtPr>
              <w:alias w:val="Your Name"/>
              <w:tag w:val=""/>
              <w:id w:val="1625653779"/>
              <w:placeholder>
                <w:docPart w:val="2927587A2191437895C98B4566E821B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C02171">
                <w:t>[Your Name]</w:t>
              </w:r>
            </w:sdtContent>
          </w:sdt>
        </w:p>
        <w:p w:rsidR="00C02171" w:rsidRDefault="00C02171"/>
        <w:p w:rsidR="00C02171" w:rsidRDefault="00C02171">
          <w:pPr>
            <w:sectPr w:rsidR="00C02171">
              <w:pgSz w:w="12240" w:h="15840" w:code="1"/>
              <w:pgMar w:top="1080" w:right="1080" w:bottom="1080" w:left="1080" w:header="720" w:footer="720" w:gutter="0"/>
              <w:pgNumType w:start="1"/>
              <w:cols w:space="720"/>
              <w:titlePg/>
              <w:docGrid w:linePitch="360"/>
            </w:sectPr>
          </w:pPr>
        </w:p>
        <w:p w:rsidR="00C135C4" w:rsidRDefault="00C135C4"/>
      </w:docPartBody>
    </w:docPart>
    <w:docPart>
      <w:docPartPr>
        <w:name w:val="12701AA5BAB74F4E9BDA93CBC94A9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EEC2-FE22-4C2D-8CD6-9CE2E2DBD6D5}"/>
      </w:docPartPr>
      <w:docPartBody>
        <w:p w:rsidR="00C135C4" w:rsidRDefault="00C02171" w:rsidP="00C02171">
          <w:pPr>
            <w:pStyle w:val="12701AA5BAB74F4E9BDA93CBC94A9601"/>
          </w:pPr>
          <w:r>
            <w:t>[Street Address]</w:t>
          </w:r>
        </w:p>
      </w:docPartBody>
    </w:docPart>
    <w:docPart>
      <w:docPartPr>
        <w:name w:val="E8C767369CB64730A29AE3CE78C15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B7665-5B0D-422E-945C-77D58D8DCAE9}"/>
      </w:docPartPr>
      <w:docPartBody>
        <w:p w:rsidR="00C135C4" w:rsidRDefault="00C02171" w:rsidP="00C02171">
          <w:pPr>
            <w:pStyle w:val="E8C767369CB64730A29AE3CE78C1578F"/>
          </w:pPr>
          <w:r>
            <w:t>[City, ST ZIP Code]</w:t>
          </w:r>
        </w:p>
      </w:docPartBody>
    </w:docPart>
    <w:docPart>
      <w:docPartPr>
        <w:name w:val="062D6E3198DF4AED8B345F374B192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1C68F-B2D6-4BE3-8259-5435D3B9E311}"/>
      </w:docPartPr>
      <w:docPartBody>
        <w:p w:rsidR="00C135C4" w:rsidRDefault="00C02171" w:rsidP="00C02171">
          <w:pPr>
            <w:pStyle w:val="062D6E3198DF4AED8B345F374B192BF0"/>
          </w:pPr>
          <w:r>
            <w:t>[Telephone]</w:t>
          </w:r>
        </w:p>
      </w:docPartBody>
    </w:docPart>
    <w:docPart>
      <w:docPartPr>
        <w:name w:val="D0B8D40DC1274AA6819C00CFD09F6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6FB9F-04B3-4A36-AE51-930F460E4938}"/>
      </w:docPartPr>
      <w:docPartBody>
        <w:p w:rsidR="00C135C4" w:rsidRDefault="00C02171" w:rsidP="00C02171">
          <w:pPr>
            <w:pStyle w:val="D0B8D40DC1274AA6819C00CFD09F6E95"/>
          </w:pPr>
          <w:r>
            <w:t>[Website]</w:t>
          </w:r>
        </w:p>
      </w:docPartBody>
    </w:docPart>
    <w:docPart>
      <w:docPartPr>
        <w:name w:val="E0CB5F4AFABE4BCD8DBBD5117C106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648CE-2BD7-4FE6-9B66-779300E0DA2F}"/>
      </w:docPartPr>
      <w:docPartBody>
        <w:p w:rsidR="00C135C4" w:rsidRDefault="00C02171" w:rsidP="00C02171">
          <w:pPr>
            <w:pStyle w:val="E0CB5F4AFABE4BCD8DBBD5117C1063CE"/>
          </w:pPr>
          <w:r>
            <w:rPr>
              <w:rStyle w:val="Emphasis"/>
            </w:rPr>
            <w:t>[Email]</w:t>
          </w:r>
        </w:p>
      </w:docPartBody>
    </w:docPart>
    <w:docPart>
      <w:docPartPr>
        <w:name w:val="C608F14676604F258DCE6EB43E0E2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70DDE-53F4-4FDB-A794-747F1E2A8EA6}"/>
      </w:docPartPr>
      <w:docPartBody>
        <w:p w:rsidR="00C135C4" w:rsidRDefault="00C02171" w:rsidP="00C02171">
          <w:pPr>
            <w:pStyle w:val="C608F14676604F258DCE6EB43E0E2A0A"/>
          </w:pPr>
          <w:r>
            <w:t>Click Here to Select A Date</w:t>
          </w:r>
        </w:p>
      </w:docPartBody>
    </w:docPart>
    <w:docPart>
      <w:docPartPr>
        <w:name w:val="FF334E1355914A3D8DC33FAB6E4FA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05F83-8585-4F8E-8C1E-E1FD294D3038}"/>
      </w:docPartPr>
      <w:docPartBody>
        <w:p w:rsidR="00C135C4" w:rsidRDefault="00C02171" w:rsidP="00C02171">
          <w:pPr>
            <w:pStyle w:val="FF334E1355914A3D8DC33FAB6E4FAC9F"/>
          </w:pPr>
          <w:r>
            <w:t>[Recipient Name]</w:t>
          </w:r>
        </w:p>
      </w:docPartBody>
    </w:docPart>
    <w:docPart>
      <w:docPartPr>
        <w:name w:val="0644638CD7294FD5A99964AB6B80B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85E86-55C5-40B3-99B4-D48E5FB0A64C}"/>
      </w:docPartPr>
      <w:docPartBody>
        <w:p w:rsidR="00C135C4" w:rsidRDefault="00C02171" w:rsidP="00C02171">
          <w:pPr>
            <w:pStyle w:val="0644638CD7294FD5A99964AB6B80B3C7"/>
          </w:pPr>
          <w:r>
            <w:t>[Recipient Street Address, City, ST ZIP Code]</w:t>
          </w:r>
        </w:p>
      </w:docPartBody>
    </w:docPart>
    <w:docPart>
      <w:docPartPr>
        <w:name w:val="0D0F66CE0DB342028D988270AE3AD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89BD5-120A-4C63-ADE5-D8A660E63A85}"/>
      </w:docPartPr>
      <w:docPartBody>
        <w:p w:rsidR="00C135C4" w:rsidRDefault="00C02171" w:rsidP="00C02171">
          <w:pPr>
            <w:pStyle w:val="0D0F66CE0DB342028D988270AE3AD265"/>
          </w:pPr>
          <w:r>
            <w:t>[Recipient]</w:t>
          </w:r>
        </w:p>
      </w:docPartBody>
    </w:docPart>
    <w:docPart>
      <w:docPartPr>
        <w:name w:val="F6EDB51951614B07B65EB856D6423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C00C2-21A8-4E8A-97F1-EEA683F5A3BF}"/>
      </w:docPartPr>
      <w:docPartBody>
        <w:p w:rsidR="00C02171" w:rsidRDefault="00C02171">
          <w:r>
            <w:t xml:space="preserve">If you’re ready to write, just click here and go to it! </w:t>
          </w:r>
        </w:p>
        <w:p w:rsidR="00C02171" w:rsidRDefault="00C02171">
          <w:r>
            <w:t xml:space="preserve">Or, if you want to customize the look of your letter, you can do that in almost no time… </w:t>
          </w:r>
        </w:p>
        <w:p w:rsidR="00C02171" w:rsidRDefault="00C02171">
          <w:r>
            <w:t xml:space="preserve">On the Design tab of the ribbon, check out the Themes, Colors, and Fonts galleries to preview different looks from a variety of choices. Then just click to apply one you like. </w:t>
          </w:r>
        </w:p>
        <w:p w:rsidR="00C02171" w:rsidRDefault="00C02171">
          <w:r>
            <w:t>If you love the look (and who wouldn’t?), see other templates under File, New that coordinate with this one, such as a report. So, you can quickly create your own professional, branded look.</w:t>
          </w:r>
        </w:p>
        <w:p w:rsidR="00C135C4" w:rsidRDefault="00C02171" w:rsidP="00C02171">
          <w:pPr>
            <w:pStyle w:val="F6EDB51951614B07B65EB856D64235DD"/>
          </w:pPr>
          <w:r>
            <w:t>Wondering what to include in your cover letter? It’s a good idea to include key points about why you’re a great fit for the company and the best choice for the specific job. Of course, don’t forget to ask for the interview—but keep it brief! A cover letter shouldn’t read like a novel, no matter how great a plot you’ve got.</w:t>
          </w:r>
        </w:p>
      </w:docPartBody>
    </w:docPart>
    <w:docPart>
      <w:docPartPr>
        <w:name w:val="2927587A2191437895C98B4566E82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84CFB-69A1-46D6-B691-CC0C0E5A6EBB}"/>
      </w:docPartPr>
      <w:docPartBody>
        <w:p w:rsidR="00C135C4" w:rsidRDefault="00C02171" w:rsidP="00C02171">
          <w:pPr>
            <w:pStyle w:val="2927587A2191437895C98B4566E821B1"/>
          </w:pPr>
          <w:r>
            <w:t>[Your Name]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71" w:rsidRDefault="00C02171">
      <w:pPr>
        <w:spacing w:after="0" w:line="240" w:lineRule="auto"/>
      </w:pPr>
      <w:r>
        <w:separator/>
      </w:r>
    </w:p>
  </w:endnote>
  <w:endnote w:type="continuationSeparator" w:id="0">
    <w:p w:rsidR="00C02171" w:rsidRDefault="00C02171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71" w:rsidRDefault="00C02171">
      <w:pPr>
        <w:spacing w:after="0" w:line="240" w:lineRule="auto"/>
      </w:pPr>
      <w:r>
        <w:separator/>
      </w:r>
    </w:p>
  </w:footnote>
  <w:footnote w:type="continuationSeparator" w:id="0">
    <w:p w:rsidR="00C02171" w:rsidRDefault="00C02171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71"/>
    <w:rsid w:val="00C02171"/>
    <w:rsid w:val="00C1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2"/>
    <w:unhideWhenUsed/>
    <w:pPr>
      <w:spacing w:before="40" w:after="0" w:line="240" w:lineRule="auto"/>
    </w:pPr>
    <w:rPr>
      <w:color w:val="595959" w:themeColor="text1" w:themeTint="A6"/>
      <w:kern w:val="20"/>
      <w:sz w:val="20"/>
    </w:rPr>
  </w:style>
  <w:style w:type="character" w:customStyle="1" w:styleId="HeaderChar">
    <w:name w:val="Header Char"/>
    <w:basedOn w:val="DefaultParagraphFont"/>
    <w:link w:val="Header"/>
    <w:uiPriority w:val="2"/>
    <w:rPr>
      <w:rFonts w:asciiTheme="minorHAnsi" w:eastAsiaTheme="minorEastAsia" w:hAnsiTheme="minorHAnsi" w:cstheme="minorBidi"/>
      <w:color w:val="595959" w:themeColor="text1" w:themeTint="A6"/>
      <w:kern w:val="20"/>
      <w:sz w:val="20"/>
    </w:rPr>
  </w:style>
  <w:style w:type="paragraph" w:styleId="Footer">
    <w:name w:val="footer"/>
    <w:basedOn w:val="Normal"/>
    <w:link w:val="FooterChar"/>
    <w:uiPriority w:val="2"/>
    <w:unhideWhenUsed/>
    <w:pPr>
      <w:pBdr>
        <w:top w:val="single" w:sz="4" w:space="6" w:color="9CC2E5" w:themeColor="accent1" w:themeTint="99"/>
        <w:left w:val="single" w:sz="2" w:space="4" w:color="FFFFFF" w:themeColor="background1"/>
      </w:pBdr>
      <w:spacing w:before="40" w:after="0" w:line="240" w:lineRule="auto"/>
      <w:ind w:left="-360" w:right="-360"/>
    </w:pPr>
    <w:rPr>
      <w:color w:val="595959" w:themeColor="text1" w:themeTint="A6"/>
      <w:kern w:val="20"/>
      <w:sz w:val="20"/>
    </w:rPr>
  </w:style>
  <w:style w:type="character" w:customStyle="1" w:styleId="FooterChar">
    <w:name w:val="Footer Char"/>
    <w:basedOn w:val="DefaultParagraphFont"/>
    <w:link w:val="Footer"/>
    <w:uiPriority w:val="2"/>
    <w:rPr>
      <w:rFonts w:asciiTheme="minorHAnsi" w:eastAsiaTheme="minorEastAsia" w:hAnsiTheme="minorHAnsi" w:cstheme="minorBidi"/>
      <w:color w:val="595959" w:themeColor="text1" w:themeTint="A6"/>
      <w:kern w:val="20"/>
      <w:sz w:val="20"/>
    </w:rPr>
  </w:style>
  <w:style w:type="paragraph" w:styleId="NoSpacing">
    <w:name w:val="No Spacing"/>
    <w:link w:val="NoSpacingChar"/>
    <w:uiPriority w:val="9"/>
    <w:unhideWhenUsed/>
    <w:qFormat/>
    <w:pPr>
      <w:spacing w:before="40" w:after="0" w:line="240" w:lineRule="auto"/>
    </w:pPr>
    <w:rPr>
      <w:color w:val="595959" w:themeColor="text1" w:themeTint="A6"/>
      <w:sz w:val="20"/>
    </w:rPr>
  </w:style>
  <w:style w:type="character" w:customStyle="1" w:styleId="NoSpacingChar">
    <w:name w:val="No Spacing Char"/>
    <w:basedOn w:val="DefaultParagraphFont"/>
    <w:link w:val="NoSpacing"/>
    <w:uiPriority w:val="9"/>
    <w:rPr>
      <w:rFonts w:asciiTheme="minorHAnsi" w:eastAsiaTheme="minorEastAsia" w:hAnsiTheme="minorHAnsi" w:cstheme="minorBidi"/>
      <w:color w:val="595959" w:themeColor="text1" w:themeTint="A6"/>
      <w:sz w:val="20"/>
    </w:rPr>
  </w:style>
  <w:style w:type="paragraph" w:styleId="Date">
    <w:name w:val="Date"/>
    <w:basedOn w:val="Normal"/>
    <w:next w:val="Normal"/>
    <w:link w:val="DateChar"/>
    <w:uiPriority w:val="8"/>
    <w:qFormat/>
    <w:rsid w:val="00C02171"/>
    <w:pPr>
      <w:spacing w:before="1200" w:after="360" w:line="288" w:lineRule="auto"/>
    </w:pPr>
    <w:rPr>
      <w:rFonts w:asciiTheme="majorHAnsi" w:eastAsiaTheme="majorEastAsia" w:hAnsiTheme="majorHAnsi" w:cstheme="majorBidi"/>
      <w:caps/>
      <w:color w:val="5B9BD5" w:themeColor="accent1"/>
      <w:kern w:val="20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8"/>
    <w:rsid w:val="00C02171"/>
    <w:rPr>
      <w:rFonts w:asciiTheme="majorHAnsi" w:eastAsiaTheme="majorEastAsia" w:hAnsiTheme="majorHAnsi" w:cstheme="majorBidi"/>
      <w:caps/>
      <w:color w:val="5B9BD5" w:themeColor="accent1"/>
      <w:kern w:val="20"/>
      <w:sz w:val="20"/>
      <w:szCs w:val="20"/>
    </w:rPr>
  </w:style>
  <w:style w:type="paragraph" w:customStyle="1" w:styleId="Recipient">
    <w:name w:val="Recipient"/>
    <w:basedOn w:val="Normal"/>
    <w:uiPriority w:val="8"/>
    <w:unhideWhenUsed/>
    <w:qFormat/>
    <w:rsid w:val="00C02171"/>
    <w:pPr>
      <w:spacing w:before="40" w:after="40" w:line="288" w:lineRule="auto"/>
    </w:pPr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8"/>
    <w:unhideWhenUsed/>
    <w:qFormat/>
    <w:rsid w:val="00C02171"/>
    <w:pPr>
      <w:spacing w:before="72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8"/>
    <w:rsid w:val="00C02171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link w:val="ClosingChar"/>
    <w:uiPriority w:val="8"/>
    <w:unhideWhenUsed/>
    <w:qFormat/>
    <w:rsid w:val="00C02171"/>
    <w:pPr>
      <w:spacing w:before="480" w:after="960" w:line="240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8"/>
    <w:rsid w:val="00C02171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8"/>
    <w:unhideWhenUsed/>
    <w:qFormat/>
    <w:rsid w:val="00C02171"/>
    <w:pPr>
      <w:spacing w:before="40" w:after="480" w:line="288" w:lineRule="auto"/>
    </w:pPr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8"/>
    <w:rsid w:val="00C02171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character" w:styleId="Emphasis">
    <w:name w:val="Emphasis"/>
    <w:basedOn w:val="DefaultParagraphFont"/>
    <w:uiPriority w:val="2"/>
    <w:unhideWhenUsed/>
    <w:qFormat/>
    <w:rsid w:val="00C02171"/>
    <w:rPr>
      <w:color w:val="5B9BD5" w:themeColor="accent1"/>
    </w:rPr>
  </w:style>
  <w:style w:type="paragraph" w:customStyle="1" w:styleId="ContactInfo">
    <w:name w:val="Contact Info"/>
    <w:basedOn w:val="Normal"/>
    <w:uiPriority w:val="2"/>
    <w:qFormat/>
    <w:rsid w:val="00C02171"/>
    <w:pPr>
      <w:spacing w:before="40" w:after="0" w:line="240" w:lineRule="auto"/>
      <w:jc w:val="right"/>
    </w:pPr>
    <w:rPr>
      <w:rFonts w:eastAsiaTheme="minorHAnsi"/>
      <w:color w:val="595959" w:themeColor="text1" w:themeTint="A6"/>
      <w:kern w:val="2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40" w:after="480" w:line="288" w:lineRule="auto"/>
    </w:pPr>
    <w:rPr>
      <w:rFonts w:asciiTheme="majorHAnsi" w:eastAsiaTheme="majorEastAsia" w:hAnsiTheme="majorHAnsi" w:cstheme="majorBidi"/>
      <w:caps/>
      <w:color w:val="5B9BD5" w:themeColor="accent1"/>
      <w:kern w:val="20"/>
      <w:sz w:val="2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5B9BD5" w:themeColor="accent1"/>
      <w:kern w:val="20"/>
      <w:sz w:val="20"/>
    </w:rPr>
  </w:style>
  <w:style w:type="paragraph" w:customStyle="1" w:styleId="ResumeText">
    <w:name w:val="Resume Text"/>
    <w:basedOn w:val="Normal"/>
    <w:qFormat/>
    <w:pPr>
      <w:spacing w:before="40" w:after="40" w:line="288" w:lineRule="auto"/>
      <w:ind w:right="1440"/>
    </w:pPr>
    <w:rPr>
      <w:color w:val="595959" w:themeColor="text1" w:themeTint="A6"/>
      <w:kern w:val="20"/>
      <w:sz w:val="20"/>
    </w:rPr>
  </w:style>
  <w:style w:type="paragraph" w:customStyle="1" w:styleId="A76E285695D2499284E9DD2DFF07250D">
    <w:name w:val="A76E285695D2499284E9DD2DFF07250D"/>
    <w:pPr>
      <w:spacing w:before="40" w:after="0" w:line="240" w:lineRule="auto"/>
      <w:jc w:val="right"/>
    </w:pPr>
    <w:rPr>
      <w:color w:val="595959" w:themeColor="text1" w:themeTint="A6"/>
      <w:kern w:val="20"/>
      <w:sz w:val="18"/>
    </w:rPr>
  </w:style>
  <w:style w:type="paragraph" w:customStyle="1" w:styleId="12701AA5BAB74F4E9BDA93CBC94A9601">
    <w:name w:val="12701AA5BAB74F4E9BDA93CBC94A9601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E8C767369CB64730A29AE3CE78C1578F">
    <w:name w:val="E8C767369CB64730A29AE3CE78C1578F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062D6E3198DF4AED8B345F374B192BF0">
    <w:name w:val="062D6E3198DF4AED8B345F374B192BF0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D0B8D40DC1274AA6819C00CFD09F6E95">
    <w:name w:val="D0B8D40DC1274AA6819C00CFD09F6E95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E0CB5F4AFABE4BCD8DBBD5117C1063CE">
    <w:name w:val="E0CB5F4AFABE4BCD8DBBD5117C1063CE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C608F14676604F258DCE6EB43E0E2A0A">
    <w:name w:val="C608F14676604F258DCE6EB43E0E2A0A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FF334E1355914A3D8DC33FAB6E4FAC9F">
    <w:name w:val="FF334E1355914A3D8DC33FAB6E4FAC9F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0644638CD7294FD5A99964AB6B80B3C7">
    <w:name w:val="0644638CD7294FD5A99964AB6B80B3C7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0D0F66CE0DB342028D988270AE3AD265">
    <w:name w:val="0D0F66CE0DB342028D988270AE3AD265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F6EDB51951614B07B65EB856D64235DD">
    <w:name w:val="F6EDB51951614B07B65EB856D64235DD"/>
    <w:rsid w:val="00C02171"/>
    <w:pPr>
      <w:spacing w:after="160" w:line="259" w:lineRule="auto"/>
    </w:pPr>
    <w:rPr>
      <w:kern w:val="2"/>
      <w14:ligatures w14:val="standard"/>
    </w:rPr>
  </w:style>
  <w:style w:type="paragraph" w:customStyle="1" w:styleId="2927587A2191437895C98B4566E821B1">
    <w:name w:val="2927587A2191437895C98B4566E821B1"/>
    <w:rsid w:val="00C02171"/>
    <w:pPr>
      <w:spacing w:after="160" w:line="259" w:lineRule="auto"/>
    </w:pPr>
    <w:rPr>
      <w:kern w:val="2"/>
      <w14:ligatures w14:val="standard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E437E9E5-EE29-454F-8714-516920628209}"/>
</file>

<file path=customXml/itemProps4.xml><?xml version="1.0" encoding="utf-8"?>
<ds:datastoreItem xmlns:ds="http://schemas.openxmlformats.org/officeDocument/2006/customXml" ds:itemID="{90439260-127A-4477-B805-24A05066C225}"/>
</file>

<file path=docProps/app.xml><?xml version="1.0" encoding="utf-8"?>
<Properties xmlns="http://schemas.openxmlformats.org/officeDocument/2006/extended-properties" xmlns:vt="http://schemas.openxmlformats.org/officeDocument/2006/docPropsVTypes">
  <Template>Resume (Timeless design)_15_no bb.dotx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lastModifiedBy/>
  <revision>6</revision>
  <dc:creator/>
  <dcterms:modified xsi:type="dcterms:W3CDTF">2012-06-23T02:46:00.0000000Z</dcterms:modified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